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295" w:rsidRPr="003B2295" w:rsidRDefault="003B2295" w:rsidP="003B2295">
      <w:pPr>
        <w:pStyle w:val="DocXSample"/>
        <w:jc w:val="center"/>
        <w:rPr>
          <w:sz w:val="30"/>
          <w:szCs w:val="30"/>
        </w:rPr>
      </w:pPr>
      <w:r>
        <w:rPr>
          <w:sz w:val="30"/>
          <w:szCs w:val="30"/>
        </w:rPr>
        <w:t>Apply Template</w:t>
      </w:r>
      <w:bookmarkStart w:id="0" w:name="_GoBack"/>
      <w:bookmarkEnd w:id="0"/>
    </w:p>
    <w:p w:rsidR="003B2295" w:rsidRDefault="003B2295" w:rsidP="008A1AAD">
      <w:pPr>
        <w:pStyle w:val="DocXSample"/>
      </w:pPr>
    </w:p>
    <w:p w:rsidR="003B2295" w:rsidRDefault="003B2295" w:rsidP="008A1AAD">
      <w:pPr>
        <w:pStyle w:val="DocXSample"/>
      </w:pPr>
    </w:p>
    <w:p w:rsidR="003B2295" w:rsidRDefault="003B2295" w:rsidP="008A1AAD">
      <w:pPr>
        <w:pStyle w:val="DocXSample"/>
      </w:pPr>
    </w:p>
    <w:p w:rsidR="003B2295" w:rsidRDefault="003B2295" w:rsidP="008A1AAD">
      <w:pPr>
        <w:pStyle w:val="DocXSample"/>
      </w:pPr>
    </w:p>
    <w:p w:rsidR="00E11D70" w:rsidRDefault="00D5752F" w:rsidP="008A1AAD">
      <w:pPr>
        <w:pStyle w:val="DocXSample"/>
      </w:pPr>
      <w:r>
        <w:t>This is the first page paragraph</w:t>
      </w:r>
      <w:r w:rsidR="0057742D">
        <w:t xml:space="preserve"> of a Template</w:t>
      </w:r>
    </w:p>
    <w:p w:rsidR="008A1AAD" w:rsidRDefault="008A1AAD">
      <w:pPr>
        <w:spacing w:after="0" w:line="240" w:lineRule="auto"/>
        <w:rPr>
          <w:rFonts w:ascii="Times New Roman" w:hAnsi="Times New Roman"/>
          <w:sz w:val="16"/>
        </w:rPr>
      </w:pPr>
      <w:r>
        <w:br w:type="page"/>
      </w:r>
    </w:p>
    <w:p w:rsidR="008A1AAD" w:rsidRDefault="00D5752F" w:rsidP="008A1AAD">
      <w:pPr>
        <w:pStyle w:val="DocXSample"/>
      </w:pPr>
      <w:r>
        <w:lastRenderedPageBreak/>
        <w:t>This is an even page paragraph</w:t>
      </w:r>
      <w:r w:rsidR="0057742D">
        <w:t xml:space="preserve"> of a Template</w:t>
      </w:r>
    </w:p>
    <w:p w:rsidR="008A1AAD" w:rsidRDefault="008A1AAD">
      <w:pPr>
        <w:spacing w:after="0" w:line="240" w:lineRule="auto"/>
        <w:rPr>
          <w:rFonts w:ascii="Times New Roman" w:hAnsi="Times New Roman"/>
          <w:sz w:val="16"/>
        </w:rPr>
      </w:pPr>
      <w:r>
        <w:br w:type="page"/>
      </w:r>
    </w:p>
    <w:p w:rsidR="008A1AAD" w:rsidRDefault="00D5752F" w:rsidP="008A1AAD">
      <w:pPr>
        <w:pStyle w:val="DocXSample"/>
      </w:pPr>
      <w:r>
        <w:lastRenderedPageBreak/>
        <w:t>This is an odd page paragraph</w:t>
      </w:r>
      <w:r w:rsidR="0057742D">
        <w:t xml:space="preserve"> of a Template</w:t>
      </w:r>
    </w:p>
    <w:sectPr w:rsidR="008A1AAD" w:rsidSect="008A1A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11E" w:rsidRDefault="0000711E" w:rsidP="008A1AAD">
      <w:pPr>
        <w:spacing w:after="0" w:line="240" w:lineRule="auto"/>
      </w:pPr>
      <w:r>
        <w:separator/>
      </w:r>
    </w:p>
  </w:endnote>
  <w:endnote w:type="continuationSeparator" w:id="0">
    <w:p w:rsidR="0000711E" w:rsidRDefault="0000711E" w:rsidP="008A1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Footer"/>
    </w:pPr>
    <w:r>
      <w:t>Even page footer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Footer"/>
    </w:pPr>
    <w:r>
      <w:t>Odd page footer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Footer"/>
    </w:pPr>
    <w:r>
      <w:t>First page footer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11E" w:rsidRDefault="0000711E" w:rsidP="008A1AAD">
      <w:pPr>
        <w:spacing w:after="0" w:line="240" w:lineRule="auto"/>
      </w:pPr>
      <w:r>
        <w:separator/>
      </w:r>
    </w:p>
  </w:footnote>
  <w:footnote w:type="continuationSeparator" w:id="0">
    <w:p w:rsidR="0000711E" w:rsidRDefault="0000711E" w:rsidP="008A1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Header"/>
    </w:pPr>
    <w:r>
      <w:t>Even page header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Header"/>
    </w:pPr>
    <w:r>
      <w:t>Odd page header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Header"/>
    </w:pPr>
    <w:r>
      <w:t>First page header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C262D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2B10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33406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DCDC8E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defaultTabStop w:val="720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F63"/>
    <w:rsid w:val="0000711E"/>
    <w:rsid w:val="0027442F"/>
    <w:rsid w:val="002F4DFF"/>
    <w:rsid w:val="00374E0B"/>
    <w:rsid w:val="00387916"/>
    <w:rsid w:val="003B2295"/>
    <w:rsid w:val="003C1CF2"/>
    <w:rsid w:val="00510C88"/>
    <w:rsid w:val="0057742D"/>
    <w:rsid w:val="008A1AAD"/>
    <w:rsid w:val="00AA52F1"/>
    <w:rsid w:val="00D5752F"/>
    <w:rsid w:val="00DF5347"/>
    <w:rsid w:val="00E11D70"/>
    <w:rsid w:val="00E20D61"/>
    <w:rsid w:val="00F12F63"/>
    <w:rsid w:val="00FD6694"/>
    <w:rsid w:val="00FE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85211"/>
  <w15:docId w15:val="{FC74C524-4141-4943-B414-4256F8E77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A1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1AA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A1A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1AAD"/>
    <w:rPr>
      <w:sz w:val="24"/>
      <w:szCs w:val="24"/>
      <w:lang w:val="en-US" w:eastAsia="en-US"/>
    </w:rPr>
  </w:style>
  <w:style w:type="paragraph" w:customStyle="1" w:styleId="DocXSample">
    <w:name w:val="DocX Sample"/>
    <w:basedOn w:val="Normal"/>
    <w:qFormat/>
    <w:rsid w:val="008A1AAD"/>
    <w:rPr>
      <w:rFonts w:ascii="Times New Roman" w:hAnsi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v\Words\Dev\Trunk\Examples\Resourc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2568879C7C84E9F4EA49A29276A7E" ma:contentTypeVersion="1" ma:contentTypeDescription="Create a new document." ma:contentTypeScope="" ma:versionID="3c356fcf6f370c1c9ba754132f05efcf">
  <xsd:schema xmlns:xsd="http://www.w3.org/2001/XMLSchema" xmlns:p="http://schemas.microsoft.com/office/2006/metadata/properties" xmlns:ns2="a5e41a6f-c2e5-4f56-9d21-31e6fd9fee8e" targetNamespace="http://schemas.microsoft.com/office/2006/metadata/properties" ma:root="true" ma:fieldsID="6677a6a7b3a0fbdc018d9e03b2e6f371" ns2:_="">
    <xsd:import namespace="a5e41a6f-c2e5-4f56-9d21-31e6fd9fee8e"/>
    <xsd:element name="properties">
      <xsd:complexType>
        <xsd:sequence>
          <xsd:element name="documentManagement">
            <xsd:complexType>
              <xsd:all>
                <xsd:element ref="ns2:DescriptionTes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5e41a6f-c2e5-4f56-9d21-31e6fd9fee8e" elementFormDefault="qualified">
    <xsd:import namespace="http://schemas.microsoft.com/office/2006/documentManagement/types"/>
    <xsd:element name="DescriptionTest" ma:index="8" nillable="true" ma:displayName="DescriptionTest" ma:description="DescriptionTest" ma:internalName="DescriptionTes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ionTest xmlns="a5e41a6f-c2e5-4f56-9d21-31e6fd9fee8e" xsi:nil="true"/>
  </documentManagement>
</p:properties>
</file>

<file path=customXml/itemProps1.xml><?xml version="1.0" encoding="utf-8"?>
<ds:datastoreItem xmlns:ds="http://schemas.openxmlformats.org/officeDocument/2006/customXml" ds:itemID="{34B838A1-5083-411E-8C67-9AFB6B096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e41a6f-c2e5-4f56-9d21-31e6fd9fee8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CBA636-937F-42AA-97F5-80D8AC1F5C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28A06-81EF-4829-B71B-3B4F4D85CC7B}">
  <ds:schemaRefs>
    <ds:schemaRef ds:uri="http://schemas.microsoft.com/office/2006/metadata/properties"/>
    <ds:schemaRef ds:uri="a5e41a6f-c2e5-4f56-9d21-31e6fd9fee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</TotalTime>
  <Pages>3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4</cp:revision>
  <dcterms:created xsi:type="dcterms:W3CDTF">2016-09-30T12:55:00Z</dcterms:created>
  <dcterms:modified xsi:type="dcterms:W3CDTF">2016-10-28T19:10:00Z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scriptionTest">
    <vt:lpwstr/>
  </property>
</Properties>
</file>