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481" w:type="dxa"/>
        <w:tblLook w:val="04A0" w:firstRow="1" w:lastRow="0" w:firstColumn="1" w:lastColumn="0" w:noHBand="0" w:noVBand="1"/>
      </w:tblPr>
      <w:tblGrid>
        <w:gridCol w:w="621"/>
        <w:gridCol w:w="171"/>
        <w:gridCol w:w="224"/>
        <w:gridCol w:w="2965"/>
        <w:gridCol w:w="489"/>
        <w:gridCol w:w="2147"/>
        <w:gridCol w:w="611"/>
        <w:gridCol w:w="4253"/>
      </w:tblGrid>
      <w:tr w:rsidR="0079089C" w14:paraId="12D1B78F" w14:textId="77777777" w:rsidTr="00CA56E1">
        <w:tc>
          <w:tcPr>
            <w:tcW w:w="11481" w:type="dxa"/>
            <w:gridSpan w:val="8"/>
          </w:tcPr>
          <w:p w14:paraId="5610A686" w14:textId="77777777" w:rsidR="0079089C" w:rsidRDefault="0079089C" w:rsidP="003F7FF7">
            <w:pPr>
              <w:rPr>
                <w:b/>
                <w:bCs/>
                <w:sz w:val="36"/>
                <w:szCs w:val="44"/>
              </w:rPr>
            </w:pPr>
            <w:r w:rsidRPr="00C6180B">
              <w:rPr>
                <w:b/>
                <w:bCs/>
                <w:sz w:val="36"/>
                <w:szCs w:val="44"/>
              </w:rPr>
              <w:t xml:space="preserve">Shubham </w:t>
            </w:r>
            <w:proofErr w:type="spellStart"/>
            <w:r w:rsidRPr="00C6180B">
              <w:rPr>
                <w:b/>
                <w:bCs/>
                <w:sz w:val="36"/>
                <w:szCs w:val="44"/>
              </w:rPr>
              <w:t>Loharkar</w:t>
            </w:r>
            <w:proofErr w:type="spellEnd"/>
          </w:p>
          <w:p w14:paraId="57D1485B" w14:textId="77777777" w:rsidR="0079089C" w:rsidRDefault="0079089C" w:rsidP="003F7FF7"/>
        </w:tc>
      </w:tr>
      <w:tr w:rsidR="0079089C" w:rsidRPr="00E818DE" w14:paraId="63E52694" w14:textId="77777777" w:rsidTr="00CA56E1">
        <w:tc>
          <w:tcPr>
            <w:tcW w:w="11481" w:type="dxa"/>
            <w:gridSpan w:val="8"/>
          </w:tcPr>
          <w:p w14:paraId="127B9D07" w14:textId="50548FEE" w:rsidR="0079089C" w:rsidRDefault="0079089C" w:rsidP="003F7FF7">
            <w:pPr>
              <w:rPr>
                <w:b/>
                <w:bCs/>
                <w:sz w:val="24"/>
                <w:szCs w:val="32"/>
              </w:rPr>
            </w:pPr>
            <w:r w:rsidRPr="00E818DE">
              <w:rPr>
                <w:b/>
                <w:bCs/>
                <w:sz w:val="24"/>
                <w:szCs w:val="32"/>
              </w:rPr>
              <w:t xml:space="preserve">Cyber Security Analyst | </w:t>
            </w:r>
            <w:r>
              <w:rPr>
                <w:b/>
                <w:bCs/>
                <w:sz w:val="24"/>
                <w:szCs w:val="32"/>
              </w:rPr>
              <w:t xml:space="preserve">Penetration Testing | </w:t>
            </w:r>
            <w:r w:rsidRPr="00E818DE">
              <w:rPr>
                <w:b/>
                <w:bCs/>
                <w:sz w:val="24"/>
                <w:szCs w:val="32"/>
              </w:rPr>
              <w:t>Web Application Security</w:t>
            </w:r>
            <w:r>
              <w:rPr>
                <w:b/>
                <w:bCs/>
                <w:sz w:val="24"/>
                <w:szCs w:val="32"/>
              </w:rPr>
              <w:t xml:space="preserve"> | SOC</w:t>
            </w:r>
          </w:p>
          <w:p w14:paraId="2B43D23D" w14:textId="77777777" w:rsidR="0079089C" w:rsidRPr="00E818DE" w:rsidRDefault="0079089C" w:rsidP="003F7FF7">
            <w:pPr>
              <w:rPr>
                <w:sz w:val="24"/>
                <w:szCs w:val="32"/>
              </w:rPr>
            </w:pPr>
            <w:r>
              <w:rPr>
                <w:b/>
                <w:bCs/>
                <w:sz w:val="24"/>
                <w:szCs w:val="32"/>
              </w:rPr>
              <w:t xml:space="preserve"> </w:t>
            </w:r>
            <w:r w:rsidRPr="00E818DE">
              <w:rPr>
                <w:b/>
                <w:bCs/>
                <w:sz w:val="24"/>
                <w:szCs w:val="32"/>
              </w:rPr>
              <w:t xml:space="preserve">  </w:t>
            </w:r>
          </w:p>
        </w:tc>
      </w:tr>
      <w:tr w:rsidR="0079089C" w14:paraId="0B1A4A01" w14:textId="77777777" w:rsidTr="00642BB9">
        <w:trPr>
          <w:trHeight w:val="152"/>
        </w:trPr>
        <w:tc>
          <w:tcPr>
            <w:tcW w:w="792" w:type="dxa"/>
            <w:gridSpan w:val="2"/>
            <w:vAlign w:val="center"/>
          </w:tcPr>
          <w:p w14:paraId="6905F359" w14:textId="77777777" w:rsidR="0079089C" w:rsidRDefault="0079089C" w:rsidP="003F7FF7">
            <w:pPr>
              <w:rPr>
                <w:noProof/>
              </w:rPr>
            </w:pPr>
          </w:p>
        </w:tc>
        <w:tc>
          <w:tcPr>
            <w:tcW w:w="3189" w:type="dxa"/>
            <w:gridSpan w:val="2"/>
          </w:tcPr>
          <w:p w14:paraId="245599A4" w14:textId="77777777" w:rsidR="0079089C" w:rsidRDefault="0079089C" w:rsidP="003F7FF7"/>
        </w:tc>
        <w:tc>
          <w:tcPr>
            <w:tcW w:w="489" w:type="dxa"/>
            <w:vAlign w:val="center"/>
          </w:tcPr>
          <w:p w14:paraId="02F3E92C" w14:textId="77777777" w:rsidR="0079089C" w:rsidRDefault="0079089C" w:rsidP="003F7FF7">
            <w:pPr>
              <w:rPr>
                <w:noProof/>
              </w:rPr>
            </w:pPr>
          </w:p>
        </w:tc>
        <w:tc>
          <w:tcPr>
            <w:tcW w:w="2147" w:type="dxa"/>
          </w:tcPr>
          <w:p w14:paraId="6244E020" w14:textId="77777777" w:rsidR="0079089C" w:rsidRDefault="0079089C" w:rsidP="003F7FF7"/>
        </w:tc>
        <w:tc>
          <w:tcPr>
            <w:tcW w:w="611" w:type="dxa"/>
            <w:vAlign w:val="center"/>
          </w:tcPr>
          <w:p w14:paraId="07570CBD" w14:textId="77777777" w:rsidR="0079089C" w:rsidRDefault="0079089C" w:rsidP="003F7FF7">
            <w:pPr>
              <w:jc w:val="center"/>
              <w:rPr>
                <w:noProof/>
              </w:rPr>
            </w:pPr>
          </w:p>
        </w:tc>
        <w:tc>
          <w:tcPr>
            <w:tcW w:w="4253" w:type="dxa"/>
          </w:tcPr>
          <w:p w14:paraId="3190625D" w14:textId="77777777" w:rsidR="0079089C" w:rsidRDefault="0079089C" w:rsidP="003F7FF7"/>
        </w:tc>
      </w:tr>
      <w:tr w:rsidR="0079089C" w14:paraId="10E7B5D5" w14:textId="77777777" w:rsidTr="00642BB9">
        <w:trPr>
          <w:trHeight w:val="350"/>
        </w:trPr>
        <w:tc>
          <w:tcPr>
            <w:tcW w:w="792" w:type="dxa"/>
            <w:gridSpan w:val="2"/>
            <w:vAlign w:val="center"/>
          </w:tcPr>
          <w:p w14:paraId="0A95AF08" w14:textId="77777777" w:rsidR="0079089C" w:rsidRDefault="0079089C" w:rsidP="003F7FF7">
            <w:r>
              <w:rPr>
                <w:noProof/>
              </w:rPr>
              <w:drawing>
                <wp:inline distT="0" distB="0" distL="0" distR="0" wp14:anchorId="3E64BFA5" wp14:editId="3A18F0C9">
                  <wp:extent cx="226568" cy="213360"/>
                  <wp:effectExtent l="0" t="0" r="762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77" t="19429" r="18462" b="26000"/>
                          <a:stretch/>
                        </pic:blipFill>
                        <pic:spPr bwMode="auto">
                          <a:xfrm>
                            <a:off x="0" y="0"/>
                            <a:ext cx="226568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9" w:type="dxa"/>
            <w:gridSpan w:val="2"/>
          </w:tcPr>
          <w:p w14:paraId="2B686EE5" w14:textId="77777777" w:rsidR="0079089C" w:rsidRDefault="0079089C" w:rsidP="003F7FF7">
            <w:proofErr w:type="spellStart"/>
            <w:r>
              <w:t>Loni</w:t>
            </w:r>
            <w:proofErr w:type="spellEnd"/>
            <w:r>
              <w:t xml:space="preserve"> </w:t>
            </w:r>
            <w:proofErr w:type="spellStart"/>
            <w:r>
              <w:t>Kalbhor</w:t>
            </w:r>
            <w:proofErr w:type="spellEnd"/>
            <w:r>
              <w:t>, Hadapsar, Pune.</w:t>
            </w:r>
          </w:p>
        </w:tc>
        <w:tc>
          <w:tcPr>
            <w:tcW w:w="489" w:type="dxa"/>
            <w:vAlign w:val="center"/>
          </w:tcPr>
          <w:p w14:paraId="60730861" w14:textId="77777777" w:rsidR="0079089C" w:rsidRDefault="0079089C" w:rsidP="003F7FF7">
            <w:r>
              <w:rPr>
                <w:noProof/>
              </w:rPr>
              <w:drawing>
                <wp:inline distT="0" distB="0" distL="0" distR="0" wp14:anchorId="69DA32AC" wp14:editId="72D6E0A6">
                  <wp:extent cx="173355" cy="173355"/>
                  <wp:effectExtent l="0" t="0" r="0" b="0"/>
                  <wp:docPr id="3" name="Picture 3" descr="Phone icon - Free download on Iconfi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hone icon - Free download on Iconfin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</w:tcPr>
          <w:p w14:paraId="38154C21" w14:textId="77777777" w:rsidR="0079089C" w:rsidRDefault="0079089C" w:rsidP="003F7FF7">
            <w:r>
              <w:t>+91 7796693489</w:t>
            </w:r>
          </w:p>
        </w:tc>
        <w:tc>
          <w:tcPr>
            <w:tcW w:w="611" w:type="dxa"/>
            <w:vAlign w:val="center"/>
          </w:tcPr>
          <w:p w14:paraId="24164E21" w14:textId="77777777" w:rsidR="0079089C" w:rsidRDefault="0079089C" w:rsidP="003F7FF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753D49" wp14:editId="04BCF277">
                  <wp:extent cx="173990" cy="173990"/>
                  <wp:effectExtent l="0" t="0" r="0" b="0"/>
                  <wp:docPr id="6" name="Picture 6" descr="Email - Free multimedia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mail - Free multimedia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14:paraId="06C00E0D" w14:textId="77777777" w:rsidR="0079089C" w:rsidRDefault="0079089C" w:rsidP="003F7FF7">
            <w:r>
              <w:t>shubham.myjob@gmail.com</w:t>
            </w:r>
          </w:p>
        </w:tc>
      </w:tr>
      <w:tr w:rsidR="0079089C" w14:paraId="1B9E4055" w14:textId="77777777" w:rsidTr="00642BB9">
        <w:trPr>
          <w:trHeight w:val="161"/>
        </w:trPr>
        <w:tc>
          <w:tcPr>
            <w:tcW w:w="792" w:type="dxa"/>
            <w:gridSpan w:val="2"/>
            <w:vAlign w:val="center"/>
          </w:tcPr>
          <w:p w14:paraId="24376D32" w14:textId="77777777" w:rsidR="0079089C" w:rsidRDefault="0079089C" w:rsidP="003F7FF7">
            <w:pPr>
              <w:rPr>
                <w:noProof/>
              </w:rPr>
            </w:pPr>
          </w:p>
        </w:tc>
        <w:tc>
          <w:tcPr>
            <w:tcW w:w="3189" w:type="dxa"/>
            <w:gridSpan w:val="2"/>
          </w:tcPr>
          <w:p w14:paraId="7D64CF35" w14:textId="77777777" w:rsidR="0079089C" w:rsidRDefault="0079089C" w:rsidP="003F7FF7"/>
        </w:tc>
        <w:tc>
          <w:tcPr>
            <w:tcW w:w="489" w:type="dxa"/>
            <w:vAlign w:val="center"/>
          </w:tcPr>
          <w:p w14:paraId="1F6E1F5D" w14:textId="77777777" w:rsidR="0079089C" w:rsidRDefault="0079089C" w:rsidP="003F7FF7">
            <w:pPr>
              <w:rPr>
                <w:noProof/>
              </w:rPr>
            </w:pPr>
          </w:p>
        </w:tc>
        <w:tc>
          <w:tcPr>
            <w:tcW w:w="2147" w:type="dxa"/>
          </w:tcPr>
          <w:p w14:paraId="5EB5F70B" w14:textId="77777777" w:rsidR="0079089C" w:rsidRDefault="0079089C" w:rsidP="003F7FF7"/>
        </w:tc>
        <w:tc>
          <w:tcPr>
            <w:tcW w:w="611" w:type="dxa"/>
            <w:vAlign w:val="center"/>
          </w:tcPr>
          <w:p w14:paraId="05D34D0C" w14:textId="77777777" w:rsidR="0079089C" w:rsidRDefault="0079089C" w:rsidP="003F7FF7">
            <w:pPr>
              <w:jc w:val="center"/>
              <w:rPr>
                <w:noProof/>
              </w:rPr>
            </w:pPr>
          </w:p>
        </w:tc>
        <w:tc>
          <w:tcPr>
            <w:tcW w:w="4253" w:type="dxa"/>
          </w:tcPr>
          <w:p w14:paraId="163F75FE" w14:textId="77777777" w:rsidR="0079089C" w:rsidRDefault="0079089C" w:rsidP="003F7FF7"/>
        </w:tc>
      </w:tr>
      <w:tr w:rsidR="0079089C" w14:paraId="74500F38" w14:textId="77777777" w:rsidTr="00642BB9">
        <w:tc>
          <w:tcPr>
            <w:tcW w:w="792" w:type="dxa"/>
            <w:gridSpan w:val="2"/>
            <w:vAlign w:val="center"/>
          </w:tcPr>
          <w:p w14:paraId="2116B30E" w14:textId="77777777" w:rsidR="0079089C" w:rsidRDefault="0079089C" w:rsidP="003F7FF7">
            <w:r>
              <w:rPr>
                <w:noProof/>
              </w:rPr>
              <w:drawing>
                <wp:inline distT="0" distB="0" distL="0" distR="0" wp14:anchorId="5FAE63A5" wp14:editId="4031956C">
                  <wp:extent cx="226060" cy="226060"/>
                  <wp:effectExtent l="0" t="0" r="254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5" w:type="dxa"/>
            <w:gridSpan w:val="4"/>
          </w:tcPr>
          <w:p w14:paraId="7EDFE012" w14:textId="77777777" w:rsidR="0079089C" w:rsidRDefault="00450CA7" w:rsidP="003F7FF7">
            <w:hyperlink r:id="rId15" w:history="1">
              <w:r w:rsidR="0079089C" w:rsidRPr="00472B13">
                <w:rPr>
                  <w:rStyle w:val="Hyperlink"/>
                </w:rPr>
                <w:t>https://www.linkedin.com/in/shubham-l-a8b0a91b1/</w:t>
              </w:r>
            </w:hyperlink>
          </w:p>
        </w:tc>
        <w:tc>
          <w:tcPr>
            <w:tcW w:w="611" w:type="dxa"/>
            <w:vAlign w:val="center"/>
          </w:tcPr>
          <w:p w14:paraId="6DA41762" w14:textId="77777777" w:rsidR="0079089C" w:rsidRDefault="0079089C" w:rsidP="003F7FF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3E19F7" wp14:editId="6E76E860">
                  <wp:extent cx="251229" cy="243840"/>
                  <wp:effectExtent l="0" t="0" r="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40" t="13280" r="12000" b="12800"/>
                          <a:stretch/>
                        </pic:blipFill>
                        <pic:spPr bwMode="auto">
                          <a:xfrm>
                            <a:off x="0" y="0"/>
                            <a:ext cx="259131" cy="251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14:paraId="4B220CC0" w14:textId="77777777" w:rsidR="0079089C" w:rsidRDefault="00450CA7" w:rsidP="003F7FF7">
            <w:hyperlink r:id="rId17" w:history="1">
              <w:r w:rsidR="0079089C" w:rsidRPr="00472B13">
                <w:rPr>
                  <w:rStyle w:val="Hyperlink"/>
                </w:rPr>
                <w:t>https://github.com/SLoharkar/</w:t>
              </w:r>
            </w:hyperlink>
          </w:p>
        </w:tc>
      </w:tr>
      <w:tr w:rsidR="0079089C" w14:paraId="763ECA9F" w14:textId="77777777" w:rsidTr="00CA56E1">
        <w:tc>
          <w:tcPr>
            <w:tcW w:w="11481" w:type="dxa"/>
            <w:gridSpan w:val="8"/>
            <w:vAlign w:val="center"/>
          </w:tcPr>
          <w:p w14:paraId="3A875E70" w14:textId="77777777" w:rsidR="0079089C" w:rsidRDefault="0079089C" w:rsidP="003F7FF7">
            <w:pPr>
              <w:rPr>
                <w:rStyle w:val="Hyperlink"/>
              </w:rPr>
            </w:pPr>
          </w:p>
        </w:tc>
      </w:tr>
      <w:tr w:rsidR="0079089C" w14:paraId="2D806115" w14:textId="77777777" w:rsidTr="00CA56E1">
        <w:trPr>
          <w:trHeight w:val="800"/>
        </w:trPr>
        <w:tc>
          <w:tcPr>
            <w:tcW w:w="11481" w:type="dxa"/>
            <w:gridSpan w:val="8"/>
            <w:vAlign w:val="center"/>
          </w:tcPr>
          <w:p w14:paraId="7AA425A8" w14:textId="32AF063A" w:rsidR="0079089C" w:rsidRPr="00CA56E1" w:rsidRDefault="0079089C" w:rsidP="00004BBD">
            <w:pPr>
              <w:spacing w:line="360" w:lineRule="auto"/>
              <w:rPr>
                <w:b/>
                <w:bCs/>
                <w:sz w:val="32"/>
                <w:szCs w:val="44"/>
              </w:rPr>
            </w:pPr>
            <w:r w:rsidRPr="00CA56E1">
              <w:rPr>
                <w:b/>
                <w:bCs/>
                <w:sz w:val="32"/>
                <w:szCs w:val="44"/>
              </w:rPr>
              <w:t>Summary</w:t>
            </w:r>
          </w:p>
          <w:p w14:paraId="3582A27B" w14:textId="77777777" w:rsidR="00CA56E1" w:rsidRDefault="00004BBD" w:rsidP="003F7FF7">
            <w:r>
              <w:t>I am a Certified CEH V11 with Experience</w:t>
            </w:r>
          </w:p>
          <w:p w14:paraId="6B2CB749" w14:textId="4B9530EC" w:rsidR="00004BBD" w:rsidRPr="00004BBD" w:rsidRDefault="00004BBD" w:rsidP="003F7FF7">
            <w:pPr>
              <w:rPr>
                <w:rStyle w:val="Hyperlink"/>
                <w:color w:val="auto"/>
                <w:u w:val="none"/>
              </w:rPr>
            </w:pPr>
            <w:r>
              <w:t xml:space="preserve"> </w:t>
            </w:r>
          </w:p>
        </w:tc>
      </w:tr>
      <w:tr w:rsidR="00CA56E1" w14:paraId="770ED9A0" w14:textId="77777777" w:rsidTr="00CA56E1">
        <w:tc>
          <w:tcPr>
            <w:tcW w:w="11481" w:type="dxa"/>
            <w:gridSpan w:val="8"/>
            <w:vAlign w:val="center"/>
          </w:tcPr>
          <w:p w14:paraId="058C6BC3" w14:textId="03CD9DF0" w:rsidR="00CA56E1" w:rsidRDefault="00CA56E1" w:rsidP="00CA56E1">
            <w:pPr>
              <w:spacing w:line="360" w:lineRule="auto"/>
              <w:rPr>
                <w:b/>
                <w:bCs/>
                <w:sz w:val="36"/>
                <w:szCs w:val="44"/>
              </w:rPr>
            </w:pPr>
            <w:r w:rsidRPr="00CA56E1">
              <w:rPr>
                <w:b/>
                <w:bCs/>
                <w:sz w:val="32"/>
                <w:szCs w:val="44"/>
              </w:rPr>
              <w:t>Experience</w:t>
            </w:r>
          </w:p>
        </w:tc>
      </w:tr>
      <w:tr w:rsidR="00CA56E1" w14:paraId="52BF6E7A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2CA64114" w14:textId="3F2F0392" w:rsidR="00CA56E1" w:rsidRDefault="00CA56E1" w:rsidP="00CA56E1">
            <w:pPr>
              <w:spacing w:line="360" w:lineRule="auto"/>
              <w:rPr>
                <w:b/>
                <w:bCs/>
                <w:sz w:val="36"/>
                <w:szCs w:val="44"/>
              </w:rPr>
            </w:pPr>
            <w:r>
              <w:rPr>
                <w:b/>
                <w:noProof/>
                <w:position w:val="-10"/>
              </w:rPr>
              <w:drawing>
                <wp:inline distT="0" distB="0" distL="0" distR="0" wp14:anchorId="09A8BC01" wp14:editId="32FFECCD">
                  <wp:extent cx="257175" cy="249459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9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21805166" w14:textId="6EAC0809" w:rsidR="00CA56E1" w:rsidRPr="00CA56E1" w:rsidRDefault="00CA56E1" w:rsidP="00CA56E1">
            <w:pPr>
              <w:spacing w:line="360" w:lineRule="auto"/>
              <w:rPr>
                <w:b/>
                <w:bCs/>
                <w:sz w:val="32"/>
                <w:szCs w:val="44"/>
              </w:rPr>
            </w:pPr>
            <w:r w:rsidRPr="00CA56E1">
              <w:rPr>
                <w:b/>
                <w:bCs/>
                <w:sz w:val="28"/>
                <w:szCs w:val="44"/>
              </w:rPr>
              <w:t>System Administrator</w:t>
            </w:r>
          </w:p>
        </w:tc>
      </w:tr>
      <w:tr w:rsidR="00CA56E1" w14:paraId="539622B8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722F26B9" w14:textId="77777777" w:rsidR="00CA56E1" w:rsidRDefault="00CA56E1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15ED81B8" w14:textId="7B258D14" w:rsidR="00CA56E1" w:rsidRDefault="00CA56E1" w:rsidP="00CA56E1">
            <w:pPr>
              <w:spacing w:line="360" w:lineRule="auto"/>
              <w:rPr>
                <w:b/>
                <w:bCs/>
                <w:sz w:val="32"/>
                <w:szCs w:val="44"/>
              </w:rPr>
            </w:pPr>
            <w:proofErr w:type="spellStart"/>
            <w:r w:rsidRPr="00212A83">
              <w:rPr>
                <w:sz w:val="22"/>
              </w:rPr>
              <w:t>Magicflare</w:t>
            </w:r>
            <w:proofErr w:type="spellEnd"/>
            <w:r w:rsidRPr="00212A83">
              <w:rPr>
                <w:spacing w:val="-6"/>
                <w:sz w:val="22"/>
              </w:rPr>
              <w:t xml:space="preserve"> </w:t>
            </w:r>
            <w:r w:rsidRPr="00212A83">
              <w:rPr>
                <w:sz w:val="22"/>
              </w:rPr>
              <w:t>Software</w:t>
            </w:r>
            <w:r w:rsidRPr="00212A83">
              <w:rPr>
                <w:spacing w:val="-5"/>
                <w:sz w:val="22"/>
              </w:rPr>
              <w:t xml:space="preserve"> </w:t>
            </w:r>
            <w:r w:rsidRPr="00212A83">
              <w:rPr>
                <w:sz w:val="22"/>
              </w:rPr>
              <w:t>Services LLP</w:t>
            </w:r>
          </w:p>
        </w:tc>
      </w:tr>
      <w:tr w:rsidR="00642BB9" w14:paraId="250FB50F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542BD608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30BEDC21" w14:textId="7B183BA4" w:rsidR="00642BB9" w:rsidRDefault="00642BB9" w:rsidP="00CA56E1">
            <w:pPr>
              <w:spacing w:line="360" w:lineRule="auto"/>
            </w:pPr>
            <w:r>
              <w:t>Mar 2022 – Mar 2023 (</w:t>
            </w:r>
            <w:proofErr w:type="gramStart"/>
            <w:r>
              <w:t>1 year</w:t>
            </w:r>
            <w:proofErr w:type="gramEnd"/>
            <w:r>
              <w:t xml:space="preserve"> 1 month)</w:t>
            </w:r>
          </w:p>
        </w:tc>
      </w:tr>
      <w:tr w:rsidR="00642BB9" w14:paraId="50099877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156C4D38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76DB2439" w14:textId="725A20E7" w:rsidR="00642BB9" w:rsidRDefault="00642BB9" w:rsidP="00CA56E1">
            <w:pPr>
              <w:spacing w:line="360" w:lineRule="auto"/>
            </w:pPr>
            <w:r>
              <w:t>Roles &amp; Responsibilities</w:t>
            </w:r>
          </w:p>
        </w:tc>
      </w:tr>
      <w:tr w:rsidR="00642BB9" w14:paraId="085ADE2F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24A369F3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2C245197" w14:textId="77777777" w:rsidR="00642BB9" w:rsidRDefault="00642BB9" w:rsidP="00CA56E1">
            <w:pPr>
              <w:spacing w:line="360" w:lineRule="auto"/>
            </w:pPr>
          </w:p>
        </w:tc>
      </w:tr>
      <w:tr w:rsidR="00642BB9" w14:paraId="1DEBFBAE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31D10854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395" w:type="dxa"/>
            <w:gridSpan w:val="2"/>
            <w:vAlign w:val="center"/>
          </w:tcPr>
          <w:p w14:paraId="45765353" w14:textId="47BA17FB" w:rsidR="00642BB9" w:rsidRDefault="00642BB9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1.</w:t>
            </w:r>
          </w:p>
        </w:tc>
        <w:tc>
          <w:tcPr>
            <w:tcW w:w="10465" w:type="dxa"/>
            <w:gridSpan w:val="5"/>
            <w:vAlign w:val="center"/>
          </w:tcPr>
          <w:p w14:paraId="3B393D28" w14:textId="4E08B7F0" w:rsidR="00642BB9" w:rsidRDefault="00212A83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Install &amp; Configure Software &amp; Hardware</w:t>
            </w:r>
          </w:p>
        </w:tc>
      </w:tr>
      <w:tr w:rsidR="00642BB9" w14:paraId="43C81A74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08355BC7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395" w:type="dxa"/>
            <w:gridSpan w:val="2"/>
            <w:vAlign w:val="center"/>
          </w:tcPr>
          <w:p w14:paraId="020EA808" w14:textId="4A2158A5" w:rsidR="00642BB9" w:rsidRDefault="00642BB9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2.</w:t>
            </w:r>
          </w:p>
        </w:tc>
        <w:tc>
          <w:tcPr>
            <w:tcW w:w="10465" w:type="dxa"/>
            <w:gridSpan w:val="5"/>
            <w:vAlign w:val="center"/>
          </w:tcPr>
          <w:p w14:paraId="0750DA01" w14:textId="0BCE262C" w:rsidR="00642BB9" w:rsidRDefault="00212A83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Manage Active Directory Users &amp; Group</w:t>
            </w:r>
          </w:p>
        </w:tc>
      </w:tr>
      <w:tr w:rsidR="00642BB9" w14:paraId="2320907B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690817A5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395" w:type="dxa"/>
            <w:gridSpan w:val="2"/>
            <w:vAlign w:val="center"/>
          </w:tcPr>
          <w:p w14:paraId="7680087A" w14:textId="1A82D9A6" w:rsidR="00642BB9" w:rsidRDefault="00642BB9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3.</w:t>
            </w:r>
          </w:p>
        </w:tc>
        <w:tc>
          <w:tcPr>
            <w:tcW w:w="10465" w:type="dxa"/>
            <w:gridSpan w:val="5"/>
            <w:vAlign w:val="center"/>
          </w:tcPr>
          <w:p w14:paraId="28D233F9" w14:textId="3A51525D" w:rsidR="00642BB9" w:rsidRPr="00642BB9" w:rsidRDefault="00212A83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Manage Local &amp; Group Policy</w:t>
            </w:r>
          </w:p>
        </w:tc>
      </w:tr>
      <w:tr w:rsidR="00642BB9" w14:paraId="37835052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0DAA2621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395" w:type="dxa"/>
            <w:gridSpan w:val="2"/>
            <w:vAlign w:val="center"/>
          </w:tcPr>
          <w:p w14:paraId="53856F58" w14:textId="49F8FF13" w:rsidR="00642BB9" w:rsidRDefault="00642BB9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4.</w:t>
            </w:r>
          </w:p>
        </w:tc>
        <w:tc>
          <w:tcPr>
            <w:tcW w:w="10465" w:type="dxa"/>
            <w:gridSpan w:val="5"/>
            <w:vAlign w:val="center"/>
          </w:tcPr>
          <w:p w14:paraId="410D5504" w14:textId="0D6D7FF8" w:rsidR="00642BB9" w:rsidRPr="00642BB9" w:rsidRDefault="00212A83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Monitor Performance &amp; Maintain System According to Requirement</w:t>
            </w:r>
          </w:p>
        </w:tc>
      </w:tr>
      <w:tr w:rsidR="00642BB9" w14:paraId="0CFA6FA3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2109B660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395" w:type="dxa"/>
            <w:gridSpan w:val="2"/>
            <w:vAlign w:val="center"/>
          </w:tcPr>
          <w:p w14:paraId="0CA63866" w14:textId="6C573F5A" w:rsidR="00642BB9" w:rsidRDefault="00642BB9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5.</w:t>
            </w:r>
          </w:p>
        </w:tc>
        <w:tc>
          <w:tcPr>
            <w:tcW w:w="10465" w:type="dxa"/>
            <w:gridSpan w:val="5"/>
            <w:vAlign w:val="center"/>
          </w:tcPr>
          <w:p w14:paraId="5FCE6B62" w14:textId="748128D5" w:rsidR="00642BB9" w:rsidRPr="00642BB9" w:rsidRDefault="00212A83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Troubleshoot Issues and Outages</w:t>
            </w:r>
          </w:p>
        </w:tc>
      </w:tr>
      <w:tr w:rsidR="00642BB9" w14:paraId="2EB74DAA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53BCAD3F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395" w:type="dxa"/>
            <w:gridSpan w:val="2"/>
            <w:vAlign w:val="center"/>
          </w:tcPr>
          <w:p w14:paraId="084F2288" w14:textId="5951794E" w:rsidR="00642BB9" w:rsidRDefault="00642BB9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6.</w:t>
            </w:r>
          </w:p>
        </w:tc>
        <w:tc>
          <w:tcPr>
            <w:tcW w:w="10465" w:type="dxa"/>
            <w:gridSpan w:val="5"/>
            <w:vAlign w:val="center"/>
          </w:tcPr>
          <w:p w14:paraId="5EEC6A4F" w14:textId="421BA453" w:rsidR="00642BB9" w:rsidRPr="00642BB9" w:rsidRDefault="00212A83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Ensure Security through access controls, backup and firewalls</w:t>
            </w:r>
          </w:p>
        </w:tc>
      </w:tr>
      <w:tr w:rsidR="00212A83" w14:paraId="2C941C5E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6E6D5872" w14:textId="77777777" w:rsidR="00212A83" w:rsidRDefault="00212A83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395" w:type="dxa"/>
            <w:gridSpan w:val="2"/>
            <w:vAlign w:val="center"/>
          </w:tcPr>
          <w:p w14:paraId="73E6FCD4" w14:textId="2E0A2600" w:rsidR="00212A83" w:rsidRDefault="00212A83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7.</w:t>
            </w:r>
          </w:p>
        </w:tc>
        <w:tc>
          <w:tcPr>
            <w:tcW w:w="10465" w:type="dxa"/>
            <w:gridSpan w:val="5"/>
            <w:vAlign w:val="center"/>
          </w:tcPr>
          <w:p w14:paraId="7F7E551C" w14:textId="3F491009" w:rsidR="00212A83" w:rsidRDefault="00212A83" w:rsidP="00642BB9">
            <w:pPr>
              <w:widowControl w:val="0"/>
              <w:tabs>
                <w:tab w:val="left" w:pos="783"/>
              </w:tabs>
              <w:autoSpaceDE w:val="0"/>
              <w:autoSpaceDN w:val="0"/>
              <w:spacing w:before="50"/>
            </w:pPr>
            <w:r>
              <w:t>Setup VPN Server, File</w:t>
            </w:r>
            <w:r>
              <w:rPr>
                <w:spacing w:val="-5"/>
              </w:rPr>
              <w:t xml:space="preserve"> </w:t>
            </w:r>
            <w:r>
              <w:t>Server,</w:t>
            </w:r>
            <w:r>
              <w:rPr>
                <w:spacing w:val="-4"/>
              </w:rPr>
              <w:t xml:space="preserve"> </w:t>
            </w:r>
            <w:r>
              <w:t>Git</w:t>
            </w:r>
            <w:r>
              <w:rPr>
                <w:spacing w:val="-5"/>
              </w:rPr>
              <w:t xml:space="preserve"> </w:t>
            </w:r>
            <w:r>
              <w:t>Server, Oracle 19c Database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Working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Microsoft</w:t>
            </w:r>
            <w:r>
              <w:rPr>
                <w:spacing w:val="-4"/>
              </w:rPr>
              <w:t xml:space="preserve"> </w:t>
            </w:r>
            <w:r>
              <w:t>Server</w:t>
            </w:r>
            <w:r>
              <w:rPr>
                <w:spacing w:val="-5"/>
              </w:rPr>
              <w:t xml:space="preserve"> </w:t>
            </w:r>
            <w:r>
              <w:t>2019</w:t>
            </w:r>
          </w:p>
        </w:tc>
      </w:tr>
      <w:tr w:rsidR="00642BB9" w14:paraId="72CA5D3F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6780AB0B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4E2EC1B7" w14:textId="78FF5EAB" w:rsidR="00642BB9" w:rsidRDefault="00642BB9" w:rsidP="00CA56E1">
            <w:pPr>
              <w:spacing w:line="360" w:lineRule="auto"/>
            </w:pPr>
          </w:p>
        </w:tc>
      </w:tr>
      <w:tr w:rsidR="00642BB9" w14:paraId="325744B3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5B2CBBA6" w14:textId="331CC7A0" w:rsidR="00642BB9" w:rsidRDefault="00212A83" w:rsidP="00CA56E1">
            <w:pPr>
              <w:spacing w:line="360" w:lineRule="auto"/>
              <w:rPr>
                <w:b/>
                <w:noProof/>
                <w:position w:val="-10"/>
              </w:rPr>
            </w:pPr>
            <w:r>
              <w:rPr>
                <w:b/>
                <w:noProof/>
                <w:position w:val="-11"/>
              </w:rPr>
              <w:drawing>
                <wp:inline distT="0" distB="0" distL="0" distR="0" wp14:anchorId="72230197" wp14:editId="4400EE19">
                  <wp:extent cx="226313" cy="228600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13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5E27A7A5" w14:textId="166D1C79" w:rsidR="00642BB9" w:rsidRDefault="00212A83" w:rsidP="00CA56E1">
            <w:pPr>
              <w:spacing w:line="360" w:lineRule="auto"/>
            </w:pPr>
            <w:r>
              <w:rPr>
                <w:b/>
                <w:bCs/>
                <w:sz w:val="28"/>
                <w:szCs w:val="44"/>
              </w:rPr>
              <w:t>Technical Trainer</w:t>
            </w:r>
          </w:p>
        </w:tc>
      </w:tr>
      <w:tr w:rsidR="00642BB9" w14:paraId="55BA99C5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1E527587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5C737E21" w14:textId="75BD227D" w:rsidR="00642BB9" w:rsidRDefault="00212A83" w:rsidP="00CA56E1">
            <w:pPr>
              <w:spacing w:line="360" w:lineRule="auto"/>
            </w:pPr>
            <w:r w:rsidRPr="00212A83">
              <w:rPr>
                <w:sz w:val="22"/>
              </w:rPr>
              <w:t>IANT</w:t>
            </w:r>
            <w:r w:rsidRPr="00212A83">
              <w:rPr>
                <w:spacing w:val="-6"/>
                <w:sz w:val="22"/>
              </w:rPr>
              <w:t xml:space="preserve"> </w:t>
            </w:r>
            <w:r w:rsidRPr="00212A83">
              <w:rPr>
                <w:sz w:val="22"/>
              </w:rPr>
              <w:t>(Institute</w:t>
            </w:r>
            <w:r w:rsidRPr="00212A83">
              <w:rPr>
                <w:spacing w:val="-5"/>
                <w:sz w:val="22"/>
              </w:rPr>
              <w:t xml:space="preserve"> </w:t>
            </w:r>
            <w:r w:rsidRPr="00212A83">
              <w:rPr>
                <w:sz w:val="22"/>
              </w:rPr>
              <w:t>of</w:t>
            </w:r>
            <w:r w:rsidRPr="00212A83">
              <w:rPr>
                <w:spacing w:val="-6"/>
                <w:sz w:val="22"/>
              </w:rPr>
              <w:t xml:space="preserve"> </w:t>
            </w:r>
            <w:r w:rsidRPr="00212A83">
              <w:rPr>
                <w:sz w:val="22"/>
              </w:rPr>
              <w:t>Advance</w:t>
            </w:r>
            <w:r w:rsidRPr="00212A83">
              <w:rPr>
                <w:spacing w:val="-5"/>
                <w:sz w:val="22"/>
              </w:rPr>
              <w:t xml:space="preserve"> </w:t>
            </w:r>
            <w:r w:rsidRPr="00212A83">
              <w:rPr>
                <w:sz w:val="22"/>
              </w:rPr>
              <w:t>Network</w:t>
            </w:r>
            <w:r w:rsidRPr="00212A83">
              <w:rPr>
                <w:spacing w:val="-5"/>
                <w:sz w:val="22"/>
              </w:rPr>
              <w:t xml:space="preserve"> </w:t>
            </w:r>
            <w:r w:rsidRPr="00212A83">
              <w:rPr>
                <w:sz w:val="22"/>
              </w:rPr>
              <w:t>Technology)</w:t>
            </w:r>
          </w:p>
        </w:tc>
      </w:tr>
      <w:tr w:rsidR="00642BB9" w14:paraId="18E5A41E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4414EA4F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716DB5D5" w14:textId="44C09ECA" w:rsidR="00642BB9" w:rsidRDefault="00212A83" w:rsidP="00CA56E1">
            <w:pPr>
              <w:spacing w:line="360" w:lineRule="auto"/>
            </w:pPr>
            <w:r>
              <w:t>Apr</w:t>
            </w:r>
            <w:r>
              <w:rPr>
                <w:spacing w:val="-3"/>
              </w:rPr>
              <w:t xml:space="preserve"> </w:t>
            </w:r>
            <w:r>
              <w:t>2021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Nov</w:t>
            </w:r>
            <w:r>
              <w:rPr>
                <w:spacing w:val="-2"/>
              </w:rPr>
              <w:t xml:space="preserve"> </w:t>
            </w:r>
            <w:r>
              <w:t>2021</w:t>
            </w:r>
            <w:r>
              <w:rPr>
                <w:spacing w:val="-2"/>
              </w:rPr>
              <w:t xml:space="preserve"> </w:t>
            </w:r>
            <w:r>
              <w:t>(8</w:t>
            </w:r>
            <w:r>
              <w:rPr>
                <w:spacing w:val="-3"/>
              </w:rPr>
              <w:t xml:space="preserve"> </w:t>
            </w:r>
            <w:r>
              <w:t>months)</w:t>
            </w:r>
          </w:p>
        </w:tc>
      </w:tr>
      <w:tr w:rsidR="00642BB9" w14:paraId="4F212D20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642A6F61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5CFC8CD1" w14:textId="77777777" w:rsidR="00212A83" w:rsidRPr="00E46279" w:rsidRDefault="00212A83" w:rsidP="00212A83">
            <w:pPr>
              <w:pStyle w:val="BodyText"/>
              <w:spacing w:before="50" w:line="292" w:lineRule="auto"/>
              <w:ind w:right="260"/>
              <w:rPr>
                <w:rFonts w:asciiTheme="minorHAnsi" w:hAnsiTheme="minorHAnsi" w:cstheme="minorHAnsi"/>
              </w:rPr>
            </w:pPr>
            <w:r w:rsidRPr="00E46279">
              <w:rPr>
                <w:rFonts w:asciiTheme="minorHAnsi" w:hAnsiTheme="minorHAnsi" w:cstheme="minorHAnsi"/>
              </w:rPr>
              <w:t>Technical</w:t>
            </w:r>
            <w:r w:rsidRPr="00E46279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Trainer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of</w:t>
            </w:r>
            <w:r w:rsidRPr="00E46279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Industrial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Technology</w:t>
            </w:r>
            <w:r w:rsidRPr="00E46279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Like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Red</w:t>
            </w:r>
            <w:r w:rsidRPr="00E46279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Hat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Linux,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Ethical</w:t>
            </w:r>
            <w:r w:rsidRPr="00E46279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Hacking,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Cloud</w:t>
            </w:r>
            <w:r w:rsidRPr="00E46279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Computing,</w:t>
            </w:r>
            <w:r w:rsidRPr="00E4627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Networking,</w:t>
            </w:r>
            <w:r w:rsidRPr="00E4627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CCNA,</w:t>
            </w:r>
            <w:r w:rsidRPr="00E4627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Hardware</w:t>
            </w:r>
            <w:r w:rsidRPr="00E4627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A+</w:t>
            </w:r>
            <w:r w:rsidRPr="00E4627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and</w:t>
            </w:r>
            <w:r w:rsidRPr="00E4627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IOT</w:t>
            </w:r>
          </w:p>
          <w:p w14:paraId="5944FC77" w14:textId="77777777" w:rsidR="00212A83" w:rsidRPr="00E46279" w:rsidRDefault="00212A83" w:rsidP="00212A83">
            <w:pPr>
              <w:pStyle w:val="BodyText"/>
              <w:spacing w:line="292" w:lineRule="auto"/>
              <w:ind w:right="1407"/>
              <w:rPr>
                <w:rFonts w:asciiTheme="minorHAnsi" w:hAnsiTheme="minorHAnsi" w:cstheme="minorHAnsi"/>
              </w:rPr>
            </w:pPr>
          </w:p>
          <w:p w14:paraId="71BC61B1" w14:textId="15CE0E9B" w:rsidR="00212A83" w:rsidRPr="00E46279" w:rsidRDefault="00212A83" w:rsidP="00212A83">
            <w:pPr>
              <w:pStyle w:val="BodyText"/>
              <w:spacing w:line="292" w:lineRule="auto"/>
              <w:ind w:right="1407"/>
              <w:rPr>
                <w:rFonts w:asciiTheme="minorHAnsi" w:hAnsiTheme="minorHAnsi" w:cstheme="minorHAnsi"/>
              </w:rPr>
            </w:pPr>
            <w:r w:rsidRPr="00E46279">
              <w:rPr>
                <w:rFonts w:asciiTheme="minorHAnsi" w:hAnsiTheme="minorHAnsi" w:cstheme="minorHAnsi"/>
              </w:rPr>
              <w:t>Some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Extra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Curricular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Activity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Like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Conducting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the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Webinar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of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Cyber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Security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and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Red</w:t>
            </w:r>
            <w:r w:rsidRPr="00E4627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Hat</w:t>
            </w:r>
            <w:r w:rsidR="00E46279">
              <w:rPr>
                <w:rFonts w:asciiTheme="minorHAnsi" w:hAnsiTheme="minorHAnsi" w:cstheme="minorHAnsi"/>
              </w:rPr>
              <w:t xml:space="preserve"> and </w:t>
            </w:r>
            <w:r w:rsidRPr="00E46279">
              <w:rPr>
                <w:rFonts w:asciiTheme="minorHAnsi" w:hAnsiTheme="minorHAnsi" w:cstheme="minorHAnsi"/>
              </w:rPr>
              <w:t>Also</w:t>
            </w:r>
            <w:r w:rsidRPr="00E4627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Conducting</w:t>
            </w:r>
            <w:r w:rsidRPr="00E4627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Product</w:t>
            </w:r>
            <w:r w:rsidRPr="00E4627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Training</w:t>
            </w:r>
            <w:r w:rsidRPr="00E4627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of</w:t>
            </w:r>
            <w:r w:rsidRPr="00E4627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Cyber</w:t>
            </w:r>
            <w:r w:rsidRPr="00E4627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Security</w:t>
            </w:r>
          </w:p>
          <w:p w14:paraId="403A4A30" w14:textId="77777777" w:rsidR="00212A83" w:rsidRPr="00E46279" w:rsidRDefault="00212A83" w:rsidP="00212A83">
            <w:pPr>
              <w:pStyle w:val="BodyText"/>
              <w:rPr>
                <w:rFonts w:asciiTheme="minorHAnsi" w:hAnsiTheme="minorHAnsi" w:cstheme="minorHAnsi"/>
              </w:rPr>
            </w:pPr>
          </w:p>
          <w:p w14:paraId="4AFFB720" w14:textId="173CF020" w:rsidR="00642BB9" w:rsidRDefault="00212A83" w:rsidP="00212A83">
            <w:pPr>
              <w:pStyle w:val="BodyText"/>
            </w:pPr>
            <w:r w:rsidRPr="00E46279">
              <w:rPr>
                <w:rFonts w:asciiTheme="minorHAnsi" w:hAnsiTheme="minorHAnsi" w:cstheme="minorHAnsi"/>
              </w:rPr>
              <w:t>My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Specialization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in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Red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Hat</w:t>
            </w:r>
            <w:r w:rsidRPr="00E4627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Linux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&amp;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Ethical</w:t>
            </w:r>
            <w:r w:rsidRPr="00E4627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6279">
              <w:rPr>
                <w:rFonts w:asciiTheme="minorHAnsi" w:hAnsiTheme="minorHAnsi" w:cstheme="minorHAnsi"/>
              </w:rPr>
              <w:t>Hacking</w:t>
            </w:r>
          </w:p>
        </w:tc>
      </w:tr>
      <w:tr w:rsidR="00642BB9" w14:paraId="0642925D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46A5C831" w14:textId="77777777" w:rsidR="00642BB9" w:rsidRDefault="00642BB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60FDDE35" w14:textId="77777777" w:rsidR="00642BB9" w:rsidRDefault="00642BB9" w:rsidP="00CA56E1">
            <w:pPr>
              <w:spacing w:line="360" w:lineRule="auto"/>
            </w:pPr>
          </w:p>
        </w:tc>
      </w:tr>
      <w:tr w:rsidR="00E46279" w14:paraId="7B9852C1" w14:textId="77777777" w:rsidTr="00E46279">
        <w:trPr>
          <w:trHeight w:val="503"/>
        </w:trPr>
        <w:tc>
          <w:tcPr>
            <w:tcW w:w="11481" w:type="dxa"/>
            <w:gridSpan w:val="8"/>
            <w:vAlign w:val="center"/>
          </w:tcPr>
          <w:p w14:paraId="6608D320" w14:textId="52D60C8B" w:rsidR="00E46279" w:rsidRDefault="00E46279" w:rsidP="00CA56E1">
            <w:pPr>
              <w:spacing w:line="360" w:lineRule="auto"/>
            </w:pPr>
            <w:r w:rsidRPr="00CA56E1">
              <w:rPr>
                <w:b/>
                <w:bCs/>
                <w:sz w:val="32"/>
                <w:szCs w:val="44"/>
              </w:rPr>
              <w:t>E</w:t>
            </w:r>
            <w:r>
              <w:rPr>
                <w:b/>
                <w:bCs/>
                <w:sz w:val="32"/>
                <w:szCs w:val="44"/>
              </w:rPr>
              <w:t>ducation</w:t>
            </w:r>
          </w:p>
        </w:tc>
      </w:tr>
      <w:tr w:rsidR="00642BB9" w14:paraId="198AB7CC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6B08C2B2" w14:textId="1C187745" w:rsidR="00642BB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  <w:r>
              <w:rPr>
                <w:b/>
                <w:noProof/>
                <w:position w:val="-7"/>
              </w:rPr>
              <w:drawing>
                <wp:inline distT="0" distB="0" distL="0" distR="0" wp14:anchorId="71A453A0" wp14:editId="48291EDB">
                  <wp:extent cx="228600" cy="182880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4A221BA0" w14:textId="302A5375" w:rsidR="00642BB9" w:rsidRDefault="00E46279" w:rsidP="00CA56E1">
            <w:pPr>
              <w:spacing w:line="360" w:lineRule="auto"/>
            </w:pPr>
            <w:r w:rsidRPr="00E46279">
              <w:rPr>
                <w:b/>
                <w:bCs/>
                <w:sz w:val="28"/>
                <w:szCs w:val="44"/>
              </w:rPr>
              <w:t>Savitribai Phule Pune University</w:t>
            </w:r>
          </w:p>
        </w:tc>
      </w:tr>
      <w:tr w:rsidR="00E46279" w14:paraId="5FC65D5F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793AEB6F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646708B8" w14:textId="4B06677A" w:rsidR="00E46279" w:rsidRDefault="00E46279" w:rsidP="00CA56E1">
            <w:pPr>
              <w:spacing w:line="360" w:lineRule="auto"/>
            </w:pPr>
            <w:r>
              <w:t>Bachelor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Computer</w:t>
            </w:r>
            <w:r>
              <w:rPr>
                <w:spacing w:val="-6"/>
              </w:rPr>
              <w:t xml:space="preserve"> </w:t>
            </w:r>
            <w:r>
              <w:t>Application</w:t>
            </w:r>
            <w:r>
              <w:rPr>
                <w:spacing w:val="-6"/>
              </w:rPr>
              <w:t xml:space="preserve"> </w:t>
            </w:r>
            <w:r>
              <w:t>(B.C.A)</w:t>
            </w:r>
          </w:p>
        </w:tc>
      </w:tr>
      <w:tr w:rsidR="00E46279" w14:paraId="7A713029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2606F28A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7393715F" w14:textId="0663C359" w:rsidR="00E46279" w:rsidRDefault="00E46279" w:rsidP="00CA56E1">
            <w:pPr>
              <w:spacing w:line="360" w:lineRule="auto"/>
            </w:pPr>
            <w:r>
              <w:t>Mar 2016 – Jun 2019</w:t>
            </w:r>
          </w:p>
        </w:tc>
      </w:tr>
      <w:tr w:rsidR="00E46279" w14:paraId="02DB9AD4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76B54B1D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240F87DB" w14:textId="77777777" w:rsidR="00E46279" w:rsidRDefault="00E46279" w:rsidP="00CA56E1">
            <w:pPr>
              <w:spacing w:line="360" w:lineRule="auto"/>
            </w:pPr>
          </w:p>
        </w:tc>
      </w:tr>
      <w:tr w:rsidR="00E46279" w14:paraId="677B8872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6B5647FA" w14:textId="52639238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  <w:r>
              <w:rPr>
                <w:noProof/>
              </w:rPr>
              <w:drawing>
                <wp:inline distT="0" distB="0" distL="0" distR="0" wp14:anchorId="50ED573E" wp14:editId="3C38CAC1">
                  <wp:extent cx="226313" cy="228600"/>
                  <wp:effectExtent l="0" t="0" r="0" b="0"/>
                  <wp:docPr id="11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13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6814227A" w14:textId="525F60CA" w:rsidR="00E46279" w:rsidRDefault="00E46279" w:rsidP="00CA56E1">
            <w:pPr>
              <w:spacing w:line="360" w:lineRule="auto"/>
            </w:pPr>
            <w:r w:rsidRPr="00E46279">
              <w:rPr>
                <w:b/>
                <w:bCs/>
                <w:sz w:val="28"/>
                <w:szCs w:val="44"/>
              </w:rPr>
              <w:t>IANT (Institute of Advance Network Technology)</w:t>
            </w:r>
          </w:p>
        </w:tc>
      </w:tr>
      <w:tr w:rsidR="00E46279" w14:paraId="083CDF9F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334511A8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7BC323AF" w14:textId="7E98CA61" w:rsidR="00E46279" w:rsidRDefault="00E46279" w:rsidP="00CA56E1">
            <w:pPr>
              <w:spacing w:line="360" w:lineRule="auto"/>
            </w:pPr>
            <w:r w:rsidRPr="00C1426C">
              <w:rPr>
                <w:b/>
              </w:rPr>
              <w:t>CHNA-SC+</w:t>
            </w:r>
            <w:r w:rsidR="00C1426C">
              <w:t xml:space="preserve">, </w:t>
            </w:r>
            <w:r>
              <w:t>Red Hat Linux, Ethical Hacking, Cloud Computing, Hardware A+, Networking, CCNA and IOT</w:t>
            </w:r>
          </w:p>
        </w:tc>
      </w:tr>
      <w:tr w:rsidR="00E46279" w14:paraId="04743793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42C79442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7D8F7B25" w14:textId="6A66504E" w:rsidR="00E46279" w:rsidRDefault="008A7050" w:rsidP="00CA56E1">
            <w:pPr>
              <w:spacing w:line="360" w:lineRule="auto"/>
            </w:pPr>
            <w:r>
              <w:t>Jul 2019 - Feb 2021</w:t>
            </w:r>
          </w:p>
        </w:tc>
      </w:tr>
      <w:tr w:rsidR="00E46279" w14:paraId="6A9E16FB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21964471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1CCC7480" w14:textId="77777777" w:rsidR="00E46279" w:rsidRDefault="00E46279" w:rsidP="00CA56E1">
            <w:pPr>
              <w:spacing w:line="360" w:lineRule="auto"/>
            </w:pPr>
          </w:p>
        </w:tc>
      </w:tr>
      <w:tr w:rsidR="00E46279" w14:paraId="5AA4695C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71A7C782" w14:textId="0995EF0E" w:rsidR="00E46279" w:rsidRDefault="00C1426C" w:rsidP="00CA56E1">
            <w:pPr>
              <w:spacing w:line="360" w:lineRule="auto"/>
              <w:rPr>
                <w:b/>
                <w:noProof/>
                <w:position w:val="-10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5800AA46" wp14:editId="2C91367E">
                  <wp:extent cx="221741" cy="185165"/>
                  <wp:effectExtent l="0" t="0" r="0" b="0"/>
                  <wp:docPr id="23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1" cy="18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4C9DBE90" w14:textId="7A8864BB" w:rsidR="00E46279" w:rsidRDefault="008A7050" w:rsidP="00CA56E1">
            <w:pPr>
              <w:spacing w:line="360" w:lineRule="auto"/>
            </w:pPr>
            <w:proofErr w:type="spellStart"/>
            <w:r w:rsidRPr="008A7050">
              <w:rPr>
                <w:b/>
                <w:bCs/>
                <w:sz w:val="28"/>
                <w:szCs w:val="44"/>
              </w:rPr>
              <w:t>Cybervault</w:t>
            </w:r>
            <w:proofErr w:type="spellEnd"/>
            <w:r w:rsidRPr="008A7050">
              <w:rPr>
                <w:b/>
                <w:bCs/>
                <w:sz w:val="28"/>
                <w:szCs w:val="44"/>
              </w:rPr>
              <w:t xml:space="preserve"> Securities Solution Pvt Ltd</w:t>
            </w:r>
          </w:p>
        </w:tc>
      </w:tr>
      <w:tr w:rsidR="00E46279" w14:paraId="1B2AE87A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4B59DB3D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513C8E46" w14:textId="5CCAD3B9" w:rsidR="00E46279" w:rsidRDefault="008A7050" w:rsidP="00CA56E1">
            <w:pPr>
              <w:spacing w:line="360" w:lineRule="auto"/>
            </w:pPr>
            <w:r>
              <w:t>CEH V11 (Certified Ethical Hacker Version 11)</w:t>
            </w:r>
          </w:p>
        </w:tc>
      </w:tr>
      <w:tr w:rsidR="00E46279" w14:paraId="3AAD8FDF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602CB8F8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2EC0EF6A" w14:textId="384ACF52" w:rsidR="00E46279" w:rsidRDefault="00C1426C" w:rsidP="00CA56E1">
            <w:pPr>
              <w:spacing w:line="360" w:lineRule="auto"/>
            </w:pPr>
            <w:r>
              <w:t>Oct 2020 – Feb 2021</w:t>
            </w:r>
          </w:p>
        </w:tc>
      </w:tr>
      <w:tr w:rsidR="00E46279" w14:paraId="2798DAE5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7CFFC1C1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7AB908F0" w14:textId="77777777" w:rsidR="00E46279" w:rsidRDefault="00E46279" w:rsidP="00CA56E1">
            <w:pPr>
              <w:spacing w:line="360" w:lineRule="auto"/>
            </w:pPr>
          </w:p>
        </w:tc>
      </w:tr>
      <w:tr w:rsidR="00E46279" w14:paraId="12915D92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027F5648" w14:textId="538C20F6" w:rsidR="00E46279" w:rsidRDefault="0085500C" w:rsidP="00CA56E1">
            <w:pPr>
              <w:spacing w:line="360" w:lineRule="auto"/>
              <w:rPr>
                <w:b/>
                <w:noProof/>
                <w:position w:val="-10"/>
              </w:rPr>
            </w:pPr>
            <w:r>
              <w:rPr>
                <w:b/>
                <w:noProof/>
                <w:position w:val="-10"/>
              </w:rPr>
              <w:drawing>
                <wp:inline distT="0" distB="0" distL="0" distR="0" wp14:anchorId="615A197E" wp14:editId="2D93D2BA">
                  <wp:extent cx="247650" cy="247650"/>
                  <wp:effectExtent l="0" t="0" r="0" b="0"/>
                  <wp:docPr id="4" name="Picture 4" descr="C:\Users\M\AppData\Local\Microsoft\Windows\INetCache\Content.MSO\867ECDF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\AppData\Local\Microsoft\Windows\INetCache\Content.MSO\867ECDF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6A1DC166" w14:textId="00A4F228" w:rsidR="00E46279" w:rsidRDefault="0085500C" w:rsidP="00CA56E1">
            <w:pPr>
              <w:spacing w:line="360" w:lineRule="auto"/>
            </w:pPr>
            <w:r w:rsidRPr="0085500C">
              <w:rPr>
                <w:b/>
                <w:bCs/>
                <w:sz w:val="28"/>
                <w:szCs w:val="44"/>
              </w:rPr>
              <w:t>NIIT Foundation</w:t>
            </w:r>
          </w:p>
        </w:tc>
      </w:tr>
      <w:tr w:rsidR="00E46279" w14:paraId="3C780D64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6B2A6FCD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560FF007" w14:textId="03DA247C" w:rsidR="00E46279" w:rsidRPr="0085500C" w:rsidRDefault="0085500C" w:rsidP="0085500C">
            <w:pPr>
              <w:pStyle w:val="Heading3"/>
              <w:spacing w:before="60"/>
              <w:ind w:left="0"/>
              <w:rPr>
                <w:rFonts w:asciiTheme="minorHAnsi" w:eastAsiaTheme="minorHAnsi" w:hAnsiTheme="minorHAnsi" w:cstheme="minorHAnsi"/>
                <w:b w:val="0"/>
                <w:caps w:val="0"/>
                <w:color w:val="auto"/>
                <w:sz w:val="20"/>
              </w:rPr>
            </w:pPr>
            <w:r w:rsidRPr="0085500C">
              <w:rPr>
                <w:rFonts w:asciiTheme="minorHAnsi" w:eastAsiaTheme="minorHAnsi" w:hAnsiTheme="minorHAnsi" w:cstheme="minorHAnsi"/>
                <w:b w:val="0"/>
                <w:caps w:val="0"/>
                <w:color w:val="auto"/>
                <w:sz w:val="20"/>
              </w:rPr>
              <w:t>Web Developer, HTML, CSS, JavaScript, PHP, SQL and Java Programming</w:t>
            </w:r>
          </w:p>
        </w:tc>
      </w:tr>
      <w:tr w:rsidR="00E46279" w14:paraId="31A548F6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5502A32E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613B0E6D" w14:textId="70558328" w:rsidR="00E46279" w:rsidRDefault="0085500C" w:rsidP="00CA56E1">
            <w:pPr>
              <w:spacing w:line="360" w:lineRule="auto"/>
            </w:pPr>
            <w:r>
              <w:t>Nov 2021 – Mar 2022</w:t>
            </w:r>
          </w:p>
        </w:tc>
      </w:tr>
      <w:tr w:rsidR="00E46279" w14:paraId="36A2D666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4CC77CD6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1C0CEB12" w14:textId="77777777" w:rsidR="00E46279" w:rsidRDefault="00E46279" w:rsidP="00CA56E1">
            <w:pPr>
              <w:spacing w:line="360" w:lineRule="auto"/>
            </w:pPr>
          </w:p>
        </w:tc>
      </w:tr>
      <w:tr w:rsidR="00855F78" w14:paraId="69FEFD36" w14:textId="77777777" w:rsidTr="004170BB">
        <w:trPr>
          <w:trHeight w:val="332"/>
        </w:trPr>
        <w:tc>
          <w:tcPr>
            <w:tcW w:w="11481" w:type="dxa"/>
            <w:gridSpan w:val="8"/>
            <w:vAlign w:val="center"/>
          </w:tcPr>
          <w:p w14:paraId="7DA625A4" w14:textId="427F8028" w:rsidR="00855F78" w:rsidRDefault="00855F78" w:rsidP="00CA56E1">
            <w:pPr>
              <w:spacing w:line="360" w:lineRule="auto"/>
            </w:pPr>
            <w:r>
              <w:rPr>
                <w:b/>
                <w:bCs/>
                <w:sz w:val="32"/>
                <w:szCs w:val="44"/>
              </w:rPr>
              <w:t>Skills</w:t>
            </w:r>
          </w:p>
        </w:tc>
      </w:tr>
      <w:tr w:rsidR="003D03C5" w14:paraId="275C5F22" w14:textId="77777777" w:rsidTr="009F45BA">
        <w:trPr>
          <w:trHeight w:val="332"/>
        </w:trPr>
        <w:tc>
          <w:tcPr>
            <w:tcW w:w="11481" w:type="dxa"/>
            <w:gridSpan w:val="8"/>
            <w:vAlign w:val="center"/>
          </w:tcPr>
          <w:p w14:paraId="6A9D15DB" w14:textId="4A1A17D5" w:rsidR="003D03C5" w:rsidRDefault="003D03C5" w:rsidP="00CA56E1">
            <w:pPr>
              <w:spacing w:line="360" w:lineRule="auto"/>
            </w:pPr>
            <w:r>
              <w:t xml:space="preserve">Windows Batch </w:t>
            </w:r>
            <w:r>
              <w:t>•</w:t>
            </w:r>
            <w:r>
              <w:t xml:space="preserve"> Shell Scripting </w:t>
            </w:r>
            <w:proofErr w:type="gramStart"/>
            <w:r>
              <w:t>•</w:t>
            </w:r>
            <w:r>
              <w:t xml:space="preserve">  </w:t>
            </w:r>
            <w:proofErr w:type="spellStart"/>
            <w:r w:rsidR="00324ACC">
              <w:t>Alienvault</w:t>
            </w:r>
            <w:proofErr w:type="spellEnd"/>
            <w:proofErr w:type="gramEnd"/>
            <w:r w:rsidR="00324ACC">
              <w:t xml:space="preserve"> SIEM </w:t>
            </w:r>
            <w:r w:rsidR="00324ACC">
              <w:t>•</w:t>
            </w:r>
            <w:r w:rsidR="00324ACC">
              <w:t xml:space="preserve"> Kali Linux </w:t>
            </w:r>
            <w:r w:rsidR="00324ACC">
              <w:t>•</w:t>
            </w:r>
            <w:r w:rsidR="00324ACC">
              <w:t xml:space="preserve"> Burp Suite </w:t>
            </w:r>
            <w:r w:rsidR="00324ACC">
              <w:t>•</w:t>
            </w:r>
            <w:r w:rsidR="00324ACC">
              <w:t xml:space="preserve"> Metasploit </w:t>
            </w:r>
            <w:r w:rsidR="00324ACC">
              <w:t>•</w:t>
            </w:r>
            <w:r w:rsidR="00324ACC">
              <w:t xml:space="preserve"> </w:t>
            </w:r>
            <w:proofErr w:type="spellStart"/>
            <w:r w:rsidR="00324ACC">
              <w:t>Maltego</w:t>
            </w:r>
            <w:proofErr w:type="spellEnd"/>
            <w:r w:rsidR="00324ACC">
              <w:t xml:space="preserve"> </w:t>
            </w:r>
            <w:r w:rsidR="00324ACC">
              <w:t>•</w:t>
            </w:r>
            <w:r w:rsidR="00324ACC">
              <w:t xml:space="preserve"> Nmap </w:t>
            </w:r>
            <w:r w:rsidR="00324ACC">
              <w:t>•</w:t>
            </w:r>
            <w:r w:rsidR="00324ACC">
              <w:t xml:space="preserve"> </w:t>
            </w:r>
            <w:proofErr w:type="spellStart"/>
            <w:r w:rsidR="00324ACC">
              <w:t>Zenmap</w:t>
            </w:r>
            <w:proofErr w:type="spellEnd"/>
            <w:r w:rsidR="00324ACC">
              <w:t xml:space="preserve"> </w:t>
            </w:r>
            <w:r w:rsidR="00324ACC">
              <w:t>•</w:t>
            </w:r>
            <w:r w:rsidR="00324ACC">
              <w:t xml:space="preserve"> Wireshark </w:t>
            </w:r>
            <w:r w:rsidR="00324ACC">
              <w:t>•</w:t>
            </w:r>
            <w:r w:rsidR="00324ACC">
              <w:t xml:space="preserve"> Hydra </w:t>
            </w:r>
            <w:r w:rsidR="00324ACC">
              <w:t>•</w:t>
            </w:r>
            <w:r w:rsidR="00324ACC">
              <w:t xml:space="preserve"> </w:t>
            </w:r>
            <w:proofErr w:type="spellStart"/>
            <w:r w:rsidR="00324ACC">
              <w:t>Sqlmap</w:t>
            </w:r>
            <w:proofErr w:type="spellEnd"/>
            <w:r w:rsidR="00324ACC">
              <w:t xml:space="preserve"> </w:t>
            </w:r>
            <w:r w:rsidR="00324ACC">
              <w:t>•</w:t>
            </w:r>
            <w:r w:rsidR="00324ACC">
              <w:t xml:space="preserve"> John the Ripper </w:t>
            </w:r>
            <w:r w:rsidR="00324ACC">
              <w:t>•</w:t>
            </w:r>
            <w:r w:rsidR="00324ACC">
              <w:t xml:space="preserve"> Crunch </w:t>
            </w:r>
            <w:r w:rsidR="00324ACC">
              <w:t>•</w:t>
            </w:r>
            <w:r w:rsidR="00324ACC">
              <w:t xml:space="preserve"> Wordlists </w:t>
            </w:r>
            <w:r w:rsidR="00324ACC">
              <w:t>•</w:t>
            </w:r>
            <w:r w:rsidR="00324ACC">
              <w:t xml:space="preserve"> Ettercap </w:t>
            </w:r>
            <w:r w:rsidR="00324ACC">
              <w:t>•</w:t>
            </w:r>
            <w:r w:rsidR="00324ACC">
              <w:t xml:space="preserve"> </w:t>
            </w:r>
            <w:proofErr w:type="spellStart"/>
            <w:r w:rsidR="00324ACC">
              <w:t>Bettercap</w:t>
            </w:r>
            <w:proofErr w:type="spellEnd"/>
            <w:r w:rsidR="00324ACC">
              <w:t xml:space="preserve"> </w:t>
            </w:r>
            <w:r w:rsidR="00324ACC">
              <w:t>•</w:t>
            </w:r>
            <w:r w:rsidR="00324ACC">
              <w:t xml:space="preserve"> Social Engineering </w:t>
            </w:r>
            <w:r w:rsidR="00324ACC">
              <w:t>•</w:t>
            </w:r>
            <w:r w:rsidR="00324ACC">
              <w:t xml:space="preserve"> WHOIS </w:t>
            </w:r>
            <w:r w:rsidR="00324ACC">
              <w:t>•</w:t>
            </w:r>
            <w:r w:rsidR="00324ACC">
              <w:t xml:space="preserve"> </w:t>
            </w:r>
            <w:proofErr w:type="spellStart"/>
            <w:r w:rsidR="00324ACC">
              <w:t>Aircrack</w:t>
            </w:r>
            <w:proofErr w:type="spellEnd"/>
            <w:r w:rsidR="00324ACC">
              <w:t xml:space="preserve">-ng </w:t>
            </w:r>
            <w:r w:rsidR="00324ACC">
              <w:t>•</w:t>
            </w:r>
            <w:r w:rsidR="00324ACC">
              <w:t xml:space="preserve"> </w:t>
            </w:r>
            <w:proofErr w:type="spellStart"/>
            <w:r w:rsidR="00324ACC">
              <w:t>Virustotal</w:t>
            </w:r>
            <w:proofErr w:type="spellEnd"/>
            <w:r w:rsidR="00324ACC">
              <w:t xml:space="preserve"> </w:t>
            </w:r>
            <w:r w:rsidR="00324ACC">
              <w:t>•</w:t>
            </w:r>
            <w:r w:rsidR="00324ACC">
              <w:t xml:space="preserve"> </w:t>
            </w:r>
            <w:proofErr w:type="spellStart"/>
            <w:r w:rsidR="00324ACC">
              <w:t>dnsenum</w:t>
            </w:r>
            <w:proofErr w:type="spellEnd"/>
            <w:r w:rsidR="00324ACC">
              <w:t xml:space="preserve"> </w:t>
            </w:r>
            <w:r w:rsidR="00324ACC">
              <w:t>•</w:t>
            </w:r>
            <w:r w:rsidR="00324ACC">
              <w:t xml:space="preserve"> </w:t>
            </w:r>
            <w:proofErr w:type="spellStart"/>
            <w:r w:rsidR="00324ACC">
              <w:t>gobuster</w:t>
            </w:r>
            <w:proofErr w:type="spellEnd"/>
            <w:r w:rsidR="00324ACC">
              <w:t xml:space="preserve"> </w:t>
            </w:r>
            <w:r w:rsidR="00324ACC">
              <w:t>•</w:t>
            </w:r>
            <w:r w:rsidR="00324ACC">
              <w:t xml:space="preserve"> hping3</w:t>
            </w:r>
          </w:p>
        </w:tc>
      </w:tr>
      <w:tr w:rsidR="00855F78" w14:paraId="1D1AEE0C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2F42BC49" w14:textId="77777777" w:rsidR="00855F78" w:rsidRDefault="00855F78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2E3E0A39" w14:textId="77777777" w:rsidR="00855F78" w:rsidRDefault="00855F78" w:rsidP="00CA56E1">
            <w:pPr>
              <w:spacing w:line="360" w:lineRule="auto"/>
            </w:pPr>
          </w:p>
        </w:tc>
      </w:tr>
      <w:tr w:rsidR="00324ACC" w14:paraId="2CB85E36" w14:textId="77777777" w:rsidTr="00240B6A">
        <w:trPr>
          <w:trHeight w:val="332"/>
        </w:trPr>
        <w:tc>
          <w:tcPr>
            <w:tcW w:w="11481" w:type="dxa"/>
            <w:gridSpan w:val="8"/>
            <w:vAlign w:val="center"/>
          </w:tcPr>
          <w:p w14:paraId="0313E156" w14:textId="38C6FD6B" w:rsidR="00324ACC" w:rsidRPr="00324ACC" w:rsidRDefault="00324ACC" w:rsidP="00CA56E1">
            <w:pPr>
              <w:spacing w:line="360" w:lineRule="auto"/>
              <w:rPr>
                <w:b/>
                <w:bCs/>
                <w:sz w:val="32"/>
                <w:szCs w:val="44"/>
              </w:rPr>
            </w:pPr>
            <w:r w:rsidRPr="00324ACC">
              <w:rPr>
                <w:b/>
                <w:bCs/>
                <w:sz w:val="32"/>
                <w:szCs w:val="44"/>
              </w:rPr>
              <w:t>Certifications</w:t>
            </w:r>
          </w:p>
        </w:tc>
      </w:tr>
      <w:tr w:rsidR="002A371B" w14:paraId="7BBB0A13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73EC1BCF" w14:textId="5C10F315" w:rsidR="002A371B" w:rsidRDefault="002A371B" w:rsidP="00CA56E1">
            <w:pPr>
              <w:spacing w:line="360" w:lineRule="auto"/>
              <w:rPr>
                <w:noProof/>
              </w:rPr>
            </w:pPr>
            <w:r>
              <w:rPr>
                <w:noProof/>
                <w:position w:val="-11"/>
              </w:rPr>
              <w:drawing>
                <wp:inline distT="0" distB="0" distL="0" distR="0" wp14:anchorId="114A4BB7" wp14:editId="6A477236">
                  <wp:extent cx="228600" cy="228600"/>
                  <wp:effectExtent l="0" t="0" r="0" b="0"/>
                  <wp:docPr id="17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43F3D18E" w14:textId="33910E25" w:rsidR="002A371B" w:rsidRPr="002A371B" w:rsidRDefault="002A371B" w:rsidP="00CA56E1">
            <w:pPr>
              <w:spacing w:line="36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Star Cyber Secure </w:t>
            </w:r>
            <w:proofErr w:type="gramStart"/>
            <w:r>
              <w:rPr>
                <w:b/>
                <w:sz w:val="22"/>
              </w:rPr>
              <w:t>User :</w:t>
            </w:r>
            <w:proofErr w:type="gramEnd"/>
            <w:r>
              <w:rPr>
                <w:b/>
                <w:sz w:val="22"/>
              </w:rPr>
              <w:t xml:space="preserve">- </w:t>
            </w:r>
            <w:r w:rsidRPr="002A371B">
              <w:rPr>
                <w:bCs/>
                <w:color w:val="404040" w:themeColor="text1" w:themeTint="BF"/>
              </w:rPr>
              <w:t>STR19SCU00092134</w:t>
            </w:r>
            <w:r w:rsidRPr="00055867">
              <w:rPr>
                <w:color w:val="404040" w:themeColor="text1" w:themeTint="BF"/>
              </w:rPr>
              <w:t xml:space="preserve"> </w:t>
            </w:r>
            <w:hyperlink r:id="rId24" w:history="1">
              <w:r w:rsidRPr="00055867">
                <w:rPr>
                  <w:rStyle w:val="Hyperlink"/>
                  <w:b/>
                  <w:bCs/>
                </w:rPr>
                <w:t>[LINK]</w:t>
              </w:r>
            </w:hyperlink>
          </w:p>
        </w:tc>
      </w:tr>
      <w:tr w:rsidR="00855F78" w14:paraId="4CFD5B80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2904F2E1" w14:textId="0F753D26" w:rsidR="00855F78" w:rsidRDefault="002A371B" w:rsidP="00CA56E1">
            <w:pPr>
              <w:spacing w:line="360" w:lineRule="auto"/>
              <w:rPr>
                <w:b/>
                <w:noProof/>
                <w:position w:val="-10"/>
              </w:rPr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1FB79A1F" wp14:editId="2A137F14">
                  <wp:simplePos x="0" y="0"/>
                  <wp:positionH relativeFrom="page">
                    <wp:posOffset>64135</wp:posOffset>
                  </wp:positionH>
                  <wp:positionV relativeFrom="paragraph">
                    <wp:posOffset>11430</wp:posOffset>
                  </wp:positionV>
                  <wp:extent cx="228600" cy="77724"/>
                  <wp:effectExtent l="0" t="0" r="0" b="0"/>
                  <wp:wrapNone/>
                  <wp:docPr id="19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3DE67403" w14:textId="14C027E7" w:rsidR="00855F78" w:rsidRPr="002A371B" w:rsidRDefault="002A371B" w:rsidP="00CA56E1">
            <w:pPr>
              <w:spacing w:line="360" w:lineRule="auto"/>
              <w:rPr>
                <w:b/>
              </w:rPr>
            </w:pPr>
            <w:r w:rsidRPr="002A371B">
              <w:rPr>
                <w:b/>
                <w:sz w:val="22"/>
              </w:rPr>
              <w:t>CompTIA ITF</w:t>
            </w:r>
            <w:proofErr w:type="gramStart"/>
            <w:r w:rsidRPr="002A371B">
              <w:rPr>
                <w:b/>
                <w:sz w:val="22"/>
              </w:rPr>
              <w:t>+</w:t>
            </w:r>
            <w:r>
              <w:rPr>
                <w:b/>
                <w:sz w:val="22"/>
              </w:rPr>
              <w:t xml:space="preserve"> :</w:t>
            </w:r>
            <w:proofErr w:type="gramEnd"/>
            <w:r>
              <w:rPr>
                <w:b/>
                <w:sz w:val="22"/>
              </w:rPr>
              <w:t>-</w:t>
            </w:r>
            <w:r w:rsidRPr="00377550">
              <w:rPr>
                <w:b/>
                <w:bCs/>
                <w:color w:val="404040" w:themeColor="text1" w:themeTint="BF"/>
              </w:rPr>
              <w:t xml:space="preserve"> </w:t>
            </w:r>
            <w:r w:rsidRPr="002A371B">
              <w:rPr>
                <w:bCs/>
                <w:color w:val="404040" w:themeColor="text1" w:themeTint="BF"/>
              </w:rPr>
              <w:t>6HPQNNEEVPVQ1VS5</w:t>
            </w:r>
            <w:r>
              <w:rPr>
                <w:b/>
                <w:bCs/>
                <w:color w:val="404040" w:themeColor="text1" w:themeTint="BF"/>
              </w:rPr>
              <w:t xml:space="preserve">  </w:t>
            </w:r>
            <w:hyperlink r:id="rId26" w:history="1">
              <w:r w:rsidRPr="00377550">
                <w:rPr>
                  <w:rStyle w:val="Hyperlink"/>
                  <w:b/>
                  <w:bCs/>
                </w:rPr>
                <w:t>[LINK]</w:t>
              </w:r>
            </w:hyperlink>
          </w:p>
        </w:tc>
      </w:tr>
      <w:tr w:rsidR="00324ACC" w14:paraId="31D4ED17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2FBDAF92" w14:textId="027BCFD2" w:rsidR="00324ACC" w:rsidRDefault="002A371B" w:rsidP="00CA56E1">
            <w:pPr>
              <w:spacing w:line="360" w:lineRule="auto"/>
              <w:rPr>
                <w:b/>
                <w:noProof/>
                <w:position w:val="-10"/>
              </w:rPr>
            </w:pPr>
            <w:r>
              <w:rPr>
                <w:noProof/>
                <w:position w:val="-11"/>
              </w:rPr>
              <w:drawing>
                <wp:inline distT="0" distB="0" distL="0" distR="0" wp14:anchorId="62E053E6" wp14:editId="52FF89A1">
                  <wp:extent cx="228600" cy="228600"/>
                  <wp:effectExtent l="0" t="0" r="0" b="0"/>
                  <wp:docPr id="2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1B053528" w14:textId="36D23284" w:rsidR="00324ACC" w:rsidRDefault="002A371B" w:rsidP="00CA56E1">
            <w:pPr>
              <w:spacing w:line="360" w:lineRule="auto"/>
            </w:pPr>
            <w:r>
              <w:rPr>
                <w:b/>
                <w:sz w:val="22"/>
              </w:rPr>
              <w:t>Star</w:t>
            </w:r>
            <w:r>
              <w:rPr>
                <w:b/>
                <w:sz w:val="22"/>
              </w:rPr>
              <w:t xml:space="preserve"> Cloud </w:t>
            </w:r>
            <w:proofErr w:type="gramStart"/>
            <w:r>
              <w:rPr>
                <w:b/>
                <w:sz w:val="22"/>
              </w:rPr>
              <w:t>Computing :</w:t>
            </w:r>
            <w:proofErr w:type="gramEnd"/>
            <w:r>
              <w:rPr>
                <w:b/>
                <w:sz w:val="22"/>
              </w:rPr>
              <w:t xml:space="preserve">- </w:t>
            </w:r>
            <w:r w:rsidRPr="002A371B">
              <w:rPr>
                <w:bCs/>
              </w:rPr>
              <w:t>STR21CLD00180349</w:t>
            </w:r>
            <w:r>
              <w:t xml:space="preserve"> </w:t>
            </w:r>
            <w:r>
              <w:t xml:space="preserve"> </w:t>
            </w:r>
            <w:hyperlink r:id="rId27" w:history="1">
              <w:r w:rsidRPr="007F614A">
                <w:rPr>
                  <w:rStyle w:val="Hyperlink"/>
                  <w:b/>
                  <w:bCs/>
                </w:rPr>
                <w:t>[L</w:t>
              </w:r>
              <w:r>
                <w:rPr>
                  <w:rStyle w:val="Hyperlink"/>
                  <w:b/>
                  <w:bCs/>
                </w:rPr>
                <w:t>INK</w:t>
              </w:r>
              <w:r w:rsidRPr="007F614A">
                <w:rPr>
                  <w:rStyle w:val="Hyperlink"/>
                  <w:b/>
                  <w:bCs/>
                </w:rPr>
                <w:t>]</w:t>
              </w:r>
            </w:hyperlink>
          </w:p>
        </w:tc>
      </w:tr>
      <w:tr w:rsidR="00324ACC" w14:paraId="37C6A01E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0B48CAA0" w14:textId="6DE633DF" w:rsidR="00324ACC" w:rsidRDefault="00FB3A55" w:rsidP="00CA56E1">
            <w:pPr>
              <w:spacing w:line="360" w:lineRule="auto"/>
              <w:rPr>
                <w:b/>
                <w:noProof/>
                <w:position w:val="-10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3E64A3BE" wp14:editId="4152D0C0">
                  <wp:extent cx="247650" cy="247650"/>
                  <wp:effectExtent l="0" t="0" r="0" b="0"/>
                  <wp:docPr id="10" name="Picture 10" descr="C:\Users\M\AppData\Local\Microsoft\Windows\INetCache\Content.MSO\686AA60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\AppData\Local\Microsoft\Windows\INetCache\Content.MSO\686AA60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0" w:type="dxa"/>
            <w:gridSpan w:val="7"/>
            <w:vAlign w:val="center"/>
          </w:tcPr>
          <w:p w14:paraId="02920B42" w14:textId="53A4B4B7" w:rsidR="00324ACC" w:rsidRDefault="002A371B" w:rsidP="00CA56E1">
            <w:pPr>
              <w:spacing w:line="360" w:lineRule="auto"/>
            </w:pPr>
            <w:r w:rsidRPr="002A371B">
              <w:rPr>
                <w:b/>
                <w:sz w:val="22"/>
              </w:rPr>
              <w:t>Certified Ethical Hacker (CEH</w:t>
            </w:r>
            <w:proofErr w:type="gramStart"/>
            <w:r w:rsidRPr="002A371B">
              <w:rPr>
                <w:b/>
                <w:sz w:val="22"/>
              </w:rPr>
              <w:t>)</w:t>
            </w:r>
            <w:r w:rsidRPr="002A371B">
              <w:rPr>
                <w:b/>
                <w:sz w:val="22"/>
              </w:rPr>
              <w:t xml:space="preserve"> :</w:t>
            </w:r>
            <w:proofErr w:type="gramEnd"/>
            <w:r w:rsidRPr="002A371B">
              <w:rPr>
                <w:b/>
                <w:sz w:val="22"/>
              </w:rPr>
              <w:t>-</w:t>
            </w:r>
            <w:r>
              <w:rPr>
                <w:rFonts w:ascii="Arial"/>
                <w:sz w:val="24"/>
              </w:rPr>
              <w:t xml:space="preserve"> </w:t>
            </w:r>
            <w:r w:rsidRPr="002A371B">
              <w:rPr>
                <w:bCs/>
                <w:color w:val="404040" w:themeColor="text1" w:themeTint="BF"/>
              </w:rPr>
              <w:t>ECC2904138756</w:t>
            </w:r>
            <w:r w:rsidRPr="00F779C9">
              <w:rPr>
                <w:color w:val="404040" w:themeColor="text1" w:themeTint="BF"/>
              </w:rPr>
              <w:t xml:space="preserve"> </w:t>
            </w:r>
            <w:r>
              <w:rPr>
                <w:color w:val="404040" w:themeColor="text1" w:themeTint="BF"/>
              </w:rPr>
              <w:t xml:space="preserve"> </w:t>
            </w:r>
            <w:hyperlink r:id="rId29" w:history="1">
              <w:r w:rsidRPr="00F779C9">
                <w:rPr>
                  <w:rStyle w:val="Hyperlink"/>
                  <w:b/>
                  <w:bCs/>
                </w:rPr>
                <w:t>[LINK]</w:t>
              </w:r>
            </w:hyperlink>
          </w:p>
        </w:tc>
      </w:tr>
      <w:tr w:rsidR="00324ACC" w14:paraId="7D965392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311BAE52" w14:textId="77777777" w:rsidR="00324ACC" w:rsidRDefault="00324ACC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0DFB5270" w14:textId="77777777" w:rsidR="00324ACC" w:rsidRDefault="00324ACC" w:rsidP="00CA56E1">
            <w:pPr>
              <w:spacing w:line="360" w:lineRule="auto"/>
            </w:pPr>
          </w:p>
        </w:tc>
      </w:tr>
      <w:tr w:rsidR="00E46279" w14:paraId="041FEC02" w14:textId="77777777" w:rsidTr="00642BB9">
        <w:trPr>
          <w:trHeight w:val="332"/>
        </w:trPr>
        <w:tc>
          <w:tcPr>
            <w:tcW w:w="621" w:type="dxa"/>
            <w:vAlign w:val="center"/>
          </w:tcPr>
          <w:p w14:paraId="20BAE3B9" w14:textId="77777777" w:rsidR="00E46279" w:rsidRDefault="00E46279" w:rsidP="00CA56E1">
            <w:pPr>
              <w:spacing w:line="360" w:lineRule="auto"/>
              <w:rPr>
                <w:b/>
                <w:noProof/>
                <w:position w:val="-10"/>
              </w:rPr>
            </w:pPr>
          </w:p>
        </w:tc>
        <w:tc>
          <w:tcPr>
            <w:tcW w:w="10860" w:type="dxa"/>
            <w:gridSpan w:val="7"/>
            <w:vAlign w:val="center"/>
          </w:tcPr>
          <w:p w14:paraId="3CBEF092" w14:textId="77777777" w:rsidR="00E46279" w:rsidRDefault="00E46279" w:rsidP="00CA56E1">
            <w:pPr>
              <w:spacing w:line="360" w:lineRule="auto"/>
            </w:pPr>
          </w:p>
        </w:tc>
      </w:tr>
    </w:tbl>
    <w:p w14:paraId="6A854D3E" w14:textId="742B436F" w:rsidR="00004BBD" w:rsidRDefault="00004BBD" w:rsidP="0079089C">
      <w:bookmarkStart w:id="0" w:name="_GoBack"/>
      <w:bookmarkEnd w:id="0"/>
    </w:p>
    <w:sectPr w:rsidR="00004BBD" w:rsidSect="00D06709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C3E16" w14:textId="77777777" w:rsidR="00450CA7" w:rsidRDefault="00450CA7" w:rsidP="00DF1CB4">
      <w:r>
        <w:separator/>
      </w:r>
    </w:p>
  </w:endnote>
  <w:endnote w:type="continuationSeparator" w:id="0">
    <w:p w14:paraId="49CE42B4" w14:textId="77777777" w:rsidR="00450CA7" w:rsidRDefault="00450CA7" w:rsidP="00D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 (Headings CS)">
    <w:altName w:val="Times New Roman"/>
    <w:charset w:val="00"/>
    <w:family w:val="roma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D1CDF" w14:textId="77777777" w:rsidR="00450CA7" w:rsidRDefault="00450CA7" w:rsidP="00DF1CB4">
      <w:r>
        <w:separator/>
      </w:r>
    </w:p>
  </w:footnote>
  <w:footnote w:type="continuationSeparator" w:id="0">
    <w:p w14:paraId="635B7FA2" w14:textId="77777777" w:rsidR="00450CA7" w:rsidRDefault="00450CA7" w:rsidP="00D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75pt;height:72.75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91387A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EC9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6A1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5E0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028B6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34EA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304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344B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E4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466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C9C"/>
    <w:multiLevelType w:val="hybridMultilevel"/>
    <w:tmpl w:val="2E9EC2BA"/>
    <w:lvl w:ilvl="0" w:tplc="752EE0D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55EDD"/>
    <w:multiLevelType w:val="hybridMultilevel"/>
    <w:tmpl w:val="FD8EE4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45208"/>
    <w:multiLevelType w:val="hybridMultilevel"/>
    <w:tmpl w:val="8D0807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656C3F"/>
    <w:multiLevelType w:val="hybridMultilevel"/>
    <w:tmpl w:val="EE8E7142"/>
    <w:lvl w:ilvl="0" w:tplc="4A62EFB4">
      <w:start w:val="1"/>
      <w:numFmt w:val="decimal"/>
      <w:lvlText w:val="%1."/>
      <w:lvlJc w:val="left"/>
      <w:pPr>
        <w:ind w:left="782" w:hanging="223"/>
        <w:jc w:val="left"/>
      </w:pPr>
      <w:rPr>
        <w:rFonts w:ascii="Arial MT" w:eastAsia="Arial MT" w:hAnsi="Arial MT" w:cs="Arial MT"/>
        <w:spacing w:val="-1"/>
        <w:w w:val="100"/>
        <w:sz w:val="20"/>
        <w:szCs w:val="20"/>
        <w:lang w:val="en-US" w:eastAsia="en-US" w:bidi="ar-SA"/>
      </w:rPr>
    </w:lvl>
    <w:lvl w:ilvl="1" w:tplc="03484CD4">
      <w:numFmt w:val="bullet"/>
      <w:lvlText w:val="•"/>
      <w:lvlJc w:val="left"/>
      <w:pPr>
        <w:ind w:left="1730" w:hanging="223"/>
      </w:pPr>
      <w:rPr>
        <w:rFonts w:hint="default"/>
        <w:lang w:val="en-US" w:eastAsia="en-US" w:bidi="ar-SA"/>
      </w:rPr>
    </w:lvl>
    <w:lvl w:ilvl="2" w:tplc="AFD04D74">
      <w:numFmt w:val="bullet"/>
      <w:lvlText w:val="•"/>
      <w:lvlJc w:val="left"/>
      <w:pPr>
        <w:ind w:left="2680" w:hanging="223"/>
      </w:pPr>
      <w:rPr>
        <w:rFonts w:hint="default"/>
        <w:lang w:val="en-US" w:eastAsia="en-US" w:bidi="ar-SA"/>
      </w:rPr>
    </w:lvl>
    <w:lvl w:ilvl="3" w:tplc="C43228E6">
      <w:numFmt w:val="bullet"/>
      <w:lvlText w:val="•"/>
      <w:lvlJc w:val="left"/>
      <w:pPr>
        <w:ind w:left="3630" w:hanging="223"/>
      </w:pPr>
      <w:rPr>
        <w:rFonts w:hint="default"/>
        <w:lang w:val="en-US" w:eastAsia="en-US" w:bidi="ar-SA"/>
      </w:rPr>
    </w:lvl>
    <w:lvl w:ilvl="4" w:tplc="4FEC9C32">
      <w:numFmt w:val="bullet"/>
      <w:lvlText w:val="•"/>
      <w:lvlJc w:val="left"/>
      <w:pPr>
        <w:ind w:left="4580" w:hanging="223"/>
      </w:pPr>
      <w:rPr>
        <w:rFonts w:hint="default"/>
        <w:lang w:val="en-US" w:eastAsia="en-US" w:bidi="ar-SA"/>
      </w:rPr>
    </w:lvl>
    <w:lvl w:ilvl="5" w:tplc="9B709EDE">
      <w:numFmt w:val="bullet"/>
      <w:lvlText w:val="•"/>
      <w:lvlJc w:val="left"/>
      <w:pPr>
        <w:ind w:left="5530" w:hanging="223"/>
      </w:pPr>
      <w:rPr>
        <w:rFonts w:hint="default"/>
        <w:lang w:val="en-US" w:eastAsia="en-US" w:bidi="ar-SA"/>
      </w:rPr>
    </w:lvl>
    <w:lvl w:ilvl="6" w:tplc="18666F48">
      <w:numFmt w:val="bullet"/>
      <w:lvlText w:val="•"/>
      <w:lvlJc w:val="left"/>
      <w:pPr>
        <w:ind w:left="6480" w:hanging="223"/>
      </w:pPr>
      <w:rPr>
        <w:rFonts w:hint="default"/>
        <w:lang w:val="en-US" w:eastAsia="en-US" w:bidi="ar-SA"/>
      </w:rPr>
    </w:lvl>
    <w:lvl w:ilvl="7" w:tplc="76981634">
      <w:numFmt w:val="bullet"/>
      <w:lvlText w:val="•"/>
      <w:lvlJc w:val="left"/>
      <w:pPr>
        <w:ind w:left="7430" w:hanging="223"/>
      </w:pPr>
      <w:rPr>
        <w:rFonts w:hint="default"/>
        <w:lang w:val="en-US" w:eastAsia="en-US" w:bidi="ar-SA"/>
      </w:rPr>
    </w:lvl>
    <w:lvl w:ilvl="8" w:tplc="377C00DC">
      <w:numFmt w:val="bullet"/>
      <w:lvlText w:val="•"/>
      <w:lvlJc w:val="left"/>
      <w:pPr>
        <w:ind w:left="8380" w:hanging="223"/>
      </w:pPr>
      <w:rPr>
        <w:rFonts w:hint="default"/>
        <w:lang w:val="en-US" w:eastAsia="en-US" w:bidi="ar-SA"/>
      </w:rPr>
    </w:lvl>
  </w:abstractNum>
  <w:abstractNum w:abstractNumId="15" w15:restartNumberingAfterBreak="0">
    <w:nsid w:val="1A491AEB"/>
    <w:multiLevelType w:val="hybridMultilevel"/>
    <w:tmpl w:val="C48A7876"/>
    <w:lvl w:ilvl="0" w:tplc="FACAA1F6">
      <w:start w:val="11"/>
      <w:numFmt w:val="bullet"/>
      <w:lvlText w:val="-"/>
      <w:lvlJc w:val="left"/>
      <w:pPr>
        <w:ind w:left="530" w:hanging="360"/>
      </w:pPr>
      <w:rPr>
        <w:rFonts w:ascii="Arial" w:eastAsiaTheme="minorHAnsi" w:hAnsi="Arial" w:cs="Arial" w:hint="default"/>
        <w:b w:val="0"/>
        <w:sz w:val="22"/>
      </w:rPr>
    </w:lvl>
    <w:lvl w:ilvl="1" w:tplc="40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 w15:restartNumberingAfterBreak="0">
    <w:nsid w:val="2B9B1903"/>
    <w:multiLevelType w:val="hybridMultilevel"/>
    <w:tmpl w:val="F9E6B588"/>
    <w:lvl w:ilvl="0" w:tplc="338498C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815F2"/>
    <w:multiLevelType w:val="hybridMultilevel"/>
    <w:tmpl w:val="A1166BDA"/>
    <w:lvl w:ilvl="0" w:tplc="A0E61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B4EE5"/>
    <w:multiLevelType w:val="hybridMultilevel"/>
    <w:tmpl w:val="3CFAD2CA"/>
    <w:lvl w:ilvl="0" w:tplc="472C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902E7"/>
    <w:multiLevelType w:val="hybridMultilevel"/>
    <w:tmpl w:val="4DD2E9EE"/>
    <w:lvl w:ilvl="0" w:tplc="FACAB11A">
      <w:start w:val="1"/>
      <w:numFmt w:val="decimal"/>
      <w:lvlText w:val="%1."/>
      <w:lvlJc w:val="left"/>
      <w:pPr>
        <w:ind w:left="782" w:hanging="223"/>
        <w:jc w:val="left"/>
      </w:pPr>
      <w:rPr>
        <w:rFonts w:asciiTheme="minorHAnsi" w:eastAsiaTheme="minorHAnsi" w:hAnsiTheme="minorHAnsi" w:cstheme="minorHAnsi"/>
        <w:spacing w:val="-1"/>
        <w:w w:val="100"/>
        <w:sz w:val="20"/>
        <w:szCs w:val="20"/>
        <w:lang w:val="en-US" w:eastAsia="en-US" w:bidi="ar-SA"/>
      </w:rPr>
    </w:lvl>
    <w:lvl w:ilvl="1" w:tplc="03484CD4">
      <w:numFmt w:val="bullet"/>
      <w:lvlText w:val="•"/>
      <w:lvlJc w:val="left"/>
      <w:pPr>
        <w:ind w:left="1730" w:hanging="223"/>
      </w:pPr>
      <w:rPr>
        <w:rFonts w:hint="default"/>
        <w:lang w:val="en-US" w:eastAsia="en-US" w:bidi="ar-SA"/>
      </w:rPr>
    </w:lvl>
    <w:lvl w:ilvl="2" w:tplc="AFD04D74">
      <w:numFmt w:val="bullet"/>
      <w:lvlText w:val="•"/>
      <w:lvlJc w:val="left"/>
      <w:pPr>
        <w:ind w:left="2680" w:hanging="223"/>
      </w:pPr>
      <w:rPr>
        <w:rFonts w:hint="default"/>
        <w:lang w:val="en-US" w:eastAsia="en-US" w:bidi="ar-SA"/>
      </w:rPr>
    </w:lvl>
    <w:lvl w:ilvl="3" w:tplc="C43228E6">
      <w:numFmt w:val="bullet"/>
      <w:lvlText w:val="•"/>
      <w:lvlJc w:val="left"/>
      <w:pPr>
        <w:ind w:left="3630" w:hanging="223"/>
      </w:pPr>
      <w:rPr>
        <w:rFonts w:hint="default"/>
        <w:lang w:val="en-US" w:eastAsia="en-US" w:bidi="ar-SA"/>
      </w:rPr>
    </w:lvl>
    <w:lvl w:ilvl="4" w:tplc="4FEC9C32">
      <w:numFmt w:val="bullet"/>
      <w:lvlText w:val="•"/>
      <w:lvlJc w:val="left"/>
      <w:pPr>
        <w:ind w:left="4580" w:hanging="223"/>
      </w:pPr>
      <w:rPr>
        <w:rFonts w:hint="default"/>
        <w:lang w:val="en-US" w:eastAsia="en-US" w:bidi="ar-SA"/>
      </w:rPr>
    </w:lvl>
    <w:lvl w:ilvl="5" w:tplc="9B709EDE">
      <w:numFmt w:val="bullet"/>
      <w:lvlText w:val="•"/>
      <w:lvlJc w:val="left"/>
      <w:pPr>
        <w:ind w:left="5530" w:hanging="223"/>
      </w:pPr>
      <w:rPr>
        <w:rFonts w:hint="default"/>
        <w:lang w:val="en-US" w:eastAsia="en-US" w:bidi="ar-SA"/>
      </w:rPr>
    </w:lvl>
    <w:lvl w:ilvl="6" w:tplc="18666F48">
      <w:numFmt w:val="bullet"/>
      <w:lvlText w:val="•"/>
      <w:lvlJc w:val="left"/>
      <w:pPr>
        <w:ind w:left="6480" w:hanging="223"/>
      </w:pPr>
      <w:rPr>
        <w:rFonts w:hint="default"/>
        <w:lang w:val="en-US" w:eastAsia="en-US" w:bidi="ar-SA"/>
      </w:rPr>
    </w:lvl>
    <w:lvl w:ilvl="7" w:tplc="76981634">
      <w:numFmt w:val="bullet"/>
      <w:lvlText w:val="•"/>
      <w:lvlJc w:val="left"/>
      <w:pPr>
        <w:ind w:left="7430" w:hanging="223"/>
      </w:pPr>
      <w:rPr>
        <w:rFonts w:hint="default"/>
        <w:lang w:val="en-US" w:eastAsia="en-US" w:bidi="ar-SA"/>
      </w:rPr>
    </w:lvl>
    <w:lvl w:ilvl="8" w:tplc="377C00DC">
      <w:numFmt w:val="bullet"/>
      <w:lvlText w:val="•"/>
      <w:lvlJc w:val="left"/>
      <w:pPr>
        <w:ind w:left="8380" w:hanging="223"/>
      </w:pPr>
      <w:rPr>
        <w:rFonts w:hint="default"/>
        <w:lang w:val="en-US" w:eastAsia="en-US" w:bidi="ar-SA"/>
      </w:rPr>
    </w:lvl>
  </w:abstractNum>
  <w:abstractNum w:abstractNumId="20" w15:restartNumberingAfterBreak="0">
    <w:nsid w:val="551850A0"/>
    <w:multiLevelType w:val="hybridMultilevel"/>
    <w:tmpl w:val="478C1904"/>
    <w:lvl w:ilvl="0" w:tplc="40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  <w:b w:val="0"/>
        <w:sz w:val="22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92253"/>
    <w:multiLevelType w:val="hybridMultilevel"/>
    <w:tmpl w:val="20049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D367A"/>
    <w:multiLevelType w:val="hybridMultilevel"/>
    <w:tmpl w:val="78B0625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44590"/>
    <w:multiLevelType w:val="hybridMultilevel"/>
    <w:tmpl w:val="1B3AC6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F14A6C"/>
    <w:multiLevelType w:val="hybridMultilevel"/>
    <w:tmpl w:val="C63CA168"/>
    <w:lvl w:ilvl="0" w:tplc="6F0233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BF243B"/>
    <w:multiLevelType w:val="hybridMultilevel"/>
    <w:tmpl w:val="6EF63E7A"/>
    <w:lvl w:ilvl="0" w:tplc="187495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2A2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681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88A0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1E61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10E0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022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D607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EA6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30567AE"/>
    <w:multiLevelType w:val="hybridMultilevel"/>
    <w:tmpl w:val="9A52A4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940CB"/>
    <w:multiLevelType w:val="hybridMultilevel"/>
    <w:tmpl w:val="319ED2A8"/>
    <w:lvl w:ilvl="0" w:tplc="360015E0">
      <w:start w:val="1"/>
      <w:numFmt w:val="decimal"/>
      <w:lvlText w:val="%1."/>
      <w:lvlJc w:val="left"/>
      <w:pPr>
        <w:ind w:left="782" w:hanging="223"/>
        <w:jc w:val="left"/>
      </w:pPr>
      <w:rPr>
        <w:rFonts w:asciiTheme="minorHAnsi" w:eastAsiaTheme="minorHAnsi" w:hAnsiTheme="minorHAnsi" w:cstheme="minorHAnsi"/>
        <w:spacing w:val="-1"/>
        <w:w w:val="100"/>
        <w:sz w:val="20"/>
        <w:szCs w:val="20"/>
        <w:lang w:val="en-US" w:eastAsia="en-US" w:bidi="ar-SA"/>
      </w:rPr>
    </w:lvl>
    <w:lvl w:ilvl="1" w:tplc="03484CD4">
      <w:numFmt w:val="bullet"/>
      <w:lvlText w:val="•"/>
      <w:lvlJc w:val="left"/>
      <w:pPr>
        <w:ind w:left="1730" w:hanging="223"/>
      </w:pPr>
      <w:rPr>
        <w:rFonts w:hint="default"/>
        <w:lang w:val="en-US" w:eastAsia="en-US" w:bidi="ar-SA"/>
      </w:rPr>
    </w:lvl>
    <w:lvl w:ilvl="2" w:tplc="AFD04D74">
      <w:numFmt w:val="bullet"/>
      <w:lvlText w:val="•"/>
      <w:lvlJc w:val="left"/>
      <w:pPr>
        <w:ind w:left="2680" w:hanging="223"/>
      </w:pPr>
      <w:rPr>
        <w:rFonts w:hint="default"/>
        <w:lang w:val="en-US" w:eastAsia="en-US" w:bidi="ar-SA"/>
      </w:rPr>
    </w:lvl>
    <w:lvl w:ilvl="3" w:tplc="C43228E6">
      <w:numFmt w:val="bullet"/>
      <w:lvlText w:val="•"/>
      <w:lvlJc w:val="left"/>
      <w:pPr>
        <w:ind w:left="3630" w:hanging="223"/>
      </w:pPr>
      <w:rPr>
        <w:rFonts w:hint="default"/>
        <w:lang w:val="en-US" w:eastAsia="en-US" w:bidi="ar-SA"/>
      </w:rPr>
    </w:lvl>
    <w:lvl w:ilvl="4" w:tplc="4FEC9C32">
      <w:numFmt w:val="bullet"/>
      <w:lvlText w:val="•"/>
      <w:lvlJc w:val="left"/>
      <w:pPr>
        <w:ind w:left="4580" w:hanging="223"/>
      </w:pPr>
      <w:rPr>
        <w:rFonts w:hint="default"/>
        <w:lang w:val="en-US" w:eastAsia="en-US" w:bidi="ar-SA"/>
      </w:rPr>
    </w:lvl>
    <w:lvl w:ilvl="5" w:tplc="9B709EDE">
      <w:numFmt w:val="bullet"/>
      <w:lvlText w:val="•"/>
      <w:lvlJc w:val="left"/>
      <w:pPr>
        <w:ind w:left="5530" w:hanging="223"/>
      </w:pPr>
      <w:rPr>
        <w:rFonts w:hint="default"/>
        <w:lang w:val="en-US" w:eastAsia="en-US" w:bidi="ar-SA"/>
      </w:rPr>
    </w:lvl>
    <w:lvl w:ilvl="6" w:tplc="18666F48">
      <w:numFmt w:val="bullet"/>
      <w:lvlText w:val="•"/>
      <w:lvlJc w:val="left"/>
      <w:pPr>
        <w:ind w:left="6480" w:hanging="223"/>
      </w:pPr>
      <w:rPr>
        <w:rFonts w:hint="default"/>
        <w:lang w:val="en-US" w:eastAsia="en-US" w:bidi="ar-SA"/>
      </w:rPr>
    </w:lvl>
    <w:lvl w:ilvl="7" w:tplc="76981634">
      <w:numFmt w:val="bullet"/>
      <w:lvlText w:val="•"/>
      <w:lvlJc w:val="left"/>
      <w:pPr>
        <w:ind w:left="7430" w:hanging="223"/>
      </w:pPr>
      <w:rPr>
        <w:rFonts w:hint="default"/>
        <w:lang w:val="en-US" w:eastAsia="en-US" w:bidi="ar-SA"/>
      </w:rPr>
    </w:lvl>
    <w:lvl w:ilvl="8" w:tplc="377C00DC">
      <w:numFmt w:val="bullet"/>
      <w:lvlText w:val="•"/>
      <w:lvlJc w:val="left"/>
      <w:pPr>
        <w:ind w:left="8380" w:hanging="223"/>
      </w:pPr>
      <w:rPr>
        <w:rFonts w:hint="default"/>
        <w:lang w:val="en-US" w:eastAsia="en-US" w:bidi="ar-SA"/>
      </w:rPr>
    </w:lvl>
  </w:abstractNum>
  <w:abstractNum w:abstractNumId="28" w15:restartNumberingAfterBreak="0">
    <w:nsid w:val="7E6E0342"/>
    <w:multiLevelType w:val="hybridMultilevel"/>
    <w:tmpl w:val="63CC29C4"/>
    <w:lvl w:ilvl="0" w:tplc="C630C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862E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0025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10B3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9A39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B647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760B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F205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EC88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FDD2168"/>
    <w:multiLevelType w:val="hybridMultilevel"/>
    <w:tmpl w:val="373C83B6"/>
    <w:lvl w:ilvl="0" w:tplc="3EA6F1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3"/>
  </w:num>
  <w:num w:numId="12">
    <w:abstractNumId w:val="26"/>
  </w:num>
  <w:num w:numId="13">
    <w:abstractNumId w:val="15"/>
  </w:num>
  <w:num w:numId="14">
    <w:abstractNumId w:val="20"/>
  </w:num>
  <w:num w:numId="15">
    <w:abstractNumId w:val="12"/>
  </w:num>
  <w:num w:numId="16">
    <w:abstractNumId w:val="29"/>
  </w:num>
  <w:num w:numId="17">
    <w:abstractNumId w:val="18"/>
  </w:num>
  <w:num w:numId="18">
    <w:abstractNumId w:val="17"/>
  </w:num>
  <w:num w:numId="19">
    <w:abstractNumId w:val="21"/>
  </w:num>
  <w:num w:numId="20">
    <w:abstractNumId w:val="24"/>
  </w:num>
  <w:num w:numId="21">
    <w:abstractNumId w:val="10"/>
  </w:num>
  <w:num w:numId="22">
    <w:abstractNumId w:val="16"/>
  </w:num>
  <w:num w:numId="23">
    <w:abstractNumId w:val="22"/>
  </w:num>
  <w:num w:numId="24">
    <w:abstractNumId w:val="11"/>
  </w:num>
  <w:num w:numId="25">
    <w:abstractNumId w:val="23"/>
  </w:num>
  <w:num w:numId="26">
    <w:abstractNumId w:val="14"/>
  </w:num>
  <w:num w:numId="27">
    <w:abstractNumId w:val="25"/>
  </w:num>
  <w:num w:numId="28">
    <w:abstractNumId w:val="28"/>
  </w:num>
  <w:num w:numId="29">
    <w:abstractNumId w:val="1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7B1"/>
    <w:rsid w:val="00004BBD"/>
    <w:rsid w:val="00021F6D"/>
    <w:rsid w:val="00022BA4"/>
    <w:rsid w:val="0002437C"/>
    <w:rsid w:val="00055867"/>
    <w:rsid w:val="0006477D"/>
    <w:rsid w:val="000713EE"/>
    <w:rsid w:val="000832F4"/>
    <w:rsid w:val="00084FEA"/>
    <w:rsid w:val="00092A82"/>
    <w:rsid w:val="000A0BC7"/>
    <w:rsid w:val="000A2934"/>
    <w:rsid w:val="000A56A2"/>
    <w:rsid w:val="000D70C3"/>
    <w:rsid w:val="000F7F76"/>
    <w:rsid w:val="001012CE"/>
    <w:rsid w:val="00102009"/>
    <w:rsid w:val="0011469B"/>
    <w:rsid w:val="00117F22"/>
    <w:rsid w:val="001275CC"/>
    <w:rsid w:val="00137650"/>
    <w:rsid w:val="001422FB"/>
    <w:rsid w:val="00167801"/>
    <w:rsid w:val="00174920"/>
    <w:rsid w:val="00175E6A"/>
    <w:rsid w:val="00181DBD"/>
    <w:rsid w:val="001A01A6"/>
    <w:rsid w:val="001A6854"/>
    <w:rsid w:val="001C0F90"/>
    <w:rsid w:val="001C4E5F"/>
    <w:rsid w:val="00202FE1"/>
    <w:rsid w:val="002064D4"/>
    <w:rsid w:val="00207A4C"/>
    <w:rsid w:val="00212A83"/>
    <w:rsid w:val="00214FD7"/>
    <w:rsid w:val="00217EAB"/>
    <w:rsid w:val="00222689"/>
    <w:rsid w:val="00257E55"/>
    <w:rsid w:val="00261687"/>
    <w:rsid w:val="00263856"/>
    <w:rsid w:val="002669AB"/>
    <w:rsid w:val="00281FBB"/>
    <w:rsid w:val="00285BB6"/>
    <w:rsid w:val="00286772"/>
    <w:rsid w:val="002A371B"/>
    <w:rsid w:val="002A6326"/>
    <w:rsid w:val="002B5156"/>
    <w:rsid w:val="002B73E2"/>
    <w:rsid w:val="002D3AB8"/>
    <w:rsid w:val="00302B5C"/>
    <w:rsid w:val="00311764"/>
    <w:rsid w:val="00321725"/>
    <w:rsid w:val="00321EC2"/>
    <w:rsid w:val="00324ACC"/>
    <w:rsid w:val="0033053A"/>
    <w:rsid w:val="00335E5E"/>
    <w:rsid w:val="00336818"/>
    <w:rsid w:val="0035130E"/>
    <w:rsid w:val="003563A6"/>
    <w:rsid w:val="00377550"/>
    <w:rsid w:val="003777B1"/>
    <w:rsid w:val="00377CD2"/>
    <w:rsid w:val="003A17D8"/>
    <w:rsid w:val="003A600E"/>
    <w:rsid w:val="003B5A1F"/>
    <w:rsid w:val="003B7F8A"/>
    <w:rsid w:val="003C64BA"/>
    <w:rsid w:val="003C6B37"/>
    <w:rsid w:val="003C7B90"/>
    <w:rsid w:val="003D03C5"/>
    <w:rsid w:val="003F5487"/>
    <w:rsid w:val="00413477"/>
    <w:rsid w:val="00424D13"/>
    <w:rsid w:val="00437A6E"/>
    <w:rsid w:val="004463E1"/>
    <w:rsid w:val="00450CA7"/>
    <w:rsid w:val="00453405"/>
    <w:rsid w:val="00453F97"/>
    <w:rsid w:val="00471E07"/>
    <w:rsid w:val="00472B13"/>
    <w:rsid w:val="004A0ECA"/>
    <w:rsid w:val="004A4C51"/>
    <w:rsid w:val="004A586E"/>
    <w:rsid w:val="004C3471"/>
    <w:rsid w:val="004C71A1"/>
    <w:rsid w:val="004E5373"/>
    <w:rsid w:val="004F1479"/>
    <w:rsid w:val="005011C6"/>
    <w:rsid w:val="00512EC1"/>
    <w:rsid w:val="0052271C"/>
    <w:rsid w:val="0052644D"/>
    <w:rsid w:val="00560EA0"/>
    <w:rsid w:val="005662DC"/>
    <w:rsid w:val="00571446"/>
    <w:rsid w:val="005754B5"/>
    <w:rsid w:val="005762ED"/>
    <w:rsid w:val="005828BB"/>
    <w:rsid w:val="00587850"/>
    <w:rsid w:val="00594AF0"/>
    <w:rsid w:val="005A0245"/>
    <w:rsid w:val="005A3AC4"/>
    <w:rsid w:val="005A6932"/>
    <w:rsid w:val="005B5B97"/>
    <w:rsid w:val="005C3D2D"/>
    <w:rsid w:val="005C5262"/>
    <w:rsid w:val="005D1301"/>
    <w:rsid w:val="005E09DE"/>
    <w:rsid w:val="005E0D2D"/>
    <w:rsid w:val="005E60F2"/>
    <w:rsid w:val="005F3EDF"/>
    <w:rsid w:val="005F5561"/>
    <w:rsid w:val="00600FEA"/>
    <w:rsid w:val="00623059"/>
    <w:rsid w:val="00627828"/>
    <w:rsid w:val="00636AAC"/>
    <w:rsid w:val="00642BB9"/>
    <w:rsid w:val="00653253"/>
    <w:rsid w:val="00656CF4"/>
    <w:rsid w:val="006662C0"/>
    <w:rsid w:val="00672999"/>
    <w:rsid w:val="006752A4"/>
    <w:rsid w:val="00680892"/>
    <w:rsid w:val="00687FC1"/>
    <w:rsid w:val="00692A7A"/>
    <w:rsid w:val="006972B0"/>
    <w:rsid w:val="006B47BC"/>
    <w:rsid w:val="006B4B13"/>
    <w:rsid w:val="006B5D92"/>
    <w:rsid w:val="006C60E6"/>
    <w:rsid w:val="006E0100"/>
    <w:rsid w:val="006E74C5"/>
    <w:rsid w:val="006E7580"/>
    <w:rsid w:val="00702507"/>
    <w:rsid w:val="00704F21"/>
    <w:rsid w:val="0071438D"/>
    <w:rsid w:val="0072557B"/>
    <w:rsid w:val="00732CAA"/>
    <w:rsid w:val="007556DF"/>
    <w:rsid w:val="0076203C"/>
    <w:rsid w:val="00762AD4"/>
    <w:rsid w:val="0079089C"/>
    <w:rsid w:val="00796F57"/>
    <w:rsid w:val="007A31FC"/>
    <w:rsid w:val="007B32C2"/>
    <w:rsid w:val="007C3AEB"/>
    <w:rsid w:val="007C5356"/>
    <w:rsid w:val="007D1F50"/>
    <w:rsid w:val="007E3786"/>
    <w:rsid w:val="007F614A"/>
    <w:rsid w:val="008205F0"/>
    <w:rsid w:val="0082061A"/>
    <w:rsid w:val="0082566A"/>
    <w:rsid w:val="00827084"/>
    <w:rsid w:val="00853C9D"/>
    <w:rsid w:val="0085500C"/>
    <w:rsid w:val="00855DC0"/>
    <w:rsid w:val="00855F78"/>
    <w:rsid w:val="008604DF"/>
    <w:rsid w:val="008627CB"/>
    <w:rsid w:val="008726D2"/>
    <w:rsid w:val="008A174C"/>
    <w:rsid w:val="008A2D58"/>
    <w:rsid w:val="008A3EDC"/>
    <w:rsid w:val="008A7050"/>
    <w:rsid w:val="008E07B1"/>
    <w:rsid w:val="008E1676"/>
    <w:rsid w:val="008E6F7D"/>
    <w:rsid w:val="009060D3"/>
    <w:rsid w:val="00911BAB"/>
    <w:rsid w:val="00924223"/>
    <w:rsid w:val="009318E8"/>
    <w:rsid w:val="0095318A"/>
    <w:rsid w:val="0096403F"/>
    <w:rsid w:val="00981864"/>
    <w:rsid w:val="009835F5"/>
    <w:rsid w:val="00983B64"/>
    <w:rsid w:val="0098607B"/>
    <w:rsid w:val="009875E3"/>
    <w:rsid w:val="00990221"/>
    <w:rsid w:val="00990EC1"/>
    <w:rsid w:val="009A76A7"/>
    <w:rsid w:val="009C01D2"/>
    <w:rsid w:val="009C14E3"/>
    <w:rsid w:val="009D2BD3"/>
    <w:rsid w:val="009D4549"/>
    <w:rsid w:val="00A1410E"/>
    <w:rsid w:val="00A37A84"/>
    <w:rsid w:val="00A410A8"/>
    <w:rsid w:val="00A46912"/>
    <w:rsid w:val="00A520FA"/>
    <w:rsid w:val="00A56C08"/>
    <w:rsid w:val="00A57F18"/>
    <w:rsid w:val="00A753F1"/>
    <w:rsid w:val="00A75FC5"/>
    <w:rsid w:val="00A764F9"/>
    <w:rsid w:val="00A96A45"/>
    <w:rsid w:val="00AA6065"/>
    <w:rsid w:val="00AB03FA"/>
    <w:rsid w:val="00AB6058"/>
    <w:rsid w:val="00AC2159"/>
    <w:rsid w:val="00AC736B"/>
    <w:rsid w:val="00AD0DDD"/>
    <w:rsid w:val="00AD6FA4"/>
    <w:rsid w:val="00AE67FD"/>
    <w:rsid w:val="00B2203C"/>
    <w:rsid w:val="00B34420"/>
    <w:rsid w:val="00B41B70"/>
    <w:rsid w:val="00B650F5"/>
    <w:rsid w:val="00B67564"/>
    <w:rsid w:val="00B70C41"/>
    <w:rsid w:val="00B83709"/>
    <w:rsid w:val="00B91A41"/>
    <w:rsid w:val="00BA6795"/>
    <w:rsid w:val="00BB0293"/>
    <w:rsid w:val="00BB074D"/>
    <w:rsid w:val="00BB2AA9"/>
    <w:rsid w:val="00BC7F90"/>
    <w:rsid w:val="00BE400A"/>
    <w:rsid w:val="00BE7673"/>
    <w:rsid w:val="00BF3AE3"/>
    <w:rsid w:val="00C00AE3"/>
    <w:rsid w:val="00C1426C"/>
    <w:rsid w:val="00C31532"/>
    <w:rsid w:val="00C35F44"/>
    <w:rsid w:val="00C600AE"/>
    <w:rsid w:val="00C6180B"/>
    <w:rsid w:val="00C7432D"/>
    <w:rsid w:val="00C77DAD"/>
    <w:rsid w:val="00C91FFC"/>
    <w:rsid w:val="00CA56E1"/>
    <w:rsid w:val="00CA7C4A"/>
    <w:rsid w:val="00CC2962"/>
    <w:rsid w:val="00CF405D"/>
    <w:rsid w:val="00D00F9F"/>
    <w:rsid w:val="00D039F9"/>
    <w:rsid w:val="00D04CE8"/>
    <w:rsid w:val="00D06709"/>
    <w:rsid w:val="00D12B26"/>
    <w:rsid w:val="00D16813"/>
    <w:rsid w:val="00D41ABD"/>
    <w:rsid w:val="00D52125"/>
    <w:rsid w:val="00D53334"/>
    <w:rsid w:val="00D60A8F"/>
    <w:rsid w:val="00D646D4"/>
    <w:rsid w:val="00D662AE"/>
    <w:rsid w:val="00D74C88"/>
    <w:rsid w:val="00D97485"/>
    <w:rsid w:val="00D97BE0"/>
    <w:rsid w:val="00DA443F"/>
    <w:rsid w:val="00DD043D"/>
    <w:rsid w:val="00DD185F"/>
    <w:rsid w:val="00DD36F7"/>
    <w:rsid w:val="00DF0509"/>
    <w:rsid w:val="00DF1CB4"/>
    <w:rsid w:val="00DF2C41"/>
    <w:rsid w:val="00DF5DFB"/>
    <w:rsid w:val="00E04061"/>
    <w:rsid w:val="00E12CB0"/>
    <w:rsid w:val="00E13DA4"/>
    <w:rsid w:val="00E14266"/>
    <w:rsid w:val="00E14975"/>
    <w:rsid w:val="00E22A28"/>
    <w:rsid w:val="00E35411"/>
    <w:rsid w:val="00E46279"/>
    <w:rsid w:val="00E64D73"/>
    <w:rsid w:val="00E66E56"/>
    <w:rsid w:val="00E75DB1"/>
    <w:rsid w:val="00E818DE"/>
    <w:rsid w:val="00E838C6"/>
    <w:rsid w:val="00EC57D7"/>
    <w:rsid w:val="00EE694B"/>
    <w:rsid w:val="00EF1492"/>
    <w:rsid w:val="00F04AED"/>
    <w:rsid w:val="00F21250"/>
    <w:rsid w:val="00F30FA7"/>
    <w:rsid w:val="00F41EFB"/>
    <w:rsid w:val="00F46D98"/>
    <w:rsid w:val="00F54157"/>
    <w:rsid w:val="00F575B7"/>
    <w:rsid w:val="00F64F4D"/>
    <w:rsid w:val="00F71C33"/>
    <w:rsid w:val="00F73114"/>
    <w:rsid w:val="00F779C9"/>
    <w:rsid w:val="00F84897"/>
    <w:rsid w:val="00F860CD"/>
    <w:rsid w:val="00F86A4C"/>
    <w:rsid w:val="00F93305"/>
    <w:rsid w:val="00FA4DB0"/>
    <w:rsid w:val="00FA6855"/>
    <w:rsid w:val="00FB1248"/>
    <w:rsid w:val="00FB1637"/>
    <w:rsid w:val="00FB3A55"/>
    <w:rsid w:val="00FF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27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5"/>
    <w:qFormat/>
    <w:rsid w:val="0006477D"/>
    <w:rPr>
      <w:rFonts w:cstheme="minorHAnsi"/>
      <w:sz w:val="20"/>
    </w:rPr>
  </w:style>
  <w:style w:type="paragraph" w:styleId="Heading1">
    <w:name w:val="heading 1"/>
    <w:basedOn w:val="Normal"/>
    <w:next w:val="Normal"/>
    <w:link w:val="Heading1Char"/>
    <w:qFormat/>
    <w:rsid w:val="00FA4DB0"/>
    <w:pPr>
      <w:keepNext/>
      <w:keepLines/>
      <w:jc w:val="center"/>
      <w:outlineLvl w:val="0"/>
    </w:pPr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FA4DB0"/>
    <w:pPr>
      <w:keepNext/>
      <w:keepLines/>
      <w:spacing w:before="40"/>
      <w:jc w:val="center"/>
      <w:outlineLvl w:val="1"/>
    </w:pPr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FA4DB0"/>
    <w:pPr>
      <w:keepNext/>
      <w:keepLines/>
      <w:spacing w:after="40"/>
      <w:ind w:left="170"/>
      <w:outlineLvl w:val="2"/>
    </w:pPr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AB8"/>
    <w:rPr>
      <w:sz w:val="16"/>
    </w:rPr>
  </w:style>
  <w:style w:type="paragraph" w:styleId="Footer">
    <w:name w:val="footer"/>
    <w:basedOn w:val="Normal"/>
    <w:link w:val="Foot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AB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D0670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B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0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D3AB8"/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2D3AB8"/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2D3AB8"/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paragraph" w:customStyle="1" w:styleId="Text">
    <w:name w:val="Text"/>
    <w:basedOn w:val="Normal"/>
    <w:uiPriority w:val="3"/>
    <w:qFormat/>
    <w:rsid w:val="00FA4DB0"/>
    <w:pPr>
      <w:spacing w:line="288" w:lineRule="auto"/>
      <w:ind w:left="170" w:right="113"/>
    </w:pPr>
    <w:rPr>
      <w:color w:val="404040" w:themeColor="text1" w:themeTint="BF"/>
      <w:sz w:val="22"/>
    </w:rPr>
  </w:style>
  <w:style w:type="paragraph" w:customStyle="1" w:styleId="Dates">
    <w:name w:val="Dates"/>
    <w:basedOn w:val="Normal"/>
    <w:uiPriority w:val="4"/>
    <w:qFormat/>
    <w:rsid w:val="00FA4DB0"/>
    <w:pPr>
      <w:ind w:left="170"/>
    </w:pPr>
    <w:rPr>
      <w:b/>
      <w:color w:val="2C3B57" w:themeColor="text2"/>
    </w:rPr>
  </w:style>
  <w:style w:type="paragraph" w:styleId="ListParagraph">
    <w:name w:val="List Paragraph"/>
    <w:basedOn w:val="Normal"/>
    <w:uiPriority w:val="34"/>
    <w:qFormat/>
    <w:rsid w:val="00FA4DB0"/>
    <w:pPr>
      <w:numPr>
        <w:numId w:val="11"/>
      </w:numPr>
      <w:spacing w:before="80" w:line="360" w:lineRule="auto"/>
      <w:ind w:left="527" w:hanging="357"/>
      <w:contextualSpacing/>
    </w:pPr>
    <w:rPr>
      <w:rFonts w:ascii="Gill Sans MT" w:hAnsi="Gill Sans MT" w:cs="Times New Roman (Body CS)"/>
      <w:caps/>
      <w:color w:val="000000" w:themeColor="text1"/>
      <w:sz w:val="22"/>
    </w:rPr>
  </w:style>
  <w:style w:type="character" w:styleId="PlaceholderText">
    <w:name w:val="Placeholder Text"/>
    <w:basedOn w:val="DefaultParagraphFont"/>
    <w:uiPriority w:val="99"/>
    <w:semiHidden/>
    <w:rsid w:val="00FA4DB0"/>
    <w:rPr>
      <w:color w:val="808080"/>
    </w:rPr>
  </w:style>
  <w:style w:type="character" w:styleId="Emphasis">
    <w:name w:val="Emphasis"/>
    <w:basedOn w:val="DefaultParagraphFont"/>
    <w:uiPriority w:val="20"/>
    <w:qFormat/>
    <w:rsid w:val="00DF1CB4"/>
    <w:rPr>
      <w:b/>
      <w:i w:val="0"/>
      <w:iCs/>
    </w:rPr>
  </w:style>
  <w:style w:type="character" w:styleId="Hyperlink">
    <w:name w:val="Hyperlink"/>
    <w:basedOn w:val="DefaultParagraphFont"/>
    <w:uiPriority w:val="99"/>
    <w:semiHidden/>
    <w:rsid w:val="0006477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B07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bidi="mr-IN"/>
    </w:rPr>
  </w:style>
  <w:style w:type="character" w:styleId="UnresolvedMention">
    <w:name w:val="Unresolved Mention"/>
    <w:basedOn w:val="DefaultParagraphFont"/>
    <w:uiPriority w:val="99"/>
    <w:semiHidden/>
    <w:unhideWhenUsed/>
    <w:rsid w:val="003A17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3A17D8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004BBD"/>
    <w:pPr>
      <w:widowControl w:val="0"/>
      <w:autoSpaceDE w:val="0"/>
      <w:autoSpaceDN w:val="0"/>
    </w:pPr>
    <w:rPr>
      <w:rFonts w:ascii="Arial MT" w:eastAsia="Arial MT" w:hAnsi="Arial MT" w:cs="Arial MT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04BBD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image" Target="media/image7.jpeg"/><Relationship Id="rId26" Type="http://schemas.openxmlformats.org/officeDocument/2006/relationships/hyperlink" Target="https://www.certmetrics.com/comptia/public/verification.aspx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s://github.com/SLoharkar/" TargetMode="External"/><Relationship Id="rId25" Type="http://schemas.openxmlformats.org/officeDocument/2006/relationships/image" Target="media/image13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jpeg"/><Relationship Id="rId29" Type="http://schemas.openxmlformats.org/officeDocument/2006/relationships/hyperlink" Target="https://aspen.eccouncil.org/Verify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starcertification.org/Verification/Professiona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in/shubham-l-a8b0a91b1/" TargetMode="External"/><Relationship Id="rId23" Type="http://schemas.openxmlformats.org/officeDocument/2006/relationships/image" Target="media/image12.jpeg"/><Relationship Id="rId28" Type="http://schemas.openxmlformats.org/officeDocument/2006/relationships/image" Target="media/image14.png"/><Relationship Id="rId10" Type="http://schemas.openxmlformats.org/officeDocument/2006/relationships/endnotes" Target="endnotes.xml"/><Relationship Id="rId19" Type="http://schemas.openxmlformats.org/officeDocument/2006/relationships/image" Target="media/image8.jpe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hyperlink" Target="https://www.starcertification.org/Verification/Professional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hadev\AppData\Roaming\Microsoft\Templates\Organized%20modern%20resume.dotx" TargetMode="External"/></Relationships>
</file>

<file path=word/theme/theme1.xml><?xml version="1.0" encoding="utf-8"?>
<a:theme xmlns:a="http://schemas.openxmlformats.org/drawingml/2006/main" name="ModernResume">
  <a:themeElements>
    <a:clrScheme name="ModernResume 1">
      <a:dk1>
        <a:srgbClr val="000000"/>
      </a:dk1>
      <a:lt1>
        <a:srgbClr val="FFFFFF"/>
      </a:lt1>
      <a:dk2>
        <a:srgbClr val="2C3B57"/>
      </a:dk2>
      <a:lt2>
        <a:srgbClr val="CADEE5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1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B79958AF-6D2F-8E47-B31C-9D77199320A6}" vid="{735B7FF7-6B85-2E43-9A7F-201390A7BE5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Status xmlns="71af3243-3dd4-4a8d-8c0d-dd76da1f02a5">Not started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D917E-6B3F-4995-8090-FD9CFEE660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735428-6F95-4096-840F-2DD96B16B62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647FEFD4-54E2-43C2-B579-757DDE7F1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8E6436-7898-4F9C-A753-3C422D185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Organized modern resume.dotx</Template>
  <TotalTime>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2021-11-28T03:02:00Z</dcterms:created>
  <dcterms:modified xsi:type="dcterms:W3CDTF">2023-05-13T05:45:00Z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