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A21" w:rsidRDefault="005A2A21" w:rsidP="00892DCF">
      <w:pPr>
        <w:rPr>
          <w:rFonts w:hint="eastAsia"/>
        </w:rPr>
      </w:pPr>
      <w:bookmarkStart w:id="0" w:name="content"/>
      <w:bookmarkEnd w:id="0"/>
    </w:p>
    <w:p w:rsidR="00087700" w:rsidRDefault="00087700" w:rsidP="00EA0250">
      <w:bookmarkStart w:id="1" w:name="_GoBack"/>
      <w:bookmarkEnd w:id="1"/>
    </w:p>
    <w:sectPr w:rsidR="000877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1546" w:h="15309" w:orient="landscape" w:code="9"/>
      <w:pgMar w:top="1418" w:right="1247" w:bottom="1418" w:left="1247" w:header="851" w:footer="992" w:gutter="0"/>
      <w:cols w:num="2" w:space="841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EBF" w:rsidRDefault="00357EBF">
      <w:r>
        <w:separator/>
      </w:r>
    </w:p>
  </w:endnote>
  <w:endnote w:type="continuationSeparator" w:id="0">
    <w:p w:rsidR="00357EBF" w:rsidRDefault="00357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EAA" w:rsidRDefault="006A2EAA">
    <w:pPr>
      <w:pStyle w:val="a4"/>
      <w:jc w:val="center"/>
    </w:pPr>
    <w:r>
      <w:rPr>
        <w:rFonts w:hint="eastAsia"/>
      </w:rPr>
      <w:t>第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A0250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页</w:t>
    </w:r>
    <w:r>
      <w:rPr>
        <w:rStyle w:val="a5"/>
        <w:rFonts w:hint="eastAsia"/>
      </w:rPr>
      <w:t>(</w:t>
    </w:r>
    <w:r>
      <w:rPr>
        <w:rStyle w:val="a5"/>
        <w:rFonts w:hint="eastAsia"/>
      </w:rPr>
      <w:t>共</w:t>
    </w:r>
    <w:r>
      <w:rPr>
        <w:rStyle w:val="a5"/>
      </w:rPr>
      <w:fldChar w:fldCharType="begin"/>
    </w:r>
    <w:r>
      <w:rPr>
        <w:rStyle w:val="a5"/>
      </w:rPr>
      <w:instrText xml:space="preserve"> NUMPAGES </w:instrText>
    </w:r>
    <w:r>
      <w:rPr>
        <w:rStyle w:val="a5"/>
      </w:rPr>
      <w:fldChar w:fldCharType="separate"/>
    </w:r>
    <w:r w:rsidR="00EA0250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页</w:t>
    </w:r>
    <w:r>
      <w:rPr>
        <w:rStyle w:val="a5"/>
        <w:rFonts w:hint="eastAsia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EAA" w:rsidRDefault="006A2EAA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242" w:rsidRDefault="00BE32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EBF" w:rsidRDefault="00357EBF">
      <w:r>
        <w:separator/>
      </w:r>
    </w:p>
  </w:footnote>
  <w:footnote w:type="continuationSeparator" w:id="0">
    <w:p w:rsidR="00357EBF" w:rsidRDefault="00357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EAA" w:rsidRDefault="008D6F8E">
    <w:r>
      <w:rPr>
        <w:noProof/>
      </w:rPr>
      <w:drawing>
        <wp:anchor distT="0" distB="0" distL="180340" distR="180340" simplePos="0" relativeHeight="251657728" behindDoc="0" locked="0" layoutInCell="1" allowOverlap="1">
          <wp:simplePos x="0" y="0"/>
          <wp:positionH relativeFrom="margin">
            <wp:posOffset>11496040</wp:posOffset>
          </wp:positionH>
          <wp:positionV relativeFrom="page">
            <wp:posOffset>730885</wp:posOffset>
          </wp:positionV>
          <wp:extent cx="720090" cy="8236585"/>
          <wp:effectExtent l="0" t="0" r="3810" b="0"/>
          <wp:wrapSquare wrapText="left"/>
          <wp:docPr id="6" name="图片 2" descr="密封线(双页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密封线(双页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823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EAA" w:rsidRDefault="008D6F8E" w:rsidP="00F40FF9"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13970</wp:posOffset>
          </wp:positionH>
          <wp:positionV relativeFrom="margin">
            <wp:posOffset>78105</wp:posOffset>
          </wp:positionV>
          <wp:extent cx="720090" cy="8236585"/>
          <wp:effectExtent l="0" t="0" r="3810" b="0"/>
          <wp:wrapSquare wrapText="right"/>
          <wp:docPr id="7" name="图片 1" descr="密封线(单页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密封线(单页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823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242" w:rsidRDefault="00BE32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049" style="mso-position-horizontal:inside;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B07"/>
    <w:rsid w:val="00020235"/>
    <w:rsid w:val="000363C6"/>
    <w:rsid w:val="00087700"/>
    <w:rsid w:val="00153C30"/>
    <w:rsid w:val="001A6235"/>
    <w:rsid w:val="001C0B07"/>
    <w:rsid w:val="00201A80"/>
    <w:rsid w:val="00357EBF"/>
    <w:rsid w:val="00396756"/>
    <w:rsid w:val="00400361"/>
    <w:rsid w:val="00433F4C"/>
    <w:rsid w:val="00472D19"/>
    <w:rsid w:val="005A2A21"/>
    <w:rsid w:val="006700EF"/>
    <w:rsid w:val="006A2EAA"/>
    <w:rsid w:val="006F6E23"/>
    <w:rsid w:val="00730E20"/>
    <w:rsid w:val="008209C9"/>
    <w:rsid w:val="008917BF"/>
    <w:rsid w:val="00892DCF"/>
    <w:rsid w:val="008D6F8E"/>
    <w:rsid w:val="00A34B66"/>
    <w:rsid w:val="00BA4338"/>
    <w:rsid w:val="00BE3242"/>
    <w:rsid w:val="00C70885"/>
    <w:rsid w:val="00CA10CF"/>
    <w:rsid w:val="00EA018B"/>
    <w:rsid w:val="00EA0250"/>
    <w:rsid w:val="00ED58FD"/>
    <w:rsid w:val="00F40FF9"/>
    <w:rsid w:val="00F7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inside;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5040E07-9EE8-45D4-8DCE-4D8B1023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24102;&#23494;&#23553;&#32447;&#30340;&#35797;&#21367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A1978-8338-422B-AF41-A36B8255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带密封线的试卷模板.dot</Template>
  <TotalTime>6</TotalTime>
  <Pages>1</Pages>
  <Words>0</Words>
  <Characters>1</Characters>
  <Application>Microsoft Office Word</Application>
  <DocSecurity>0</DocSecurity>
  <Lines>1</Lines>
  <Paragraphs>1</Paragraphs>
  <ScaleCrop>false</ScaleCrop>
  <Company>成都市武侯高级中学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考试试卷</dc:title>
  <dc:subject/>
  <dc:creator>User</dc:creator>
  <cp:keywords/>
  <dc:description/>
  <cp:lastModifiedBy>admin</cp:lastModifiedBy>
  <cp:revision>12</cp:revision>
  <cp:lastPrinted>2008-09-03T07:15:00Z</cp:lastPrinted>
  <dcterms:created xsi:type="dcterms:W3CDTF">2015-07-21T17:00:00Z</dcterms:created>
  <dcterms:modified xsi:type="dcterms:W3CDTF">2015-07-22T02:57:00Z</dcterms:modified>
</cp:coreProperties>
</file>