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numPr>
          <w:ilvl w:val="0"/>
          <w:numId w:val="1"/>
        </w:numPr>
        <w:ind w:firstLine="643"/>
        <w:outlineLvl w:val="1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子模板1</w:t>
      </w:r>
    </w:p>
    <w:p>
      <w:pPr>
        <w:pStyle w:val="13"/>
        <w:ind w:firstLine="420" w:firstLineChars="0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{{+sub1}}</w:t>
      </w:r>
    </w:p>
    <w:p>
      <w:pPr>
        <w:pStyle w:val="13"/>
        <w:numPr>
          <w:ilvl w:val="0"/>
          <w:numId w:val="1"/>
        </w:numPr>
        <w:ind w:firstLine="643"/>
        <w:outlineLvl w:val="1"/>
        <w:rPr>
          <w:rFonts w:ascii="仿宋" w:hAnsi="仿宋" w:eastAsia="仿宋"/>
          <w:b/>
          <w:bCs/>
          <w:sz w:val="32"/>
          <w:szCs w:val="32"/>
          <w:lang w:eastAsia="zh-Hans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我是父模板中的chart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</w:rPr>
        <w:t>我是父模板中的chart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：</w:t>
      </w:r>
    </w:p>
    <w:p>
      <w:pPr>
        <w:pStyle w:val="13"/>
        <w:ind w:firstLine="0" w:firstLineChars="0"/>
        <w:rPr>
          <w:rFonts w:eastAsiaTheme="minorEastAsia"/>
        </w:rPr>
      </w:pPr>
      <w:r>
        <w:rPr>
          <w:rFonts w:hint="eastAsia" w:eastAsiaTheme="minorEastAsia"/>
        </w:rPr>
        <w:drawing>
          <wp:inline distT="0" distB="0" distL="114300" distR="114300">
            <wp:extent cx="5256530" cy="2988310"/>
            <wp:effectExtent l="5080" t="4445" r="15240" b="17145"/>
            <wp:docPr id="1" name="图表 1" descr="{{paren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13"/>
        <w:ind w:firstLine="0" w:firstLineChars="0"/>
        <w:outlineLvl w:val="1"/>
        <w:rPr>
          <w:rFonts w:ascii="仿宋" w:hAnsi="仿宋" w:eastAsia="仿宋"/>
          <w:b/>
          <w:bCs/>
          <w:sz w:val="32"/>
          <w:szCs w:val="32"/>
          <w:lang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13626363"/>
    </w:sdtPr>
    <w:sdtContent>
      <w:p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0A3EC"/>
    <w:multiLevelType w:val="singleLevel"/>
    <w:tmpl w:val="B590A3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MDRiMTBiN2ZmZjE4MWU5YmMzMTZlNGQzYzY3OWEifQ=="/>
  </w:docVars>
  <w:rsids>
    <w:rsidRoot w:val="00172A27"/>
    <w:rsid w:val="00013660"/>
    <w:rsid w:val="00051744"/>
    <w:rsid w:val="001323D2"/>
    <w:rsid w:val="0013634D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B2907"/>
    <w:rsid w:val="003F6C52"/>
    <w:rsid w:val="00404FEF"/>
    <w:rsid w:val="0042576E"/>
    <w:rsid w:val="0042702C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5718A"/>
    <w:rsid w:val="005A7185"/>
    <w:rsid w:val="0060196E"/>
    <w:rsid w:val="00614CF3"/>
    <w:rsid w:val="00640AC5"/>
    <w:rsid w:val="00655C03"/>
    <w:rsid w:val="00676C3D"/>
    <w:rsid w:val="00676DDD"/>
    <w:rsid w:val="00716D47"/>
    <w:rsid w:val="00750A6F"/>
    <w:rsid w:val="007531FE"/>
    <w:rsid w:val="00780667"/>
    <w:rsid w:val="007B14C0"/>
    <w:rsid w:val="007B6961"/>
    <w:rsid w:val="007C7A1F"/>
    <w:rsid w:val="008013D8"/>
    <w:rsid w:val="00810DF1"/>
    <w:rsid w:val="008324E5"/>
    <w:rsid w:val="008345B2"/>
    <w:rsid w:val="00837C86"/>
    <w:rsid w:val="0086080C"/>
    <w:rsid w:val="00872A15"/>
    <w:rsid w:val="008779C3"/>
    <w:rsid w:val="008B7194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C3BC1"/>
    <w:rsid w:val="00AD00D5"/>
    <w:rsid w:val="00AE4C51"/>
    <w:rsid w:val="00B23A6F"/>
    <w:rsid w:val="00B3586B"/>
    <w:rsid w:val="00B42439"/>
    <w:rsid w:val="00B47844"/>
    <w:rsid w:val="00BB72CD"/>
    <w:rsid w:val="00BD31DF"/>
    <w:rsid w:val="00BD40FF"/>
    <w:rsid w:val="00C63263"/>
    <w:rsid w:val="00C85D8A"/>
    <w:rsid w:val="00CB25A2"/>
    <w:rsid w:val="00CF1B15"/>
    <w:rsid w:val="00D0111B"/>
    <w:rsid w:val="00D1045E"/>
    <w:rsid w:val="00D80901"/>
    <w:rsid w:val="00DC7807"/>
    <w:rsid w:val="00DD6ACD"/>
    <w:rsid w:val="00E17423"/>
    <w:rsid w:val="00E26864"/>
    <w:rsid w:val="00EA1D99"/>
    <w:rsid w:val="00ED3755"/>
    <w:rsid w:val="00EE7806"/>
    <w:rsid w:val="00F16F13"/>
    <w:rsid w:val="00F46D91"/>
    <w:rsid w:val="00FA37DE"/>
    <w:rsid w:val="00FC36C3"/>
    <w:rsid w:val="00FC6D71"/>
    <w:rsid w:val="01597A53"/>
    <w:rsid w:val="02136AB8"/>
    <w:rsid w:val="047E52F8"/>
    <w:rsid w:val="06350BCA"/>
    <w:rsid w:val="079E79DA"/>
    <w:rsid w:val="094758C5"/>
    <w:rsid w:val="0A4415E6"/>
    <w:rsid w:val="0B2B217D"/>
    <w:rsid w:val="0B5427D3"/>
    <w:rsid w:val="0BF24DB1"/>
    <w:rsid w:val="0D0F5AD8"/>
    <w:rsid w:val="0DAF6DA0"/>
    <w:rsid w:val="0F7B0422"/>
    <w:rsid w:val="0F7F0403"/>
    <w:rsid w:val="10D7144D"/>
    <w:rsid w:val="12C8507C"/>
    <w:rsid w:val="153D51E9"/>
    <w:rsid w:val="159C2598"/>
    <w:rsid w:val="177612EB"/>
    <w:rsid w:val="180F2092"/>
    <w:rsid w:val="198A4D5F"/>
    <w:rsid w:val="19D8646B"/>
    <w:rsid w:val="1AFB28AA"/>
    <w:rsid w:val="1C960944"/>
    <w:rsid w:val="1CDF51E2"/>
    <w:rsid w:val="1CED2FBE"/>
    <w:rsid w:val="1E351B2B"/>
    <w:rsid w:val="1FDE2559"/>
    <w:rsid w:val="23747CD2"/>
    <w:rsid w:val="239F6F70"/>
    <w:rsid w:val="25AC0F57"/>
    <w:rsid w:val="27C43656"/>
    <w:rsid w:val="281D4650"/>
    <w:rsid w:val="28FA3655"/>
    <w:rsid w:val="2943057B"/>
    <w:rsid w:val="294321C0"/>
    <w:rsid w:val="2BD87887"/>
    <w:rsid w:val="2D896E1E"/>
    <w:rsid w:val="31D450F3"/>
    <w:rsid w:val="321F698E"/>
    <w:rsid w:val="34E42621"/>
    <w:rsid w:val="35682F5B"/>
    <w:rsid w:val="37111CF4"/>
    <w:rsid w:val="3A485400"/>
    <w:rsid w:val="3B1E442E"/>
    <w:rsid w:val="3B3F844E"/>
    <w:rsid w:val="3E2F38AB"/>
    <w:rsid w:val="3F621434"/>
    <w:rsid w:val="3F944DBD"/>
    <w:rsid w:val="3FFA1B5F"/>
    <w:rsid w:val="426C0506"/>
    <w:rsid w:val="4342168B"/>
    <w:rsid w:val="456B2204"/>
    <w:rsid w:val="461D33DF"/>
    <w:rsid w:val="46B859AB"/>
    <w:rsid w:val="484A55A8"/>
    <w:rsid w:val="4DCA061A"/>
    <w:rsid w:val="502E0ABB"/>
    <w:rsid w:val="51944B8C"/>
    <w:rsid w:val="51FD4042"/>
    <w:rsid w:val="521D6D1B"/>
    <w:rsid w:val="531F6B82"/>
    <w:rsid w:val="54DB2E13"/>
    <w:rsid w:val="554E67DC"/>
    <w:rsid w:val="56D17034"/>
    <w:rsid w:val="58433537"/>
    <w:rsid w:val="58D00203"/>
    <w:rsid w:val="5A3710DB"/>
    <w:rsid w:val="5A423875"/>
    <w:rsid w:val="5ED96ABA"/>
    <w:rsid w:val="6044198F"/>
    <w:rsid w:val="615D21B3"/>
    <w:rsid w:val="625F1491"/>
    <w:rsid w:val="62BD2F52"/>
    <w:rsid w:val="653C270B"/>
    <w:rsid w:val="676961F1"/>
    <w:rsid w:val="686A221A"/>
    <w:rsid w:val="69D501AF"/>
    <w:rsid w:val="6AF508CB"/>
    <w:rsid w:val="6D542651"/>
    <w:rsid w:val="6DAE3263"/>
    <w:rsid w:val="6E1B76DC"/>
    <w:rsid w:val="6EF72E99"/>
    <w:rsid w:val="6F4B350B"/>
    <w:rsid w:val="6FCF744E"/>
    <w:rsid w:val="715A0FB7"/>
    <w:rsid w:val="718932E4"/>
    <w:rsid w:val="74874DD4"/>
    <w:rsid w:val="74B44E65"/>
    <w:rsid w:val="7A181F8B"/>
    <w:rsid w:val="7D091BD9"/>
    <w:rsid w:val="7E92290E"/>
    <w:rsid w:val="7F69E477"/>
    <w:rsid w:val="7F920D44"/>
    <w:rsid w:val="BBD7C8EE"/>
    <w:rsid w:val="FDFD9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</w:style>
  <w:style w:type="character" w:styleId="6">
    <w:name w:val="FollowedHyperlink"/>
    <w:basedOn w:val="3"/>
    <w:qFormat/>
    <w:uiPriority w:val="0"/>
    <w:rPr>
      <w:color w:val="535252"/>
      <w:u w:val="none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3"/>
    <w:qFormat/>
    <w:uiPriority w:val="0"/>
    <w:rPr>
      <w:color w:val="535252"/>
      <w:u w:val="none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table" w:styleId="12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character" w:customStyle="1" w:styleId="14">
    <w:name w:val="curr"/>
    <w:basedOn w:val="3"/>
    <w:qFormat/>
    <w:uiPriority w:val="0"/>
    <w:rPr>
      <w:shd w:val="clear" w:color="auto" w:fill="1A8EE8"/>
    </w:rPr>
  </w:style>
  <w:style w:type="character" w:customStyle="1" w:styleId="15">
    <w:name w:val="hover12"/>
    <w:basedOn w:val="3"/>
    <w:qFormat/>
    <w:uiPriority w:val="0"/>
    <w:rPr>
      <w:shd w:val="clear" w:color="auto" w:fill="1A8EE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脚 字符"/>
    <w:basedOn w:val="3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java-service\dc-oss\report\tpl\Normal.wp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2023-06-20T11:24:00Z</dcterms:created>
  <dc:creator>hulina</dc:creator>
  <cp:lastModifiedBy>Charles</cp:lastModifiedBy>
  <dcterms:modified xsi:type="dcterms:W3CDTF">2023-10-27T23:58:33Z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