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  <w:tblDescription w:val="Contact information"/>
      </w:tblPr>
      <w:tblGrid>
        <w:gridCol w:w="4986"/>
        <w:gridCol w:w="5094"/>
      </w:tblGrid>
      <w:tr w:rsidR="00E6490A" w:rsidRPr="00F874A7" w:rsidTr="00E6490A">
        <w:tc>
          <w:tcPr>
            <w:tcW w:w="2473" w:type="pct"/>
          </w:tcPr>
          <w:p w:rsidR="00E6490A" w:rsidRPr="00F874A7" w:rsidRDefault="00E6490A" w:rsidP="00DE34C2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Syncfusion Software</w:t>
            </w:r>
          </w:p>
          <w:p w:rsidR="00E6490A" w:rsidRPr="00F874A7" w:rsidRDefault="00E6490A" w:rsidP="00DE34C2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2501 Aerial Center Parkway </w:t>
            </w:r>
          </w:p>
          <w:p w:rsidR="00E6490A" w:rsidRPr="00F874A7" w:rsidRDefault="00E6490A" w:rsidP="00DE34C2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Suite 200 Morrisville, NC 27560 USA</w:t>
            </w:r>
          </w:p>
          <w:p w:rsidR="00E6490A" w:rsidRPr="0013546C" w:rsidRDefault="00E6490A" w:rsidP="008F620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546C">
              <w:rPr>
                <w:rStyle w:val="Strong"/>
                <w:rFonts w:ascii="Times New Roman" w:hAnsi="Times New Roman" w:cs="Times New Roman"/>
                <w:b w:val="0"/>
                <w:color w:val="000000"/>
                <w:sz w:val="24"/>
                <w:szCs w:val="22"/>
              </w:rPr>
              <w:t>Tel</w:t>
            </w:r>
            <w:r w:rsidRPr="0013546C">
              <w:rPr>
                <w:rFonts w:ascii="Times New Roman" w:hAnsi="Times New Roman" w:cs="Times New Roman"/>
                <w:b/>
                <w:color w:val="000000"/>
                <w:sz w:val="24"/>
                <w:szCs w:val="22"/>
              </w:rPr>
              <w:t xml:space="preserve"> </w:t>
            </w:r>
            <w:r w:rsidRPr="0013546C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+1 888.936.8638 </w:t>
            </w:r>
            <w:bookmarkStart w:id="0" w:name="_GoBack"/>
            <w:bookmarkEnd w:id="0"/>
            <w:r w:rsidRPr="0013546C">
              <w:rPr>
                <w:rStyle w:val="Strong"/>
                <w:rFonts w:ascii="Times New Roman" w:hAnsi="Times New Roman" w:cs="Times New Roman"/>
                <w:b w:val="0"/>
                <w:color w:val="000000"/>
                <w:sz w:val="24"/>
                <w:szCs w:val="22"/>
              </w:rPr>
              <w:t>Fax</w:t>
            </w:r>
            <w:r w:rsidRPr="0013546C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 +1 919.573.0306</w:t>
            </w:r>
          </w:p>
        </w:tc>
        <w:tc>
          <w:tcPr>
            <w:tcW w:w="2527" w:type="pct"/>
          </w:tcPr>
          <w:p w:rsidR="00E6490A" w:rsidRPr="00F874A7" w:rsidRDefault="00E6490A" w:rsidP="00DE34C2">
            <w:pPr>
              <w:pStyle w:val="Head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874A7">
              <w:rPr>
                <w:rFonts w:ascii="Times New Roman" w:hAnsi="Times New Roman" w:cs="Times New Roman"/>
                <w:noProof/>
                <w:color w:val="000000"/>
                <w:sz w:val="24"/>
              </w:rPr>
              <w:drawing>
                <wp:inline distT="0" distB="0" distL="0" distR="0" wp14:anchorId="5619E1EF" wp14:editId="39FD693D">
                  <wp:extent cx="2381250" cy="585922"/>
                  <wp:effectExtent l="0" t="0" r="0" b="508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857" cy="59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490A" w:rsidRDefault="00E6490A">
      <w:pPr>
        <w:rPr>
          <w:rFonts w:ascii="Times New Roman" w:hAnsi="Times New Roman" w:cs="Times New Roman"/>
        </w:rPr>
      </w:pPr>
    </w:p>
    <w:tbl>
      <w:tblPr>
        <w:tblW w:w="5000" w:type="pct"/>
        <w:shd w:val="clear" w:color="auto" w:fill="22538E"/>
        <w:tblLook w:val="04A0" w:firstRow="1" w:lastRow="0" w:firstColumn="1" w:lastColumn="0" w:noHBand="0" w:noVBand="1"/>
      </w:tblPr>
      <w:tblGrid>
        <w:gridCol w:w="5040"/>
        <w:gridCol w:w="5040"/>
      </w:tblGrid>
      <w:tr w:rsidR="00E6490A" w:rsidRPr="00EF21DD" w:rsidTr="00DE34C2">
        <w:tc>
          <w:tcPr>
            <w:tcW w:w="2500" w:type="pct"/>
            <w:shd w:val="clear" w:color="auto" w:fill="22538E"/>
            <w:vAlign w:val="center"/>
          </w:tcPr>
          <w:p w:rsidR="00E6490A" w:rsidRPr="00EF21DD" w:rsidRDefault="00E6490A" w:rsidP="000B223D">
            <w:pPr>
              <w:pStyle w:val="Title"/>
              <w:rPr>
                <w:rFonts w:ascii="Times New Roman" w:hAnsi="Times New Roman" w:cs="Times New Roman"/>
              </w:rPr>
            </w:pPr>
            <w:r w:rsidRPr="00EF21DD">
              <w:rPr>
                <w:rFonts w:ascii="Times New Roman" w:hAnsi="Times New Roman" w:cs="Times New Roman"/>
              </w:rPr>
              <w:t xml:space="preserve">Invoice </w:t>
            </w:r>
            <w:r w:rsidRPr="00EF21DD">
              <w:rPr>
                <w:rFonts w:ascii="Times New Roman" w:hAnsi="Times New Roman" w:cs="Times New Roman"/>
              </w:rPr>
              <w:fldChar w:fldCharType="begin"/>
            </w:r>
            <w:r w:rsidRPr="00EF21DD">
              <w:rPr>
                <w:rFonts w:ascii="Times New Roman" w:hAnsi="Times New Roman" w:cs="Times New Roman"/>
              </w:rPr>
              <w:instrText xml:space="preserve"> MERGEFIELD  InvoiceNumber  \* MERGEFORMAT </w:instrText>
            </w:r>
            <w:r w:rsidRPr="00EF21DD">
              <w:rPr>
                <w:rFonts w:ascii="Times New Roman" w:hAnsi="Times New Roman" w:cs="Times New Roman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</w:rPr>
              <w:t>«InvoiceNumber»</w:t>
            </w:r>
            <w:r w:rsidRPr="00EF21DD">
              <w:rPr>
                <w:rFonts w:ascii="Times New Roman" w:hAnsi="Times New Roman" w:cs="Times New Roman"/>
                <w:noProof/>
              </w:rPr>
              <w:fldChar w:fldCharType="end"/>
            </w:r>
          </w:p>
        </w:tc>
        <w:tc>
          <w:tcPr>
            <w:tcW w:w="2500" w:type="pct"/>
            <w:shd w:val="clear" w:color="auto" w:fill="22538E"/>
            <w:vAlign w:val="center"/>
          </w:tcPr>
          <w:p w:rsidR="00E6490A" w:rsidRPr="00EF21DD" w:rsidRDefault="00E6490A" w:rsidP="00DE34C2">
            <w:pPr>
              <w:pStyle w:val="Title"/>
              <w:jc w:val="right"/>
              <w:rPr>
                <w:rFonts w:ascii="Times New Roman" w:hAnsi="Times New Roman" w:cs="Times New Roman"/>
              </w:rPr>
            </w:pPr>
            <w:r w:rsidRPr="00EF21DD">
              <w:rPr>
                <w:rFonts w:ascii="Times New Roman" w:hAnsi="Times New Roman" w:cs="Times New Roman"/>
              </w:rPr>
              <w:t xml:space="preserve">Date </w:t>
            </w:r>
            <w:r w:rsidRPr="00EF21DD">
              <w:rPr>
                <w:rFonts w:ascii="Times New Roman" w:hAnsi="Times New Roman" w:cs="Times New Roman"/>
              </w:rPr>
              <w:fldChar w:fldCharType="begin"/>
            </w:r>
            <w:r w:rsidRPr="00EF21DD">
              <w:rPr>
                <w:rFonts w:ascii="Times New Roman" w:hAnsi="Times New Roman" w:cs="Times New Roman"/>
              </w:rPr>
              <w:instrText xml:space="preserve"> MERGEFIELD  Date  \* MERGEFORMAT </w:instrText>
            </w:r>
            <w:r w:rsidRPr="00EF21DD">
              <w:rPr>
                <w:rFonts w:ascii="Times New Roman" w:hAnsi="Times New Roman" w:cs="Times New Roman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</w:rPr>
              <w:t>«Date»</w:t>
            </w:r>
            <w:r w:rsidRPr="00EF21DD">
              <w:rPr>
                <w:rFonts w:ascii="Times New Roman" w:hAnsi="Times New Roman" w:cs="Times New Roman"/>
                <w:noProof/>
              </w:rPr>
              <w:fldChar w:fldCharType="end"/>
            </w:r>
          </w:p>
        </w:tc>
      </w:tr>
    </w:tbl>
    <w:p w:rsidR="00E6490A" w:rsidRPr="00EF21DD" w:rsidRDefault="00E6490A">
      <w:pPr>
        <w:rPr>
          <w:rFonts w:ascii="Times New Roman" w:hAnsi="Times New Roman" w:cs="Times New Roman"/>
        </w:rPr>
      </w:pPr>
    </w:p>
    <w:tbl>
      <w:tblPr>
        <w:tblW w:w="5000" w:type="pct"/>
        <w:tblBorders>
          <w:insideH w:val="single" w:sz="4" w:space="0" w:color="22538E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10080"/>
      </w:tblGrid>
      <w:tr w:rsidR="00B6651B" w:rsidRPr="00EF21DD" w:rsidTr="00565A5B">
        <w:tc>
          <w:tcPr>
            <w:tcW w:w="5000" w:type="pct"/>
          </w:tcPr>
          <w:p w:rsidR="00B6651B" w:rsidRPr="00F874A7" w:rsidRDefault="00B6651B">
            <w:pPr>
              <w:pStyle w:val="TableHeading"/>
              <w:rPr>
                <w:rFonts w:ascii="Times New Roman" w:hAnsi="Times New Roman" w:cs="Times New Roman"/>
                <w:color w:val="22538E"/>
                <w:sz w:val="24"/>
              </w:rPr>
            </w:pPr>
            <w:r w:rsidRPr="00F874A7">
              <w:rPr>
                <w:rFonts w:ascii="Times New Roman" w:hAnsi="Times New Roman" w:cs="Times New Roman"/>
                <w:color w:val="22538E"/>
                <w:sz w:val="24"/>
              </w:rPr>
              <w:t>Bill To</w:t>
            </w:r>
          </w:p>
        </w:tc>
      </w:tr>
      <w:tr w:rsidR="00B6651B" w:rsidRPr="00EF21DD" w:rsidTr="00565A5B">
        <w:tc>
          <w:tcPr>
            <w:tcW w:w="5000" w:type="pct"/>
          </w:tcPr>
          <w:p w:rsidR="00B6651B" w:rsidRPr="00EF21DD" w:rsidRDefault="007F2C0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Name  \* MERGEFORMAT 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«Name»</w:t>
            </w:r>
            <w:r w:rsidRPr="00EF21D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fldChar w:fldCharType="end"/>
            </w:r>
            <w:r w:rsidR="00B6651B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Address  \* MERGEFORMAT 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«Address»</w:t>
            </w:r>
            <w:r w:rsidRPr="00EF21D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fldChar w:fldCharType="end"/>
            </w:r>
          </w:p>
          <w:p w:rsidR="00B6651B" w:rsidRPr="00EF21DD" w:rsidRDefault="00B6651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9173D" w:rsidRPr="00EF21DD" w:rsidRDefault="0099173D">
      <w:pPr>
        <w:rPr>
          <w:rFonts w:ascii="Times New Roman" w:hAnsi="Times New Roman" w:cs="Times New Roman"/>
          <w:color w:val="000000"/>
        </w:rPr>
      </w:pPr>
    </w:p>
    <w:tbl>
      <w:tblPr>
        <w:tblStyle w:val="InvoiceTable"/>
        <w:tblW w:w="5000" w:type="pct"/>
        <w:tblBorders>
          <w:bottom w:val="none" w:sz="0" w:space="0" w:color="auto"/>
          <w:insideH w:val="none" w:sz="0" w:space="0" w:color="auto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4200"/>
        <w:gridCol w:w="1560"/>
        <w:gridCol w:w="1081"/>
        <w:gridCol w:w="1320"/>
        <w:gridCol w:w="1919"/>
      </w:tblGrid>
      <w:tr w:rsidR="007F1168" w:rsidRPr="00EF21DD" w:rsidTr="007F11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83" w:type="pct"/>
            <w:shd w:val="clear" w:color="auto" w:fill="22538E"/>
          </w:tcPr>
          <w:p w:rsidR="001E078E" w:rsidRPr="00F874A7" w:rsidRDefault="001E078E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sz w:val="24"/>
                <w:szCs w:val="22"/>
              </w:rPr>
              <w:t>Item</w:t>
            </w:r>
          </w:p>
        </w:tc>
        <w:tc>
          <w:tcPr>
            <w:tcW w:w="774" w:type="pct"/>
            <w:shd w:val="clear" w:color="auto" w:fill="22538E"/>
          </w:tcPr>
          <w:p w:rsidR="001E078E" w:rsidRPr="00F874A7" w:rsidRDefault="001E078E" w:rsidP="00B6651B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sz w:val="24"/>
                <w:szCs w:val="22"/>
              </w:rPr>
              <w:t>Quantity</w:t>
            </w:r>
          </w:p>
        </w:tc>
        <w:tc>
          <w:tcPr>
            <w:tcW w:w="536" w:type="pct"/>
            <w:shd w:val="clear" w:color="auto" w:fill="22538E"/>
          </w:tcPr>
          <w:p w:rsidR="001E078E" w:rsidRPr="00F874A7" w:rsidRDefault="001E078E" w:rsidP="00B6651B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sz w:val="24"/>
                <w:szCs w:val="22"/>
              </w:rPr>
              <w:t>Rate</w:t>
            </w:r>
          </w:p>
        </w:tc>
        <w:tc>
          <w:tcPr>
            <w:tcW w:w="655" w:type="pct"/>
            <w:shd w:val="clear" w:color="auto" w:fill="22538E"/>
          </w:tcPr>
          <w:p w:rsidR="001E078E" w:rsidRPr="00F874A7" w:rsidRDefault="001E078E" w:rsidP="00B6651B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sz w:val="24"/>
                <w:szCs w:val="22"/>
              </w:rPr>
              <w:t>Taxes</w:t>
            </w:r>
          </w:p>
        </w:tc>
        <w:tc>
          <w:tcPr>
            <w:tcW w:w="952" w:type="pct"/>
            <w:shd w:val="clear" w:color="auto" w:fill="22538E"/>
          </w:tcPr>
          <w:p w:rsidR="001E078E" w:rsidRPr="00F874A7" w:rsidRDefault="001E078E" w:rsidP="00B6651B">
            <w:pPr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sz w:val="24"/>
                <w:szCs w:val="22"/>
              </w:rPr>
              <w:t>Amount</w:t>
            </w:r>
          </w:p>
        </w:tc>
      </w:tr>
      <w:tr w:rsidR="00E6490A" w:rsidRPr="00EF21DD" w:rsidTr="007F1168">
        <w:tc>
          <w:tcPr>
            <w:tcW w:w="2083" w:type="pct"/>
            <w:vAlign w:val="top"/>
          </w:tcPr>
          <w:p w:rsidR="007D0F9D" w:rsidRPr="00EF21DD" w:rsidRDefault="006E0034" w:rsidP="007D0F9D">
            <w:pPr>
              <w:spacing w:after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TableStart:Invoice  \* MERGEFORMAT 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«TableStart:Invoice»</w: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end"/>
            </w:r>
            <w:r w:rsidR="007D0F9D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="007D0F9D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ItemName  \* MERGEFORMAT </w:instrText>
            </w:r>
            <w:r w:rsidR="007D0F9D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«ItemName»</w:t>
            </w:r>
            <w:r w:rsidR="007D0F9D" w:rsidRPr="00EF21D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774" w:type="pct"/>
          </w:tcPr>
          <w:p w:rsidR="007D0F9D" w:rsidRPr="00EF21DD" w:rsidRDefault="007D0F9D" w:rsidP="007D0F9D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Quantity  \* MERGEFORMAT 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«Quantity»</w:t>
            </w:r>
            <w:r w:rsidRPr="00EF21D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536" w:type="pct"/>
          </w:tcPr>
          <w:p w:rsidR="007D0F9D" w:rsidRPr="00EF21DD" w:rsidRDefault="007D0F9D" w:rsidP="00464E8D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$</w: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Rate </w:instrText>
            </w:r>
            <w:r w:rsidR="00464E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\# </w:instrText>
            </w:r>
            <w:r w:rsidR="00464E8D" w:rsidRPr="00464E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>#,###.00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\* MERGEFORMAT 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«Rate»</w:t>
            </w:r>
            <w:r w:rsidRPr="00EF21D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655" w:type="pct"/>
          </w:tcPr>
          <w:p w:rsidR="007D0F9D" w:rsidRPr="00EF21DD" w:rsidRDefault="007D0F9D" w:rsidP="00464E8D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$</w: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Taxes </w:instrText>
            </w:r>
            <w:r w:rsidR="00464E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\# </w:instrText>
            </w:r>
            <w:r w:rsidR="00464E8D" w:rsidRPr="00464E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>#,###.00</w:instrText>
            </w:r>
            <w:r w:rsidR="00464E8D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\* MERGEFORMAT 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«Taxes»</w:t>
            </w:r>
            <w:r w:rsidRPr="00EF21D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952" w:type="pct"/>
          </w:tcPr>
          <w:p w:rsidR="007D0F9D" w:rsidRPr="00EF21DD" w:rsidRDefault="007D0F9D" w:rsidP="006E003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$</w: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TotalAmount </w:instrText>
            </w:r>
            <w:r w:rsidR="00464E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\# </w:instrText>
            </w:r>
            <w:r w:rsidR="00464E8D" w:rsidRPr="00464E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>#,###.00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\* MERGEFORMAT </w:instrText>
            </w:r>
            <w:r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«TotalAmount»</w:t>
            </w:r>
            <w:r w:rsidRPr="00EF21D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fldChar w:fldCharType="end"/>
            </w:r>
            <w:r w:rsidR="006E0034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="006E0034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instrText xml:space="preserve"> MERGEFIELD  TableEnd:Invoice  \* MERGEFORMAT </w:instrText>
            </w:r>
            <w:r w:rsidR="006E0034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t>«TableEnd:Invoice»</w:t>
            </w:r>
            <w:r w:rsidR="006E0034" w:rsidRPr="00EF21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fldChar w:fldCharType="end"/>
            </w:r>
          </w:p>
        </w:tc>
      </w:tr>
      <w:tr w:rsidR="0063460B" w:rsidRPr="00EF21DD" w:rsidTr="007F116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4048" w:type="pct"/>
            <w:gridSpan w:val="4"/>
            <w:tcBorders>
              <w:top w:val="single" w:sz="4" w:space="0" w:color="22538E"/>
              <w:bottom w:val="none" w:sz="0" w:space="0" w:color="auto"/>
            </w:tcBorders>
            <w:vAlign w:val="top"/>
          </w:tcPr>
          <w:p w:rsidR="0063460B" w:rsidRPr="00F874A7" w:rsidRDefault="0063460B" w:rsidP="007076F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F874A7">
              <w:rPr>
                <w:rStyle w:val="Strong"/>
                <w:rFonts w:ascii="Times New Roman" w:hAnsi="Times New Roman" w:cs="Times New Roman"/>
                <w:color w:val="22538E"/>
                <w:sz w:val="24"/>
                <w:szCs w:val="22"/>
              </w:rPr>
              <w:t>T</w:t>
            </w:r>
            <w:r w:rsidR="000B223D">
              <w:rPr>
                <w:rStyle w:val="Strong"/>
                <w:rFonts w:ascii="Times New Roman" w:hAnsi="Times New Roman" w:cs="Times New Roman"/>
                <w:color w:val="22538E"/>
                <w:sz w:val="24"/>
                <w:szCs w:val="22"/>
              </w:rPr>
              <w:t>OTAL DUE</w:t>
            </w:r>
          </w:p>
        </w:tc>
        <w:tc>
          <w:tcPr>
            <w:tcW w:w="952" w:type="pct"/>
            <w:tcBorders>
              <w:top w:val="single" w:sz="4" w:space="0" w:color="22538E"/>
              <w:bottom w:val="none" w:sz="0" w:space="0" w:color="auto"/>
            </w:tcBorders>
          </w:tcPr>
          <w:p w:rsidR="0063460B" w:rsidRPr="00F874A7" w:rsidRDefault="0063460B" w:rsidP="006E003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2"/>
              </w:rPr>
            </w:pPr>
            <w:r w:rsidRPr="00F874A7">
              <w:rPr>
                <w:rFonts w:ascii="Times New Roman" w:hAnsi="Times New Roman" w:cs="Times New Roman"/>
                <w:b/>
                <w:color w:val="000000"/>
                <w:sz w:val="24"/>
                <w:szCs w:val="22"/>
              </w:rPr>
              <w:t>$</w:t>
            </w:r>
            <w:r w:rsidRPr="00F874A7">
              <w:rPr>
                <w:rFonts w:ascii="Times New Roman" w:hAnsi="Times New Roman" w:cs="Times New Roman"/>
                <w:b/>
                <w:color w:val="000000"/>
                <w:sz w:val="24"/>
                <w:szCs w:val="22"/>
              </w:rPr>
              <w:fldChar w:fldCharType="begin"/>
            </w:r>
            <w:r w:rsidRPr="00F874A7">
              <w:rPr>
                <w:rFonts w:ascii="Times New Roman" w:hAnsi="Times New Roman" w:cs="Times New Roman"/>
                <w:b/>
                <w:color w:val="000000"/>
                <w:sz w:val="24"/>
                <w:szCs w:val="22"/>
              </w:rPr>
              <w:instrText xml:space="preserve"> MERGEFIELD  TotalDue  \* MERGEFORMAT </w:instrText>
            </w:r>
            <w:r w:rsidRPr="00F874A7">
              <w:rPr>
                <w:rFonts w:ascii="Times New Roman" w:hAnsi="Times New Roman" w:cs="Times New Roman"/>
                <w:b/>
                <w:color w:val="000000"/>
                <w:sz w:val="24"/>
                <w:szCs w:val="22"/>
              </w:rPr>
              <w:fldChar w:fldCharType="separate"/>
            </w:r>
            <w:r w:rsidR="00141B1D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2"/>
              </w:rPr>
              <w:t>«TotalDue»</w:t>
            </w:r>
            <w:r w:rsidRPr="00F874A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2"/>
              </w:rPr>
              <w:fldChar w:fldCharType="end"/>
            </w:r>
          </w:p>
        </w:tc>
      </w:tr>
    </w:tbl>
    <w:p w:rsidR="0099173D" w:rsidRPr="00EF21DD" w:rsidRDefault="0099173D" w:rsidP="004C6177">
      <w:pPr>
        <w:pStyle w:val="NoSpacing"/>
        <w:spacing w:before="120" w:after="200"/>
        <w:rPr>
          <w:rFonts w:ascii="Times New Roman" w:hAnsi="Times New Roman" w:cs="Times New Roman"/>
          <w:color w:val="000000"/>
          <w:sz w:val="22"/>
          <w:szCs w:val="22"/>
        </w:rPr>
      </w:pPr>
    </w:p>
    <w:p w:rsidR="0099173D" w:rsidRPr="00F874A7" w:rsidRDefault="0063460B" w:rsidP="0063460B">
      <w:pPr>
        <w:jc w:val="center"/>
        <w:rPr>
          <w:rFonts w:ascii="Times New Roman" w:hAnsi="Times New Roman" w:cs="Times New Roman"/>
          <w:color w:val="000000"/>
          <w:sz w:val="22"/>
        </w:rPr>
      </w:pPr>
      <w:r w:rsidRPr="00F874A7">
        <w:rPr>
          <w:rFonts w:ascii="Times New Roman" w:hAnsi="Times New Roman" w:cs="Times New Roman"/>
          <w:color w:val="000000"/>
          <w:sz w:val="24"/>
          <w:szCs w:val="22"/>
        </w:rPr>
        <w:t>Thank you for your business!</w:t>
      </w:r>
    </w:p>
    <w:sectPr w:rsidR="0099173D" w:rsidRPr="00F874A7" w:rsidSect="00E6490A">
      <w:headerReference w:type="default" r:id="rId10"/>
      <w:footerReference w:type="default" r:id="rId11"/>
      <w:headerReference w:type="first" r:id="rId12"/>
      <w:pgSz w:w="12240" w:h="15840" w:code="1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85A" w:rsidRDefault="00F4585A">
      <w:pPr>
        <w:spacing w:before="0" w:after="0"/>
      </w:pPr>
      <w:r>
        <w:separator/>
      </w:r>
    </w:p>
  </w:endnote>
  <w:endnote w:type="continuationSeparator" w:id="0">
    <w:p w:rsidR="00F4585A" w:rsidRDefault="00F458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73D" w:rsidRDefault="00E47674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C124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85A" w:rsidRDefault="00F4585A">
      <w:pPr>
        <w:spacing w:before="0" w:after="0"/>
      </w:pPr>
      <w:r>
        <w:separator/>
      </w:r>
    </w:p>
  </w:footnote>
  <w:footnote w:type="continuationSeparator" w:id="0">
    <w:p w:rsidR="00F4585A" w:rsidRDefault="00F458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73D" w:rsidRDefault="00E47674">
    <w:pPr>
      <w:pStyle w:val="Header"/>
    </w:pPr>
    <w:r>
      <w:rPr>
        <w:noProof/>
      </w:rPr>
      <w:drawing>
        <wp:inline distT="0" distB="0" distL="0" distR="0" wp14:anchorId="5DEF689C" wp14:editId="448D0D13">
          <wp:extent cx="910656" cy="442910"/>
          <wp:effectExtent l="0" t="0" r="3810" b="0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656" cy="44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73D" w:rsidRPr="00D22198" w:rsidRDefault="0099173D" w:rsidP="00E6490A">
    <w:pPr>
      <w:pStyle w:val="Header"/>
      <w:jc w:val="lef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94"/>
    <w:rsid w:val="000B223D"/>
    <w:rsid w:val="0013546C"/>
    <w:rsid w:val="00141B1D"/>
    <w:rsid w:val="00144492"/>
    <w:rsid w:val="001778FF"/>
    <w:rsid w:val="001E078E"/>
    <w:rsid w:val="001F21CB"/>
    <w:rsid w:val="002C1240"/>
    <w:rsid w:val="003130F0"/>
    <w:rsid w:val="003E5591"/>
    <w:rsid w:val="004529C0"/>
    <w:rsid w:val="0046476B"/>
    <w:rsid w:val="00464E8D"/>
    <w:rsid w:val="004C6177"/>
    <w:rsid w:val="00565A5B"/>
    <w:rsid w:val="005E3C75"/>
    <w:rsid w:val="005F0A8A"/>
    <w:rsid w:val="0063460B"/>
    <w:rsid w:val="006369F2"/>
    <w:rsid w:val="006772C9"/>
    <w:rsid w:val="006E0034"/>
    <w:rsid w:val="00705BF3"/>
    <w:rsid w:val="007076FE"/>
    <w:rsid w:val="007B6B06"/>
    <w:rsid w:val="007D0F9D"/>
    <w:rsid w:val="007F1168"/>
    <w:rsid w:val="007F2C02"/>
    <w:rsid w:val="008E78EE"/>
    <w:rsid w:val="008F6202"/>
    <w:rsid w:val="00975598"/>
    <w:rsid w:val="00985692"/>
    <w:rsid w:val="0099173D"/>
    <w:rsid w:val="009E55BB"/>
    <w:rsid w:val="00B6651B"/>
    <w:rsid w:val="00BC3D38"/>
    <w:rsid w:val="00C30AB9"/>
    <w:rsid w:val="00C55F2E"/>
    <w:rsid w:val="00CC1E15"/>
    <w:rsid w:val="00CD1FC8"/>
    <w:rsid w:val="00CF1577"/>
    <w:rsid w:val="00D22198"/>
    <w:rsid w:val="00D234D9"/>
    <w:rsid w:val="00D530E5"/>
    <w:rsid w:val="00D5593D"/>
    <w:rsid w:val="00DA1044"/>
    <w:rsid w:val="00E47674"/>
    <w:rsid w:val="00E6490A"/>
    <w:rsid w:val="00EF21DD"/>
    <w:rsid w:val="00F35294"/>
    <w:rsid w:val="00F357BE"/>
    <w:rsid w:val="00F4585A"/>
    <w:rsid w:val="00F874A7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C50877-4147-43F5-B4C2-CE45409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jc w:val="right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paragraph" w:styleId="NoSpacing">
    <w:name w:val="No Spacing"/>
    <w:link w:val="NoSpacingChar"/>
    <w:uiPriority w:val="1"/>
    <w:qFormat/>
    <w:pPr>
      <w:spacing w:before="0" w:after="0"/>
    </w:pPr>
    <w:rPr>
      <w:szCs w:val="4"/>
    </w:rPr>
  </w:style>
  <w:style w:type="character" w:styleId="Strong">
    <w:name w:val="Strong"/>
    <w:basedOn w:val="DefaultParagraphFont"/>
    <w:uiPriority w:val="1"/>
    <w:unhideWhenUsed/>
    <w:qFormat/>
    <w:rPr>
      <w:b/>
      <w:bCs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Pr>
      <w:szCs w:val="4"/>
    </w:rPr>
  </w:style>
  <w:style w:type="table" w:styleId="TableGrid">
    <w:name w:val="Table Grid"/>
    <w:basedOn w:val="TableNormal"/>
    <w:uiPriority w:val="5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before="120" w:after="120"/>
    </w:pPr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FFFFFF" w:themeColor="background1"/>
      <w:kern w:val="28"/>
      <w:sz w:val="28"/>
      <w:szCs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99"/>
    <w:unhideWhenUsed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99"/>
    <w:rPr>
      <w:kern w:val="20"/>
    </w:rPr>
  </w:style>
  <w:style w:type="paragraph" w:customStyle="1" w:styleId="TableHeading">
    <w:name w:val="Table Heading"/>
    <w:basedOn w:val="Normal"/>
    <w:qFormat/>
    <w:rPr>
      <w:rFonts w:asciiTheme="majorHAnsi" w:hAnsiTheme="majorHAnsi" w:cstheme="majorHAnsi"/>
      <w:caps/>
      <w:color w:val="7E97AD" w:themeColor="accent1"/>
    </w:rPr>
  </w:style>
  <w:style w:type="table" w:customStyle="1" w:styleId="InvoiceTable">
    <w:name w:val="Invoice Table"/>
    <w:basedOn w:val="TableNormal"/>
    <w:uiPriority w:val="99"/>
    <w:pPr>
      <w:spacing w:before="80" w:after="80"/>
    </w:p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/>
        <w:smallCaps w:val="0"/>
        <w:color w:val="FFFFFF" w:themeColor="background1"/>
        <w:sz w:val="20"/>
      </w:rPr>
      <w:tblPr/>
      <w:tcPr>
        <w:shd w:val="clear" w:color="auto" w:fill="7E97AD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jays\AppData\Roaming\Microsoft\Templates\Invoice%20(timeless).dotx" TargetMode="External"/></Relationship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mappings xmlns="http://schemas.microsoft.com/pics">
  <picture>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</picture>
</mapping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CBB87D7D-49D6-40A8-A680-1E0D3A4F63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EAFE8-9622-42F7-B207-068BB4F9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Invoice (timeless).dotx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</dc:creator>
  <cp:lastModifiedBy>guna t</cp:lastModifiedBy>
  <cp:revision>3</cp:revision>
  <dcterms:created xsi:type="dcterms:W3CDTF">2015-03-26T10:37:00Z</dcterms:created>
  <dcterms:modified xsi:type="dcterms:W3CDTF">2015-03-27T08:54:00Z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