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FinancialTable"/>
        <w:tblW w:w="5000" w:type="pct"/>
        <w:tblLook w:val="04E0" w:firstRow="1" w:lastRow="1" w:firstColumn="1" w:lastColumn="0" w:noHBand="0" w:noVBand="1"/>
        <w:tblDescription w:val="Start-up capital table"/>
      </w:tblPr>
      <w:tblGrid>
        <w:gridCol w:w="2019"/>
        <w:gridCol w:w="1457"/>
        <w:gridCol w:w="1457"/>
        <w:gridCol w:w="1457"/>
        <w:gridCol w:w="1457"/>
        <w:gridCol w:w="1457"/>
        <w:gridCol w:w="1457"/>
        <w:gridCol w:w="1457"/>
        <w:gridCol w:w="1452"/>
      </w:tblGrid>
      <w:tr w:rsidR="00244802" w:rsidTr="00BD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244802" w:rsidRDefault="00244802"/>
        </w:tc>
        <w:tc>
          <w:tcPr>
            <w:tcW w:w="533" w:type="pct"/>
          </w:tcPr>
          <w:p w:rsidR="00244802" w:rsidRDefault="00A372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Month 1</w:t>
            </w:r>
          </w:p>
        </w:tc>
        <w:tc>
          <w:tcPr>
            <w:tcW w:w="533" w:type="pct"/>
          </w:tcPr>
          <w:p w:rsidR="00244802" w:rsidRDefault="00A372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Month 2</w:t>
            </w:r>
          </w:p>
        </w:tc>
        <w:tc>
          <w:tcPr>
            <w:tcW w:w="533" w:type="pct"/>
          </w:tcPr>
          <w:p w:rsidR="00244802" w:rsidRDefault="00A372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Month 3</w:t>
            </w:r>
          </w:p>
        </w:tc>
        <w:tc>
          <w:tcPr>
            <w:tcW w:w="533" w:type="pct"/>
          </w:tcPr>
          <w:p w:rsidR="00244802" w:rsidRDefault="00A372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Month 4</w:t>
            </w:r>
          </w:p>
        </w:tc>
        <w:tc>
          <w:tcPr>
            <w:tcW w:w="533" w:type="pct"/>
          </w:tcPr>
          <w:p w:rsidR="00244802" w:rsidRDefault="00A372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Month 5</w:t>
            </w:r>
          </w:p>
        </w:tc>
        <w:tc>
          <w:tcPr>
            <w:tcW w:w="533" w:type="pct"/>
          </w:tcPr>
          <w:p w:rsidR="00244802" w:rsidRDefault="00A372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Month 6</w:t>
            </w:r>
          </w:p>
        </w:tc>
        <w:tc>
          <w:tcPr>
            <w:tcW w:w="533" w:type="pct"/>
          </w:tcPr>
          <w:p w:rsidR="00244802" w:rsidRDefault="00A372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Month 7</w:t>
            </w:r>
          </w:p>
        </w:tc>
        <w:tc>
          <w:tcPr>
            <w:tcW w:w="531" w:type="pct"/>
          </w:tcPr>
          <w:p w:rsidR="00244802" w:rsidRDefault="00A372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Month 8</w:t>
            </w:r>
          </w:p>
        </w:tc>
      </w:tr>
      <w:tr w:rsidR="00244802" w:rsidTr="00BD2F5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244802" w:rsidRDefault="00A37249">
            <w:r>
              <w:t>Starting cash</w:t>
            </w:r>
          </w:p>
        </w:tc>
        <w:tc>
          <w:tcPr>
            <w:tcW w:w="533" w:type="pct"/>
          </w:tcPr>
          <w:p w:rsidR="00244802" w:rsidRDefault="00BD2F5C" w:rsidP="002C12AE">
            <w:pPr>
              <w:ind w:left="3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$20000</w:t>
            </w:r>
            <w:r w:rsidR="00A37249">
              <w:t>.00</w:t>
            </w:r>
          </w:p>
        </w:tc>
        <w:tc>
          <w:tcPr>
            <w:tcW w:w="533" w:type="pct"/>
          </w:tcPr>
          <w:p w:rsidR="00244802" w:rsidRDefault="00BD2F5C" w:rsidP="002C12AE">
            <w:pPr>
              <w:ind w:left="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$22000.00</w:t>
            </w:r>
          </w:p>
        </w:tc>
        <w:tc>
          <w:tcPr>
            <w:tcW w:w="533" w:type="pct"/>
          </w:tcPr>
          <w:p w:rsidR="00244802" w:rsidRDefault="00244802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244802" w:rsidRDefault="00244802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244802" w:rsidRDefault="00244802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244802" w:rsidRDefault="00244802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244802" w:rsidRDefault="00244802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</w:tcPr>
          <w:p w:rsidR="00244802" w:rsidRDefault="00244802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4802" w:rsidTr="00BD2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244802" w:rsidRDefault="00A37249">
            <w:r>
              <w:t>Cash In:</w:t>
            </w:r>
          </w:p>
        </w:tc>
        <w:tc>
          <w:tcPr>
            <w:tcW w:w="533" w:type="pct"/>
          </w:tcPr>
          <w:p w:rsidR="00244802" w:rsidRDefault="00244802" w:rsidP="002C12AE">
            <w:pPr>
              <w:ind w:left="38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244802" w:rsidRDefault="00244802" w:rsidP="002C12AE">
            <w:pPr>
              <w:ind w:left="4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244802" w:rsidRDefault="00244802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244802" w:rsidRDefault="00244802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244802" w:rsidRDefault="00244802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244802" w:rsidRDefault="00244802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244802" w:rsidRDefault="00244802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1" w:type="pct"/>
          </w:tcPr>
          <w:p w:rsidR="00244802" w:rsidRDefault="00244802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D2F5C" w:rsidTr="00BD2F5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BD2F5C" w:rsidRDefault="00BD2F5C" w:rsidP="00BD2F5C">
            <w:pPr>
              <w:ind w:left="216"/>
            </w:pPr>
            <w:r>
              <w:t>Cash Sales Paid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3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$2000.00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$2000.00</w:t>
            </w: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2F5C" w:rsidTr="00BD2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BD2F5C" w:rsidRDefault="00BD2F5C" w:rsidP="00BD2F5C">
            <w:pPr>
              <w:ind w:left="216"/>
            </w:pPr>
            <w:r>
              <w:t>Receivables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38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$4000.00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4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$4000.00</w:t>
            </w: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1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D2F5C" w:rsidTr="00BD2F5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BD2F5C" w:rsidRDefault="00BD2F5C" w:rsidP="00BD2F5C">
            <w:pPr>
              <w:rPr>
                <w:i/>
                <w:iCs/>
              </w:rPr>
            </w:pPr>
            <w:r>
              <w:rPr>
                <w:i/>
                <w:iCs/>
              </w:rPr>
              <w:t>Total Cash In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3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$6000.00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$6000.00</w:t>
            </w: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531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BD2F5C" w:rsidTr="00BD2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BD2F5C" w:rsidRDefault="00BD2F5C" w:rsidP="00BD2F5C">
            <w:r>
              <w:t>Cash Out: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38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2C12AE">
            <w:pPr>
              <w:ind w:left="4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1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D2F5C" w:rsidTr="00BD2F5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BD2F5C" w:rsidRDefault="00BD2F5C" w:rsidP="00BD2F5C">
            <w:pPr>
              <w:ind w:left="216"/>
            </w:pPr>
            <w:r>
              <w:t>Rent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3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$1000.00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$1000.00</w:t>
            </w: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2F5C" w:rsidTr="00BD2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BD2F5C" w:rsidRDefault="00BD2F5C" w:rsidP="00BD2F5C">
            <w:pPr>
              <w:ind w:left="216"/>
            </w:pPr>
            <w:r>
              <w:t>Payroll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38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$1000.00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4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$1000.00</w:t>
            </w: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31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D2F5C" w:rsidTr="00BD2F5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BD2F5C" w:rsidRDefault="00BD2F5C" w:rsidP="00BD2F5C">
            <w:pPr>
              <w:ind w:left="216"/>
            </w:pPr>
            <w:r>
              <w:t>Other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3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$2000.00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$2000.00</w:t>
            </w: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2F5C" w:rsidTr="00BD2F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BD2F5C" w:rsidRDefault="00BD2F5C" w:rsidP="00BD2F5C">
            <w:pPr>
              <w:rPr>
                <w:i/>
                <w:iCs/>
              </w:rPr>
            </w:pPr>
            <w:r>
              <w:rPr>
                <w:i/>
                <w:iCs/>
              </w:rPr>
              <w:t>Total Cash Out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38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$4000.00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4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iCs/>
              </w:rPr>
            </w:pPr>
            <w:r>
              <w:rPr>
                <w:i/>
                <w:iCs/>
              </w:rPr>
              <w:t>$4000.00</w:t>
            </w: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531" w:type="pct"/>
          </w:tcPr>
          <w:p w:rsidR="00BD2F5C" w:rsidRDefault="00BD2F5C" w:rsidP="00BD2F5C">
            <w:pPr>
              <w:tabs>
                <w:tab w:val="decimal" w:pos="82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iCs/>
              </w:rPr>
            </w:pPr>
          </w:p>
        </w:tc>
      </w:tr>
      <w:tr w:rsidR="00BD2F5C" w:rsidTr="00BD2F5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BD2F5C" w:rsidRDefault="00BD2F5C" w:rsidP="00BD2F5C">
            <w:r>
              <w:t>Ending Balance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38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$22000.00</w:t>
            </w:r>
          </w:p>
        </w:tc>
        <w:tc>
          <w:tcPr>
            <w:tcW w:w="533" w:type="pct"/>
          </w:tcPr>
          <w:p w:rsidR="00BD2F5C" w:rsidRDefault="00BD2F5C" w:rsidP="002C12AE">
            <w:pPr>
              <w:ind w:left="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$24000.00</w:t>
            </w: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</w:tcPr>
          <w:p w:rsidR="00BD2F5C" w:rsidRDefault="00BD2F5C" w:rsidP="00BD2F5C">
            <w:pPr>
              <w:tabs>
                <w:tab w:val="decimal" w:pos="82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2F5C" w:rsidTr="00BD2F5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BD2F5C" w:rsidRDefault="00BD2F5C" w:rsidP="00BD2F5C">
            <w:r>
              <w:t>Change (cash flow)</w:t>
            </w:r>
          </w:p>
        </w:tc>
        <w:tc>
          <w:tcPr>
            <w:tcW w:w="533" w:type="pct"/>
          </w:tcPr>
          <w:p w:rsidR="00BD2F5C" w:rsidRDefault="00BD2F5C" w:rsidP="002C12AE">
            <w:pPr>
              <w:tabs>
                <w:tab w:val="decimal" w:pos="825"/>
              </w:tabs>
              <w:ind w:left="388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7805C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3" w:type="pct"/>
          </w:tcPr>
          <w:p w:rsidR="00BD2F5C" w:rsidRDefault="00BD2F5C" w:rsidP="00BD2F5C">
            <w:pPr>
              <w:tabs>
                <w:tab w:val="decimal" w:pos="825"/>
              </w:tabs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1" w:type="pct"/>
          </w:tcPr>
          <w:p w:rsidR="00BD2F5C" w:rsidRDefault="00BD2F5C" w:rsidP="00BD2F5C">
            <w:pPr>
              <w:tabs>
                <w:tab w:val="decimal" w:pos="825"/>
              </w:tabs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44802" w:rsidRDefault="00244802" w:rsidP="00BD2F5C">
      <w:pPr>
        <w:pStyle w:val="Heading2"/>
        <w:keepNext w:val="0"/>
        <w:keepLines w:val="0"/>
        <w:pageBreakBefore/>
      </w:pPr>
    </w:p>
    <w:sectPr w:rsidR="00244802" w:rsidSect="00BD2F5C">
      <w:footerReference w:type="default" r:id="rId9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3A4" w:rsidRDefault="00CD63A4">
      <w:pPr>
        <w:spacing w:after="0" w:line="240" w:lineRule="auto"/>
      </w:pPr>
      <w:r>
        <w:separator/>
      </w:r>
    </w:p>
  </w:endnote>
  <w:endnote w:type="continuationSeparator" w:id="0">
    <w:p w:rsidR="00CD63A4" w:rsidRDefault="00CD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802" w:rsidRDefault="00CD63A4">
    <w:pPr>
      <w:pStyle w:val="Footer"/>
    </w:pPr>
    <w:sdt>
      <w:sdtPr>
        <w:alias w:val="Title"/>
        <w:tag w:val=""/>
        <w:id w:val="280004402"/>
        <w:placeholder>
          <w:docPart w:val="A27F0F65EC8F478782EAF3FC737B699A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37249">
          <w:t>[Business Plan Title]</w:t>
        </w:r>
      </w:sdtContent>
    </w:sdt>
    <w:r w:rsidR="00A37249">
      <w:t xml:space="preserve"> - </w:t>
    </w:r>
    <w:sdt>
      <w:sdtPr>
        <w:alias w:val="Date"/>
        <w:tag w:val=""/>
        <w:id w:val="-1976370188"/>
        <w:placeholder>
          <w:docPart w:val="D64543666AD048B6A7F70321E3A69B36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yyyy"/>
          <w:lid w:val="en-US"/>
          <w:storeMappedDataAs w:val="dateTime"/>
          <w:calendar w:val="gregorian"/>
        </w:date>
      </w:sdtPr>
      <w:sdtEndPr/>
      <w:sdtContent>
        <w:r w:rsidR="00A37249">
          <w:t>[Select Date]</w:t>
        </w:r>
      </w:sdtContent>
    </w:sdt>
    <w:r w:rsidR="00A37249">
      <w:ptab w:relativeTo="margin" w:alignment="right" w:leader="none"/>
    </w:r>
    <w:r w:rsidR="00A37249">
      <w:fldChar w:fldCharType="begin"/>
    </w:r>
    <w:r w:rsidR="00A37249">
      <w:instrText xml:space="preserve"> PAGE   \* MERGEFORMAT </w:instrText>
    </w:r>
    <w:r w:rsidR="00A37249">
      <w:fldChar w:fldCharType="separate"/>
    </w:r>
    <w:r w:rsidR="002C12AE">
      <w:rPr>
        <w:noProof/>
      </w:rPr>
      <w:t>2</w:t>
    </w:r>
    <w:r w:rsidR="00A3724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3A4" w:rsidRDefault="00CD63A4">
      <w:pPr>
        <w:spacing w:after="0" w:line="240" w:lineRule="auto"/>
      </w:pPr>
      <w:r>
        <w:separator/>
      </w:r>
    </w:p>
  </w:footnote>
  <w:footnote w:type="continuationSeparator" w:id="0">
    <w:p w:rsidR="00CD63A4" w:rsidRDefault="00CD6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35B5A"/>
    <w:multiLevelType w:val="hybridMultilevel"/>
    <w:tmpl w:val="1C0C43EA"/>
    <w:lvl w:ilvl="0" w:tplc="A7B6A1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8689B"/>
    <w:multiLevelType w:val="hybridMultilevel"/>
    <w:tmpl w:val="3076A67E"/>
    <w:lvl w:ilvl="0" w:tplc="A7D66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56C24"/>
    <w:multiLevelType w:val="hybridMultilevel"/>
    <w:tmpl w:val="C8B68AA6"/>
    <w:lvl w:ilvl="0" w:tplc="7FFA4152">
      <w:start w:val="1"/>
      <w:numFmt w:val="upperRoman"/>
      <w:pStyle w:val="TOC1"/>
      <w:lvlText w:val="%1.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5C"/>
    <w:rsid w:val="00244802"/>
    <w:rsid w:val="002C12AE"/>
    <w:rsid w:val="007805CD"/>
    <w:rsid w:val="00A37249"/>
    <w:rsid w:val="00BD2F5C"/>
    <w:rsid w:val="00CD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5D8CEF-0CF1-4EC7-91E6-526F9916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8" w:space="0" w:color="FCDBDB" w:themeColor="accent1" w:themeTint="33"/>
      </w:pBdr>
      <w:spacing w:after="200"/>
      <w:outlineLvl w:val="0"/>
    </w:pPr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20" w:after="120" w:line="240" w:lineRule="auto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b/>
      <w:bCs/>
      <w:i/>
      <w:i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DF1010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uiPriority w:val="99"/>
    <w:semiHidden/>
    <w:unhideWhenUsed/>
    <w:pPr>
      <w:spacing w:before="60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600" w:line="240" w:lineRule="auto"/>
      <w:contextualSpacing/>
    </w:pPr>
    <w:rPr>
      <w:rFonts w:asciiTheme="majorHAnsi" w:eastAsiaTheme="majorEastAsia" w:hAnsiTheme="majorHAnsi" w:cstheme="majorBidi"/>
      <w:color w:val="F24F4F" w:themeColor="accent1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F24F4F" w:themeColor="accent1"/>
      <w:kern w:val="28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240" w:lineRule="auto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Pr>
      <w:sz w:val="32"/>
      <w:szCs w:val="32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actInfo">
    <w:name w:val="Contact Info"/>
    <w:basedOn w:val="NoSpacing"/>
    <w:uiPriority w:val="99"/>
    <w:qFormat/>
    <w:rPr>
      <w:color w:val="FFFFFF" w:themeColor="background1"/>
      <w:sz w:val="22"/>
      <w:szCs w:val="22"/>
    </w:rPr>
  </w:style>
  <w:style w:type="paragraph" w:customStyle="1" w:styleId="TableSpace">
    <w:name w:val="Table Space"/>
    <w:basedOn w:val="NoSpacing"/>
    <w:uiPriority w:val="99"/>
    <w:pPr>
      <w:spacing w:line="14" w:lineRule="exact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rFonts w:asciiTheme="majorHAnsi" w:eastAsiaTheme="majorEastAsia" w:hAnsiTheme="majorHAnsi" w:cstheme="majorBidi"/>
      <w:caps/>
      <w:color w:val="F24F4F" w:themeColor="accent1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caps/>
      <w:color w:val="F24F4F" w:themeColor="accent1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pPr>
      <w:pBdr>
        <w:bottom w:val="none" w:sz="0" w:space="0" w:color="auto"/>
      </w:pBdr>
      <w:spacing w:after="400"/>
      <w:outlineLvl w:val="9"/>
    </w:pPr>
    <w:rPr>
      <w:color w:val="DF1010" w:themeColor="accent1" w:themeShade="BF"/>
      <w:sz w:val="72"/>
      <w:szCs w:val="72"/>
    </w:rPr>
  </w:style>
  <w:style w:type="paragraph" w:styleId="TOC1">
    <w:name w:val="toc 1"/>
    <w:basedOn w:val="Normal"/>
    <w:next w:val="Normal"/>
    <w:autoRedefine/>
    <w:uiPriority w:val="39"/>
    <w:unhideWhenUsed/>
    <w:pPr>
      <w:numPr>
        <w:numId w:val="1"/>
      </w:numPr>
      <w:spacing w:after="140" w:line="240" w:lineRule="auto"/>
      <w:ind w:right="3240"/>
    </w:pPr>
    <w:rPr>
      <w:b/>
      <w:bCs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pPr>
      <w:tabs>
        <w:tab w:val="right" w:leader="dot" w:pos="9350"/>
      </w:tabs>
      <w:spacing w:after="100" w:line="240" w:lineRule="auto"/>
      <w:ind w:left="720" w:right="324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Pr>
      <w:color w:val="4C483D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Pr>
      <w:b/>
      <w:bCs/>
      <w:i/>
      <w:iCs/>
      <w:sz w:val="24"/>
      <w:szCs w:val="24"/>
    </w:rPr>
  </w:style>
  <w:style w:type="paragraph" w:customStyle="1" w:styleId="LogoAlt">
    <w:name w:val="Logo Alt."/>
    <w:basedOn w:val="Normal"/>
    <w:uiPriority w:val="99"/>
    <w:unhideWhenUsed/>
    <w:pPr>
      <w:spacing w:before="720" w:line="240" w:lineRule="auto"/>
      <w:ind w:left="720"/>
    </w:pPr>
  </w:style>
  <w:style w:type="paragraph" w:customStyle="1" w:styleId="FooterAlt">
    <w:name w:val="Footer Alt."/>
    <w:basedOn w:val="Normal"/>
    <w:uiPriority w:val="99"/>
    <w:unhideWhenUsed/>
    <w:qFormat/>
    <w:pPr>
      <w:spacing w:after="0" w:line="240" w:lineRule="auto"/>
    </w:pPr>
    <w:rPr>
      <w:i/>
      <w:iCs/>
      <w:sz w:val="18"/>
      <w:szCs w:val="18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rPr>
      <w:color w:val="404040" w:themeColor="text1" w:themeTint="BF"/>
      <w:sz w:val="18"/>
      <w:szCs w:val="18"/>
    </w:rPr>
    <w:tblPr>
      <w:tblInd w:w="0" w:type="dxa"/>
      <w:tblCellMar>
        <w:top w:w="144" w:type="dxa"/>
        <w:left w:w="0" w:type="dxa"/>
        <w:bottom w:w="0" w:type="dxa"/>
        <w:right w:w="0" w:type="dxa"/>
      </w:tblCellMar>
    </w:tblPr>
    <w:tcPr>
      <w:shd w:val="clear" w:color="auto" w:fill="FCDBDB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pPr>
      <w:spacing w:before="160" w:after="160" w:line="264" w:lineRule="auto"/>
      <w:ind w:right="576"/>
    </w:pPr>
    <w:rPr>
      <w:rFonts w:asciiTheme="majorHAnsi" w:eastAsiaTheme="majorEastAsia" w:hAnsiTheme="majorHAnsi" w:cstheme="majorBidi"/>
      <w:i/>
      <w:iCs/>
      <w:sz w:val="16"/>
      <w:szCs w:val="16"/>
    </w:rPr>
  </w:style>
  <w:style w:type="paragraph" w:customStyle="1" w:styleId="Icon">
    <w:name w:val="Icon"/>
    <w:basedOn w:val="Normal"/>
    <w:uiPriority w:val="99"/>
    <w:unhideWhenUsed/>
    <w:qFormat/>
    <w:pPr>
      <w:spacing w:before="160" w:after="160" w:line="240" w:lineRule="auto"/>
      <w:jc w:val="center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DF1010" w:themeColor="accent1" w:themeShade="BF"/>
    </w:rPr>
  </w:style>
  <w:style w:type="table" w:customStyle="1" w:styleId="FinancialTable">
    <w:name w:val="Financial Table"/>
    <w:basedOn w:val="TableNormal"/>
    <w:uiPriority w:val="99"/>
    <w:pPr>
      <w:spacing w:before="60" w:after="60" w:line="240" w:lineRule="auto"/>
    </w:pPr>
    <w:tblPr>
      <w:tblStyleRowBandSize w:val="1"/>
      <w:tblInd w:w="0" w:type="dxa"/>
      <w:tblBorders>
        <w:top w:val="single" w:sz="4" w:space="0" w:color="BCB8AC" w:themeColor="text2" w:themeTint="66"/>
        <w:left w:val="single" w:sz="4" w:space="0" w:color="BCB8AC" w:themeColor="text2" w:themeTint="66"/>
        <w:bottom w:val="single" w:sz="4" w:space="0" w:color="BCB8AC" w:themeColor="text2" w:themeTint="66"/>
        <w:right w:val="single" w:sz="4" w:space="0" w:color="BCB8AC" w:themeColor="text2" w:themeTint="66"/>
        <w:insideV w:val="single" w:sz="4" w:space="0" w:color="BCB8AC" w:themeColor="tex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F24F4F" w:themeFill="accent1"/>
      </w:tcPr>
    </w:tblStylePr>
    <w:tblStylePr w:type="lastRow">
      <w:rPr>
        <w:rFonts w:asciiTheme="majorHAnsi" w:hAnsiTheme="majorHAnsi"/>
        <w:b/>
        <w:caps/>
        <w:smallCaps w:val="0"/>
        <w:color w:val="F24F4F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DDBD5" w:themeFill="text2" w:themeFillTint="33"/>
      </w:tcPr>
    </w:tblStyle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right="3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c\AppData\Roaming\Microsoft\Templates\Business%20pla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27F0F65EC8F478782EAF3FC737B69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5F3A6-2311-46B7-BF78-F8718AEE71EA}"/>
      </w:docPartPr>
      <w:docPartBody>
        <w:p w:rsidR="009978BE" w:rsidRDefault="00D02036">
          <w:pPr>
            <w:pStyle w:val="A27F0F65EC8F478782EAF3FC737B699A"/>
          </w:pPr>
          <w:r>
            <w:t>[Business Plan Title]</w:t>
          </w:r>
        </w:p>
      </w:docPartBody>
    </w:docPart>
    <w:docPart>
      <w:docPartPr>
        <w:name w:val="D64543666AD048B6A7F70321E3A69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8B9B6-F6B2-4AB7-8A79-C9FDB6691355}"/>
      </w:docPartPr>
      <w:docPartBody>
        <w:p w:rsidR="009978BE" w:rsidRDefault="00D02036">
          <w:pPr>
            <w:pStyle w:val="D64543666AD048B6A7F70321E3A69B36"/>
          </w:pPr>
          <w:r>
            <w:t>[Select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36"/>
    <w:rsid w:val="00311866"/>
    <w:rsid w:val="009978BE"/>
    <w:rsid w:val="00D0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83A248819C14194AB7B8D11F0E42714">
    <w:name w:val="F83A248819C14194AB7B8D11F0E42714"/>
  </w:style>
  <w:style w:type="paragraph" w:customStyle="1" w:styleId="8A0486B7F3FE4C1CA7FC3A5BEC70048B">
    <w:name w:val="8A0486B7F3FE4C1CA7FC3A5BEC70048B"/>
  </w:style>
  <w:style w:type="paragraph" w:customStyle="1" w:styleId="31C25B4437854C1790554E2001830432">
    <w:name w:val="31C25B4437854C1790554E2001830432"/>
  </w:style>
  <w:style w:type="paragraph" w:customStyle="1" w:styleId="ECA2B122D3774559BBDE607E0FB933CA">
    <w:name w:val="ECA2B122D3774559BBDE607E0FB933CA"/>
  </w:style>
  <w:style w:type="paragraph" w:customStyle="1" w:styleId="4467105FAB58441FAEAE1B961246CE46">
    <w:name w:val="4467105FAB58441FAEAE1B961246CE46"/>
  </w:style>
  <w:style w:type="paragraph" w:customStyle="1" w:styleId="449F3EB166E74B1B8EE32E8925223C45">
    <w:name w:val="449F3EB166E74B1B8EE32E8925223C45"/>
  </w:style>
  <w:style w:type="paragraph" w:customStyle="1" w:styleId="19E6D77A78D542AEA2F4C0D331C3544E">
    <w:name w:val="19E6D77A78D542AEA2F4C0D331C3544E"/>
  </w:style>
  <w:style w:type="paragraph" w:customStyle="1" w:styleId="9A8D78FE5F224F2B9929D0A0A1287312">
    <w:name w:val="9A8D78FE5F224F2B9929D0A0A1287312"/>
  </w:style>
  <w:style w:type="paragraph" w:customStyle="1" w:styleId="A27F0F65EC8F478782EAF3FC737B699A">
    <w:name w:val="A27F0F65EC8F478782EAF3FC737B699A"/>
  </w:style>
  <w:style w:type="paragraph" w:customStyle="1" w:styleId="D64543666AD048B6A7F70321E3A69B36">
    <w:name w:val="D64543666AD048B6A7F70321E3A69B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C9B9C-39C7-442D-A2C6-BC21F3368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2DEB85-8150-4279-8D0E-D414B4D8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plan.dotx</Template>
  <TotalTime>6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3</cp:revision>
  <dcterms:created xsi:type="dcterms:W3CDTF">2014-01-31T03:38:00Z</dcterms:created>
  <dcterms:modified xsi:type="dcterms:W3CDTF">2014-01-31T03:46:00Z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TC038436609991</vt:lpwstr>
  </property>
</Properties>
</file>