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DB5" w:rsidRDefault="003222E5" w:rsidP="000809A8">
      <w:pPr>
        <w:pStyle w:val="Heading1"/>
      </w:pPr>
      <w:bookmarkStart w:id="0" w:name="_GoBack"/>
      <w:bookmarkEnd w:id="0"/>
      <w:r>
        <w:t>Team Operating Agreement</w:t>
      </w:r>
    </w:p>
    <w:p w:rsidR="00043DB5" w:rsidRDefault="00043DB5" w:rsidP="00AE050F">
      <w:pPr>
        <w:pStyle w:val="Heading2"/>
      </w:pPr>
      <w:r>
        <w:t>Purpose of the</w:t>
      </w:r>
      <w:r w:rsidR="0075591E">
        <w:t xml:space="preserve"> Team Operating Agreement (TOA)</w:t>
      </w:r>
    </w:p>
    <w:p w:rsidR="00043DB5" w:rsidRPr="00AE050F" w:rsidRDefault="00AE050F" w:rsidP="00AE050F">
      <w:pPr>
        <w:pStyle w:val="BodyText"/>
      </w:pPr>
      <w:r>
        <w:t>[</w:t>
      </w:r>
      <w:r w:rsidR="0075591E">
        <w:t>D</w:t>
      </w:r>
      <w:r w:rsidR="00043DB5" w:rsidRPr="0045633B">
        <w:t>escribe the purpose of the document.</w:t>
      </w:r>
      <w:r w:rsidR="00043DB5">
        <w:t xml:space="preserve"> </w:t>
      </w:r>
      <w:r w:rsidR="00A41BD9">
        <w:t xml:space="preserve">Depending on the nature of the project or culture of the </w:t>
      </w:r>
      <w:r w:rsidR="00D0606C">
        <w:t>company</w:t>
      </w:r>
      <w:r w:rsidR="00A41BD9">
        <w:t>, o</w:t>
      </w:r>
      <w:r w:rsidR="00043DB5">
        <w:t>ther sections may be added to th</w:t>
      </w:r>
      <w:r w:rsidR="003B7127">
        <w:t>e</w:t>
      </w:r>
      <w:r w:rsidR="00043DB5">
        <w:t xml:space="preserve"> document.</w:t>
      </w:r>
      <w:r>
        <w:t>]</w:t>
      </w:r>
    </w:p>
    <w:p w:rsidR="00043DB5" w:rsidRDefault="00043DB5" w:rsidP="00AE050F">
      <w:pPr>
        <w:pStyle w:val="Heading6"/>
      </w:pPr>
      <w:r w:rsidRPr="0045633B">
        <w:t>Sample text:</w:t>
      </w:r>
    </w:p>
    <w:p w:rsidR="00043DB5" w:rsidRDefault="00043DB5" w:rsidP="00AE050F">
      <w:pPr>
        <w:pStyle w:val="BodyText"/>
      </w:pPr>
      <w:r>
        <w:t xml:space="preserve">This TOA serves as the guidelines and ground rules to help the project team work most productively together over the course of the project. </w:t>
      </w:r>
      <w:r w:rsidR="00A41BD9">
        <w:t>The TOA</w:t>
      </w:r>
      <w:r>
        <w:t xml:space="preserve"> is a living document and may be updated as the need arises throughout the project. Any updates will be discussed with and ratified by the project team members.</w:t>
      </w:r>
    </w:p>
    <w:p w:rsidR="00043DB5" w:rsidRDefault="0075591E" w:rsidP="00AE050F">
      <w:pPr>
        <w:pStyle w:val="Heading2"/>
      </w:pPr>
      <w:r>
        <w:t>Team Communications</w:t>
      </w:r>
    </w:p>
    <w:p w:rsidR="00043DB5" w:rsidRPr="008D5753" w:rsidRDefault="0078049C" w:rsidP="00AE050F">
      <w:pPr>
        <w:pStyle w:val="BodyText"/>
      </w:pPr>
      <w:r>
        <w:t>[</w:t>
      </w:r>
      <w:r w:rsidR="0075591E">
        <w:t>D</w:t>
      </w:r>
      <w:r w:rsidR="00043DB5" w:rsidRPr="008D5753">
        <w:t xml:space="preserve">escribe how project team members will communicate with each other. </w:t>
      </w:r>
      <w:r w:rsidR="0075591E">
        <w:t>I</w:t>
      </w:r>
      <w:r w:rsidR="00043DB5" w:rsidRPr="008D5753">
        <w:t xml:space="preserve">nclude where project documents will be stored and how they may be accessed, how and when meeting agendas and minutes will be distributed, </w:t>
      </w:r>
      <w:r w:rsidR="0075591E">
        <w:t xml:space="preserve">and </w:t>
      </w:r>
      <w:r w:rsidR="00043DB5" w:rsidRPr="008D5753">
        <w:t>how confidential information will be handled.</w:t>
      </w:r>
      <w:r>
        <w:t>]</w:t>
      </w:r>
    </w:p>
    <w:p w:rsidR="00AE050F" w:rsidRPr="00AE050F" w:rsidRDefault="00AE050F" w:rsidP="00AE050F">
      <w:pPr>
        <w:pStyle w:val="Heading6"/>
      </w:pPr>
      <w:r w:rsidRPr="0045633B">
        <w:t>Sample text:</w:t>
      </w:r>
    </w:p>
    <w:p w:rsidR="00043DB5" w:rsidRPr="00305EC5" w:rsidRDefault="0075591E" w:rsidP="00233089">
      <w:pPr>
        <w:pStyle w:val="ListBullet2"/>
      </w:pPr>
      <w:r>
        <w:t xml:space="preserve">The project’s </w:t>
      </w:r>
      <w:r w:rsidR="00AE050F" w:rsidRPr="00305EC5">
        <w:t>SharePoint</w:t>
      </w:r>
      <w:r w:rsidR="00043DB5" w:rsidRPr="00305EC5">
        <w:t xml:space="preserve"> site will house the most up-to-date version of project documents. All team members will be given access.</w:t>
      </w:r>
    </w:p>
    <w:p w:rsidR="00043DB5" w:rsidRPr="00305EC5" w:rsidRDefault="00043DB5" w:rsidP="00233089">
      <w:pPr>
        <w:pStyle w:val="ListBullet2"/>
      </w:pPr>
      <w:r w:rsidRPr="00305EC5">
        <w:t>Meeting agendas will be e</w:t>
      </w:r>
      <w:r w:rsidR="0075591E">
        <w:t>-</w:t>
      </w:r>
      <w:r w:rsidRPr="00305EC5">
        <w:t>mailed to project team members at least 24 hours prior to meeting</w:t>
      </w:r>
      <w:r w:rsidR="0075591E">
        <w:t>s</w:t>
      </w:r>
      <w:r w:rsidRPr="00305EC5">
        <w:t xml:space="preserve">. Meeting minutes will be posted to </w:t>
      </w:r>
      <w:r w:rsidR="0075591E">
        <w:t xml:space="preserve">the project </w:t>
      </w:r>
      <w:r w:rsidR="00AE050F" w:rsidRPr="00305EC5">
        <w:t>SharePoint</w:t>
      </w:r>
      <w:r w:rsidRPr="00305EC5">
        <w:t xml:space="preserve"> site within 48 hours after meeting</w:t>
      </w:r>
      <w:r w:rsidR="0075591E">
        <w:t>s</w:t>
      </w:r>
      <w:r w:rsidRPr="00305EC5">
        <w:t>.</w:t>
      </w:r>
    </w:p>
    <w:p w:rsidR="00043DB5" w:rsidRPr="00305EC5" w:rsidRDefault="00043DB5" w:rsidP="00233089">
      <w:pPr>
        <w:pStyle w:val="ListBullet2"/>
      </w:pPr>
      <w:r w:rsidRPr="00305EC5">
        <w:t>Team members will appreciate the sensitive nature of information discussed during this project and will share with care. Where applicable, documents will include a footer indicating tha</w:t>
      </w:r>
      <w:r w:rsidR="00291D07">
        <w:t>t information is confidential.</w:t>
      </w:r>
    </w:p>
    <w:p w:rsidR="00043DB5" w:rsidRPr="00305EC5" w:rsidRDefault="00043DB5" w:rsidP="00233089">
      <w:pPr>
        <w:pStyle w:val="ListBullet2"/>
      </w:pPr>
      <w:r w:rsidRPr="00305EC5">
        <w:t>“Sidebar” conversations between team members during team</w:t>
      </w:r>
      <w:r w:rsidR="00291D07">
        <w:t xml:space="preserve"> meetings will not be allowed.</w:t>
      </w:r>
    </w:p>
    <w:p w:rsidR="00043DB5" w:rsidRPr="00305EC5" w:rsidRDefault="00043DB5" w:rsidP="00233089">
      <w:pPr>
        <w:pStyle w:val="ListBullet2"/>
      </w:pPr>
      <w:r w:rsidRPr="00305EC5">
        <w:t xml:space="preserve">All communication will be open and courteous. No </w:t>
      </w:r>
      <w:r w:rsidR="00291D07">
        <w:t>“overtalking” or interrupting.</w:t>
      </w:r>
    </w:p>
    <w:p w:rsidR="00043DB5" w:rsidRPr="006A5537" w:rsidRDefault="00043DB5" w:rsidP="00233089">
      <w:pPr>
        <w:pStyle w:val="ListBullet2"/>
      </w:pPr>
      <w:r w:rsidRPr="00305EC5">
        <w:t>Team members</w:t>
      </w:r>
      <w:r>
        <w:t xml:space="preserve"> </w:t>
      </w:r>
      <w:r w:rsidR="00291D07">
        <w:t>will keep each other informed.</w:t>
      </w:r>
    </w:p>
    <w:p w:rsidR="00043DB5" w:rsidRDefault="00043DB5" w:rsidP="0078049C">
      <w:pPr>
        <w:pStyle w:val="Heading2"/>
      </w:pPr>
      <w:r>
        <w:t xml:space="preserve">Decision </w:t>
      </w:r>
      <w:r w:rsidR="0075591E">
        <w:t>M</w:t>
      </w:r>
      <w:r w:rsidR="003222E5">
        <w:t>aking</w:t>
      </w:r>
    </w:p>
    <w:p w:rsidR="00043DB5" w:rsidRPr="006F4900" w:rsidRDefault="0078049C" w:rsidP="00AE050F">
      <w:pPr>
        <w:pStyle w:val="BodyText"/>
      </w:pPr>
      <w:r>
        <w:t>[</w:t>
      </w:r>
      <w:r w:rsidR="00F55C46">
        <w:t>D</w:t>
      </w:r>
      <w:r w:rsidR="00043DB5" w:rsidRPr="006F4900">
        <w:t>escribe how project team members will make decisions</w:t>
      </w:r>
      <w:r w:rsidR="00F55C46">
        <w:t>.</w:t>
      </w:r>
      <w:r w:rsidR="00043DB5" w:rsidRPr="006F4900">
        <w:t xml:space="preserve"> </w:t>
      </w:r>
      <w:r w:rsidR="00F55C46">
        <w:t>E</w:t>
      </w:r>
      <w:r w:rsidR="00043DB5" w:rsidRPr="006F4900">
        <w:t xml:space="preserve">veryone </w:t>
      </w:r>
      <w:r w:rsidR="00F55C46">
        <w:t xml:space="preserve">must </w:t>
      </w:r>
      <w:r w:rsidR="00043DB5" w:rsidRPr="006F4900">
        <w:t xml:space="preserve">agree </w:t>
      </w:r>
      <w:r w:rsidR="00F55C46">
        <w:t xml:space="preserve">on </w:t>
      </w:r>
      <w:r w:rsidR="00043DB5" w:rsidRPr="006F4900">
        <w:t xml:space="preserve">how decisions will be made to ensure that </w:t>
      </w:r>
      <w:r w:rsidR="00F55C46">
        <w:t xml:space="preserve">everyone can live with the decisions made and to ensure that </w:t>
      </w:r>
      <w:r w:rsidR="00043DB5" w:rsidRPr="006F4900">
        <w:t xml:space="preserve">the project can move forward. </w:t>
      </w:r>
      <w:r w:rsidR="00F55C46">
        <w:t>In</w:t>
      </w:r>
      <w:r w:rsidR="00043DB5" w:rsidRPr="006F4900">
        <w:t>clude guidelines for voting</w:t>
      </w:r>
      <w:r w:rsidR="00F55C46">
        <w:t xml:space="preserve"> on decisions</w:t>
      </w:r>
      <w:r w:rsidR="00043DB5" w:rsidRPr="006F4900">
        <w:t xml:space="preserve">, how decisions will be documented, </w:t>
      </w:r>
      <w:r w:rsidR="00F55C46">
        <w:t xml:space="preserve">definitions of key terms, and </w:t>
      </w:r>
      <w:r w:rsidR="00043DB5" w:rsidRPr="006F4900">
        <w:t>what happens if the team cannot come to a decision (</w:t>
      </w:r>
      <w:r w:rsidR="00F55C46">
        <w:t>for example,</w:t>
      </w:r>
      <w:r w:rsidR="00043DB5" w:rsidRPr="006F4900">
        <w:t xml:space="preserve"> escalation to the project sponsor or </w:t>
      </w:r>
      <w:r w:rsidR="00F55C46">
        <w:t xml:space="preserve">to </w:t>
      </w:r>
      <w:r w:rsidR="00043DB5" w:rsidRPr="006F4900">
        <w:t xml:space="preserve">a governing </w:t>
      </w:r>
      <w:r w:rsidR="00F55C46">
        <w:t>body).</w:t>
      </w:r>
      <w:r>
        <w:t>]</w:t>
      </w:r>
    </w:p>
    <w:p w:rsidR="00043DB5" w:rsidRDefault="00AE050F" w:rsidP="000809A8">
      <w:pPr>
        <w:pStyle w:val="Heading6"/>
      </w:pPr>
      <w:r w:rsidRPr="0045633B">
        <w:t>Sample text:</w:t>
      </w:r>
    </w:p>
    <w:p w:rsidR="00043DB5" w:rsidRPr="00233089" w:rsidRDefault="00043DB5" w:rsidP="00233089">
      <w:pPr>
        <w:pStyle w:val="ListNumber2"/>
      </w:pPr>
      <w:r w:rsidRPr="00233089">
        <w:t xml:space="preserve">Consensus </w:t>
      </w:r>
      <w:r w:rsidR="00F55C46" w:rsidRPr="00233089">
        <w:t>means that</w:t>
      </w:r>
      <w:r w:rsidRPr="00233089">
        <w:t xml:space="preserve"> everyone can live with the decision. It doesn’t mean everyone has to agree 100%.</w:t>
      </w:r>
    </w:p>
    <w:p w:rsidR="00F55C46" w:rsidRDefault="00F55C46" w:rsidP="00233089">
      <w:pPr>
        <w:pStyle w:val="ListNumber2"/>
      </w:pPr>
      <w:r>
        <w:t>T</w:t>
      </w:r>
      <w:r w:rsidR="00043DB5">
        <w:t>he team will u</w:t>
      </w:r>
      <w:r>
        <w:t>se</w:t>
      </w:r>
      <w:r w:rsidR="00043DB5">
        <w:t xml:space="preserve"> thumb</w:t>
      </w:r>
      <w:r>
        <w:t>s up/thumbs</w:t>
      </w:r>
      <w:r w:rsidR="00043DB5">
        <w:t xml:space="preserve"> down voting to make decisions quickly and move on.</w:t>
      </w:r>
    </w:p>
    <w:p w:rsidR="00043DB5" w:rsidRPr="00233089" w:rsidRDefault="00043DB5" w:rsidP="00233089">
      <w:pPr>
        <w:pStyle w:val="ListBullet2"/>
      </w:pPr>
      <w:r w:rsidRPr="00233089">
        <w:t>Thumbs up = agree with no further discussion.</w:t>
      </w:r>
    </w:p>
    <w:p w:rsidR="00043DB5" w:rsidRPr="00233089" w:rsidRDefault="00043DB5" w:rsidP="00233089">
      <w:pPr>
        <w:pStyle w:val="ListBullet2"/>
      </w:pPr>
      <w:r w:rsidRPr="00233089">
        <w:t>Thumbs sideways = agree, but have further questions</w:t>
      </w:r>
      <w:r w:rsidR="00F55C46" w:rsidRPr="00233089">
        <w:t>.</w:t>
      </w:r>
      <w:r w:rsidRPr="00233089">
        <w:t xml:space="preserve"> (</w:t>
      </w:r>
      <w:r w:rsidR="00F55C46" w:rsidRPr="00233089">
        <w:t>Q</w:t>
      </w:r>
      <w:r w:rsidRPr="00233089">
        <w:t xml:space="preserve">uestions </w:t>
      </w:r>
      <w:r w:rsidR="00F55C46" w:rsidRPr="00233089">
        <w:t>will</w:t>
      </w:r>
      <w:r w:rsidRPr="00233089">
        <w:t xml:space="preserve"> be asked and answered </w:t>
      </w:r>
      <w:r w:rsidR="00A41BD9" w:rsidRPr="00233089">
        <w:t xml:space="preserve">immediately </w:t>
      </w:r>
      <w:r w:rsidRPr="00233089">
        <w:t>after the vote</w:t>
      </w:r>
      <w:r w:rsidR="00F55C46" w:rsidRPr="00233089">
        <w:t>.</w:t>
      </w:r>
      <w:r w:rsidRPr="00233089">
        <w:t>)</w:t>
      </w:r>
    </w:p>
    <w:p w:rsidR="0075591E" w:rsidRDefault="00043DB5" w:rsidP="00233089">
      <w:pPr>
        <w:pStyle w:val="ListBullet2"/>
      </w:pPr>
      <w:r>
        <w:lastRenderedPageBreak/>
        <w:t>Thumb</w:t>
      </w:r>
      <w:r w:rsidR="00A41BD9">
        <w:t>s</w:t>
      </w:r>
      <w:r>
        <w:t xml:space="preserve"> down = cannot agree to the solution proposed</w:t>
      </w:r>
      <w:r w:rsidR="00F55C46">
        <w:t>.</w:t>
      </w:r>
      <w:r>
        <w:t xml:space="preserve"> (</w:t>
      </w:r>
      <w:r w:rsidR="00F55C46">
        <w:t>B</w:t>
      </w:r>
      <w:r>
        <w:t xml:space="preserve">e prepared to answer the question: </w:t>
      </w:r>
      <w:r w:rsidR="00A41BD9">
        <w:t>W</w:t>
      </w:r>
      <w:r>
        <w:t>hat would it take for you to go to thumbs sideways or thumbs up?)</w:t>
      </w:r>
      <w:r w:rsidR="00921FC3">
        <w:br/>
      </w:r>
      <w:r w:rsidR="0075591E">
        <w:t>Anyone on the team may call for a vote at any time.</w:t>
      </w:r>
    </w:p>
    <w:p w:rsidR="00043DB5" w:rsidRDefault="00043DB5" w:rsidP="00233089">
      <w:pPr>
        <w:pStyle w:val="ListNumber2"/>
      </w:pPr>
      <w:r>
        <w:t>Members may abstain from voting.</w:t>
      </w:r>
    </w:p>
    <w:p w:rsidR="00043DB5" w:rsidRDefault="00043DB5" w:rsidP="00233089">
      <w:pPr>
        <w:pStyle w:val="ListNumber2"/>
      </w:pPr>
      <w:r>
        <w:t>No decision</w:t>
      </w:r>
      <w:r w:rsidR="0075591E">
        <w:t xml:space="preserve"> i</w:t>
      </w:r>
      <w:r>
        <w:t xml:space="preserve">s made if </w:t>
      </w:r>
      <w:r w:rsidR="00A41BD9">
        <w:t xml:space="preserve">there are </w:t>
      </w:r>
      <w:r>
        <w:t>any thumbs</w:t>
      </w:r>
      <w:r w:rsidR="00A41BD9">
        <w:t>-</w:t>
      </w:r>
      <w:r>
        <w:t>down</w:t>
      </w:r>
      <w:r w:rsidR="00A41BD9">
        <w:t xml:space="preserve"> votes</w:t>
      </w:r>
      <w:r w:rsidR="00AF4B7F">
        <w:t>.</w:t>
      </w:r>
    </w:p>
    <w:p w:rsidR="00043DB5" w:rsidRDefault="00043DB5" w:rsidP="00233089">
      <w:pPr>
        <w:pStyle w:val="ListNumber2"/>
      </w:pPr>
      <w:r>
        <w:t xml:space="preserve">Meeting minutes will document </w:t>
      </w:r>
      <w:r w:rsidR="00AF4B7F">
        <w:t xml:space="preserve">the </w:t>
      </w:r>
      <w:r>
        <w:t>decisions made. If you have questions</w:t>
      </w:r>
      <w:r w:rsidR="00077AF9">
        <w:t xml:space="preserve"> after reviewing the minutes</w:t>
      </w:r>
      <w:r>
        <w:t xml:space="preserve">, contact the project manager and determine </w:t>
      </w:r>
      <w:r w:rsidR="00077AF9">
        <w:t xml:space="preserve">the </w:t>
      </w:r>
      <w:r>
        <w:t xml:space="preserve">course of action, </w:t>
      </w:r>
      <w:r w:rsidR="0075591E">
        <w:t>such as to</w:t>
      </w:r>
      <w:r>
        <w:t xml:space="preserve"> bring </w:t>
      </w:r>
      <w:r w:rsidR="00077AF9">
        <w:t xml:space="preserve">questions </w:t>
      </w:r>
      <w:r>
        <w:t xml:space="preserve">to </w:t>
      </w:r>
      <w:r w:rsidR="00077AF9">
        <w:t xml:space="preserve">the </w:t>
      </w:r>
      <w:r>
        <w:t>team for discussion again.</w:t>
      </w:r>
    </w:p>
    <w:p w:rsidR="00043DB5" w:rsidRDefault="007F7B3E" w:rsidP="00AE050F">
      <w:pPr>
        <w:pStyle w:val="Heading2"/>
      </w:pPr>
      <w:r>
        <w:t>Meetings</w:t>
      </w:r>
    </w:p>
    <w:p w:rsidR="00043DB5" w:rsidRPr="006F4900" w:rsidRDefault="002A0B1A" w:rsidP="000809A8">
      <w:pPr>
        <w:pStyle w:val="BodyText"/>
      </w:pPr>
      <w:r>
        <w:t>[</w:t>
      </w:r>
      <w:r w:rsidR="00043DB5" w:rsidRPr="006F4900">
        <w:t>So much project work and decision</w:t>
      </w:r>
      <w:r w:rsidR="009C649C">
        <w:t>-</w:t>
      </w:r>
      <w:r w:rsidR="00043DB5" w:rsidRPr="006F4900">
        <w:t xml:space="preserve">making happens during meetings that it is important to establish how project team meetings will work. </w:t>
      </w:r>
      <w:r w:rsidR="00F55C46">
        <w:t>A</w:t>
      </w:r>
      <w:r w:rsidR="00043DB5" w:rsidRPr="006F4900">
        <w:t>ddress what will happen at meetings (generally)</w:t>
      </w:r>
      <w:r w:rsidR="009C649C">
        <w:t xml:space="preserve">. Establish </w:t>
      </w:r>
      <w:r w:rsidR="00043DB5" w:rsidRPr="006F4900">
        <w:t xml:space="preserve">who will be responsible for </w:t>
      </w:r>
      <w:r w:rsidR="009C649C">
        <w:t xml:space="preserve">the </w:t>
      </w:r>
      <w:r w:rsidR="00043DB5" w:rsidRPr="006F4900">
        <w:t>facilitating, frequency</w:t>
      </w:r>
      <w:r w:rsidR="009C649C">
        <w:t>,</w:t>
      </w:r>
      <w:r w:rsidR="00043DB5" w:rsidRPr="006F4900">
        <w:t xml:space="preserve"> and scheduling of meetings, </w:t>
      </w:r>
      <w:r w:rsidR="007F7B3E">
        <w:t xml:space="preserve">and </w:t>
      </w:r>
      <w:r w:rsidR="00043DB5" w:rsidRPr="006F4900">
        <w:t>attendance expectations.</w:t>
      </w:r>
      <w:r>
        <w:t>]</w:t>
      </w:r>
    </w:p>
    <w:p w:rsidR="00AE050F" w:rsidRDefault="00AE050F" w:rsidP="00AE050F">
      <w:pPr>
        <w:pStyle w:val="Heading6"/>
      </w:pPr>
      <w:r w:rsidRPr="0045633B">
        <w:t>Sample text:</w:t>
      </w:r>
    </w:p>
    <w:p w:rsidR="00043DB5" w:rsidRPr="006A5537" w:rsidRDefault="00043DB5" w:rsidP="00233089">
      <w:pPr>
        <w:pStyle w:val="ListBullet2"/>
      </w:pPr>
      <w:r>
        <w:t>Project subteam leaders will report status at each team meeting.</w:t>
      </w:r>
    </w:p>
    <w:p w:rsidR="00043DB5" w:rsidRPr="006A5537" w:rsidRDefault="00043DB5" w:rsidP="00233089">
      <w:pPr>
        <w:pStyle w:val="ListBullet2"/>
      </w:pPr>
      <w:r>
        <w:t xml:space="preserve">Project team members will meet </w:t>
      </w:r>
      <w:bookmarkStart w:id="1" w:name="Text19"/>
      <w:r w:rsidR="007F7B3E">
        <w:fldChar w:fldCharType="begin">
          <w:ffData>
            <w:name w:val="Text19"/>
            <w:enabled/>
            <w:calcOnExit w:val="0"/>
            <w:textInput>
              <w:default w:val="[frequency, date, time, and locations of meetings]"/>
            </w:textInput>
          </w:ffData>
        </w:fldChar>
      </w:r>
      <w:r w:rsidR="007F7B3E">
        <w:instrText xml:space="preserve"> FORMTEXT </w:instrText>
      </w:r>
      <w:r w:rsidR="007F7B3E">
        <w:fldChar w:fldCharType="separate"/>
      </w:r>
      <w:r w:rsidR="007F7B3E">
        <w:rPr>
          <w:noProof/>
        </w:rPr>
        <w:t>[frequency, date, time, and locations of meetings]</w:t>
      </w:r>
      <w:r w:rsidR="007F7B3E">
        <w:fldChar w:fldCharType="end"/>
      </w:r>
      <w:bookmarkEnd w:id="1"/>
      <w:r w:rsidR="007F7B3E">
        <w:t>.</w:t>
      </w:r>
      <w:r>
        <w:t xml:space="preserve"> </w:t>
      </w:r>
      <w:r w:rsidR="00ED26A5">
        <w:t xml:space="preserve">During </w:t>
      </w:r>
      <w:r w:rsidR="00035812">
        <w:t>each</w:t>
      </w:r>
      <w:r w:rsidR="00ED26A5">
        <w:t xml:space="preserve"> meeting, a</w:t>
      </w:r>
      <w:r>
        <w:t xml:space="preserve"> “parking lot” will be used to record topics that require discussion at a later date.</w:t>
      </w:r>
    </w:p>
    <w:p w:rsidR="00043DB5" w:rsidRPr="006A5537" w:rsidRDefault="00043DB5" w:rsidP="00233089">
      <w:pPr>
        <w:pStyle w:val="ListBullet2"/>
      </w:pPr>
      <w:r>
        <w:t>Issues, risks, change requests</w:t>
      </w:r>
      <w:r w:rsidR="007F7B3E">
        <w:t>,</w:t>
      </w:r>
      <w:r>
        <w:t xml:space="preserve"> and action items will be reviewed and updated at each meeting.</w:t>
      </w:r>
    </w:p>
    <w:p w:rsidR="00043DB5" w:rsidRPr="006A5537" w:rsidRDefault="00043DB5" w:rsidP="00233089">
      <w:pPr>
        <w:pStyle w:val="ListBullet2"/>
      </w:pPr>
      <w:r>
        <w:t>The project manager will be responsible for facilitating and keeping meetings on track. Team members will accept the project manager’s decision to table or “park” a discussion topic.</w:t>
      </w:r>
    </w:p>
    <w:p w:rsidR="00043DB5" w:rsidRPr="006A5537" w:rsidRDefault="00043DB5" w:rsidP="00233089">
      <w:pPr>
        <w:pStyle w:val="ListBullet2"/>
      </w:pPr>
      <w:r>
        <w:t xml:space="preserve">Meetings will start and end on time. Team members will attend meetings in person when feasible. A dial-in number will be available for remote </w:t>
      </w:r>
      <w:r w:rsidR="007F7B3E">
        <w:t>attendance</w:t>
      </w:r>
      <w:r>
        <w:t>.</w:t>
      </w:r>
    </w:p>
    <w:p w:rsidR="00043DB5" w:rsidRDefault="00043DB5" w:rsidP="00233089">
      <w:pPr>
        <w:pStyle w:val="ListBullet2"/>
      </w:pPr>
      <w:r>
        <w:t xml:space="preserve">Sending “stand ins” to meetings will not be allowed unless approved by the </w:t>
      </w:r>
      <w:r w:rsidR="007F7B3E">
        <w:t>p</w:t>
      </w:r>
      <w:r>
        <w:t xml:space="preserve">roject </w:t>
      </w:r>
      <w:r w:rsidR="007F7B3E">
        <w:t>m</w:t>
      </w:r>
      <w:r>
        <w:t>anager prior to meeting</w:t>
      </w:r>
      <w:r w:rsidR="00C1021D">
        <w:t>s</w:t>
      </w:r>
      <w:r>
        <w:t>.</w:t>
      </w:r>
    </w:p>
    <w:p w:rsidR="00043DB5" w:rsidRPr="00851B5D" w:rsidRDefault="00043DB5" w:rsidP="00233089">
      <w:pPr>
        <w:pStyle w:val="ListBullet2"/>
      </w:pPr>
      <w:r>
        <w:t xml:space="preserve">It is the responsibility of each team member to stay current on the project team activities, </w:t>
      </w:r>
      <w:r w:rsidR="00FB0AE6">
        <w:t xml:space="preserve">even </w:t>
      </w:r>
      <w:r w:rsidR="007F7B3E">
        <w:t xml:space="preserve">when </w:t>
      </w:r>
      <w:r w:rsidR="00EC76AF">
        <w:t>he or she has</w:t>
      </w:r>
      <w:r w:rsidR="007F7B3E">
        <w:t xml:space="preserve"> missed a meeting</w:t>
      </w:r>
      <w:r>
        <w:t>.</w:t>
      </w:r>
    </w:p>
    <w:p w:rsidR="00043DB5" w:rsidRDefault="007F7B3E" w:rsidP="00AE050F">
      <w:pPr>
        <w:pStyle w:val="Heading2"/>
      </w:pPr>
      <w:r>
        <w:t>Personal Courtesies</w:t>
      </w:r>
    </w:p>
    <w:p w:rsidR="00043DB5" w:rsidRPr="001843F7" w:rsidRDefault="0078049C" w:rsidP="000809A8">
      <w:pPr>
        <w:pStyle w:val="BodyText"/>
      </w:pPr>
      <w:r>
        <w:t>[</w:t>
      </w:r>
      <w:r w:rsidR="00F55C46">
        <w:t>O</w:t>
      </w:r>
      <w:r w:rsidR="00043DB5" w:rsidRPr="001843F7">
        <w:t xml:space="preserve">utline the personal courtesies </w:t>
      </w:r>
      <w:r w:rsidR="00F55C46">
        <w:t xml:space="preserve">that </w:t>
      </w:r>
      <w:r w:rsidR="00043DB5" w:rsidRPr="001843F7">
        <w:t xml:space="preserve">team members will extend to one another. The contents of this section depend largely on the culture of your </w:t>
      </w:r>
      <w:r w:rsidR="00D0606C">
        <w:t>company</w:t>
      </w:r>
      <w:r w:rsidR="00043DB5" w:rsidRPr="001843F7">
        <w:t xml:space="preserve">. Do not assume that </w:t>
      </w:r>
      <w:r w:rsidR="00FB0AE6">
        <w:t xml:space="preserve">personal </w:t>
      </w:r>
      <w:r w:rsidR="00043DB5" w:rsidRPr="001843F7">
        <w:t>behaviors are understood.</w:t>
      </w:r>
      <w:r>
        <w:t>]</w:t>
      </w:r>
    </w:p>
    <w:p w:rsidR="00043DB5" w:rsidRPr="001843F7" w:rsidRDefault="00043DB5" w:rsidP="00AE050F">
      <w:pPr>
        <w:pStyle w:val="Heading6"/>
      </w:pPr>
      <w:r w:rsidRPr="001843F7">
        <w:t>Sample text:</w:t>
      </w:r>
    </w:p>
    <w:p w:rsidR="00043DB5" w:rsidRPr="00851B5D" w:rsidRDefault="00043DB5" w:rsidP="00233089">
      <w:pPr>
        <w:pStyle w:val="ListBullet2"/>
      </w:pPr>
      <w:r>
        <w:t>Each team member represents a specific area of expertise or business unit. Team members will bring their individual perspectives to the team and will also consider what is best for the company.</w:t>
      </w:r>
    </w:p>
    <w:p w:rsidR="002617EE" w:rsidRDefault="00043DB5" w:rsidP="00233089">
      <w:pPr>
        <w:pStyle w:val="ListBullet2"/>
      </w:pPr>
      <w:r w:rsidRPr="00851B5D">
        <w:t xml:space="preserve">All cell phones </w:t>
      </w:r>
      <w:r>
        <w:t>and other communication devi</w:t>
      </w:r>
      <w:r w:rsidR="007F7B3E">
        <w:t>c</w:t>
      </w:r>
      <w:r>
        <w:t xml:space="preserve">es </w:t>
      </w:r>
      <w:r w:rsidR="0058782B">
        <w:t>must</w:t>
      </w:r>
      <w:r w:rsidR="0058782B" w:rsidRPr="00851B5D">
        <w:t xml:space="preserve"> </w:t>
      </w:r>
      <w:r w:rsidRPr="00851B5D">
        <w:t>be silenced duri</w:t>
      </w:r>
      <w:r>
        <w:t xml:space="preserve">ng meetings and used on </w:t>
      </w:r>
      <w:r w:rsidR="007F7B3E">
        <w:t xml:space="preserve">an </w:t>
      </w:r>
      <w:r>
        <w:t>exception basis only.</w:t>
      </w:r>
    </w:p>
    <w:p w:rsidR="00BC35A0" w:rsidRDefault="00BC35A0" w:rsidP="00BC35A0">
      <w:pPr>
        <w:pStyle w:val="ListBullet2"/>
        <w:numPr>
          <w:ilvl w:val="0"/>
          <w:numId w:val="0"/>
        </w:numPr>
        <w:ind w:left="1080" w:hanging="360"/>
      </w:pPr>
    </w:p>
    <w:p w:rsidR="00BC35A0" w:rsidRDefault="00BC35A0" w:rsidP="00BC35A0">
      <w:pPr>
        <w:pStyle w:val="ListBullet2"/>
        <w:numPr>
          <w:ilvl w:val="0"/>
          <w:numId w:val="0"/>
        </w:numPr>
        <w:ind w:left="1080" w:hanging="360"/>
      </w:pPr>
    </w:p>
    <w:p w:rsidR="00BC35A0" w:rsidRDefault="00BC35A0" w:rsidP="00BC35A0">
      <w:pPr>
        <w:pStyle w:val="ListBullet2"/>
        <w:numPr>
          <w:ilvl w:val="0"/>
          <w:numId w:val="0"/>
        </w:numPr>
        <w:ind w:left="1080" w:hanging="360"/>
      </w:pPr>
    </w:p>
    <w:p w:rsidR="00BC35A0" w:rsidRDefault="00BC35A0" w:rsidP="00BC35A0">
      <w:pPr>
        <w:pStyle w:val="ListBullet2"/>
        <w:numPr>
          <w:ilvl w:val="0"/>
          <w:numId w:val="0"/>
        </w:numPr>
        <w:ind w:left="1080" w:hanging="360"/>
      </w:pPr>
    </w:p>
    <w:p w:rsidR="00BC35A0" w:rsidRDefault="00BC35A0" w:rsidP="00BC35A0">
      <w:pPr>
        <w:pStyle w:val="ListBullet2"/>
        <w:numPr>
          <w:ilvl w:val="0"/>
          <w:numId w:val="0"/>
        </w:numPr>
        <w:ind w:left="1080" w:hanging="360"/>
      </w:pPr>
    </w:p>
    <w:p w:rsidR="002617EE" w:rsidRDefault="00043DB5" w:rsidP="0078049C">
      <w:pPr>
        <w:pStyle w:val="Heading3"/>
        <w:rPr>
          <w:i w:val="0"/>
          <w:spacing w:val="10"/>
        </w:rPr>
      </w:pPr>
      <w:r w:rsidRPr="0078049C">
        <w:rPr>
          <w:i w:val="0"/>
          <w:spacing w:val="10"/>
        </w:rPr>
        <w:lastRenderedPageBreak/>
        <w:t>Reviewed and approved by:</w:t>
      </w:r>
    </w:p>
    <w:p w:rsidR="00233089" w:rsidRDefault="00233089" w:rsidP="00233089">
      <w:pPr>
        <w:pStyle w:val="BodyText3"/>
        <w:tabs>
          <w:tab w:val="left" w:pos="5760"/>
        </w:tabs>
        <w:spacing w:before="480"/>
      </w:pPr>
      <w:r>
        <w:t>________________________________________________</w:t>
      </w:r>
      <w:r>
        <w:tab/>
        <w:t>____________________</w:t>
      </w:r>
    </w:p>
    <w:p w:rsidR="00233089" w:rsidRDefault="00233089" w:rsidP="00233089">
      <w:pPr>
        <w:pStyle w:val="BodyText3"/>
        <w:tabs>
          <w:tab w:val="left" w:pos="5760"/>
        </w:tabs>
        <w:spacing w:before="20"/>
      </w:pPr>
      <w:r>
        <w:t>Project Manager</w:t>
      </w:r>
      <w:r w:rsidRPr="00233089">
        <w:t xml:space="preserve"> </w:t>
      </w:r>
      <w:r>
        <w:tab/>
        <w:t>Date:</w:t>
      </w:r>
    </w:p>
    <w:p w:rsidR="00233089" w:rsidRDefault="00233089" w:rsidP="00233089">
      <w:pPr>
        <w:pStyle w:val="BodyText3"/>
        <w:tabs>
          <w:tab w:val="left" w:pos="5760"/>
        </w:tabs>
        <w:spacing w:before="20"/>
      </w:pPr>
      <w:r>
        <w:t>________________________________________________</w:t>
      </w:r>
      <w:r>
        <w:tab/>
        <w:t>____________________</w:t>
      </w:r>
    </w:p>
    <w:p w:rsidR="00233089" w:rsidRDefault="00233089" w:rsidP="00233089">
      <w:pPr>
        <w:pStyle w:val="BodyText3"/>
        <w:tabs>
          <w:tab w:val="left" w:pos="5760"/>
        </w:tabs>
        <w:spacing w:before="20"/>
      </w:pPr>
      <w:r>
        <w:t>Project Team Member Name</w:t>
      </w:r>
      <w:r>
        <w:tab/>
        <w:t>Date:</w:t>
      </w:r>
    </w:p>
    <w:p w:rsidR="00233089" w:rsidRDefault="00233089" w:rsidP="00233089">
      <w:pPr>
        <w:pStyle w:val="BodyText3"/>
        <w:tabs>
          <w:tab w:val="left" w:pos="5760"/>
        </w:tabs>
        <w:spacing w:before="20"/>
      </w:pPr>
      <w:r>
        <w:t>________________________________________________</w:t>
      </w:r>
      <w:r>
        <w:tab/>
        <w:t>____________________</w:t>
      </w:r>
    </w:p>
    <w:p w:rsidR="00233089" w:rsidRDefault="00233089" w:rsidP="00233089">
      <w:pPr>
        <w:pStyle w:val="BodyText3"/>
        <w:tabs>
          <w:tab w:val="left" w:pos="5760"/>
        </w:tabs>
        <w:spacing w:before="20"/>
      </w:pPr>
      <w:r>
        <w:t>Project Team Member Name</w:t>
      </w:r>
      <w:r>
        <w:tab/>
        <w:t>Date:</w:t>
      </w:r>
    </w:p>
    <w:p w:rsidR="00233089" w:rsidRDefault="00233089" w:rsidP="00233089">
      <w:pPr>
        <w:pStyle w:val="BodyText3"/>
        <w:tabs>
          <w:tab w:val="left" w:pos="5760"/>
        </w:tabs>
        <w:spacing w:before="20"/>
      </w:pPr>
      <w:r>
        <w:t>________________________________________________</w:t>
      </w:r>
      <w:r>
        <w:tab/>
        <w:t>____________________</w:t>
      </w:r>
    </w:p>
    <w:p w:rsidR="00233089" w:rsidRDefault="00233089" w:rsidP="00233089">
      <w:pPr>
        <w:pStyle w:val="BodyText3"/>
        <w:tabs>
          <w:tab w:val="left" w:pos="5760"/>
        </w:tabs>
        <w:spacing w:before="20"/>
      </w:pPr>
      <w:r>
        <w:t>Project Team Member Name</w:t>
      </w:r>
      <w:r>
        <w:tab/>
        <w:t>Date:</w:t>
      </w:r>
    </w:p>
    <w:p w:rsidR="00233089" w:rsidRDefault="00233089" w:rsidP="00233089">
      <w:pPr>
        <w:pStyle w:val="BodyText3"/>
        <w:tabs>
          <w:tab w:val="left" w:pos="5760"/>
        </w:tabs>
        <w:spacing w:before="20"/>
      </w:pPr>
      <w:r>
        <w:t>________________________________________________</w:t>
      </w:r>
      <w:r>
        <w:tab/>
        <w:t>____________________</w:t>
      </w:r>
    </w:p>
    <w:p w:rsidR="00233089" w:rsidRDefault="00233089" w:rsidP="00233089">
      <w:pPr>
        <w:pStyle w:val="BodyText3"/>
        <w:tabs>
          <w:tab w:val="left" w:pos="5760"/>
        </w:tabs>
        <w:spacing w:before="20"/>
      </w:pPr>
      <w:r>
        <w:t>Project Team Member Name</w:t>
      </w:r>
      <w:r>
        <w:tab/>
        <w:t>Date:</w:t>
      </w:r>
    </w:p>
    <w:p w:rsidR="00233089" w:rsidRDefault="00233089" w:rsidP="00233089">
      <w:pPr>
        <w:pStyle w:val="BodyText3"/>
        <w:tabs>
          <w:tab w:val="left" w:pos="5760"/>
        </w:tabs>
        <w:spacing w:before="20"/>
      </w:pPr>
      <w:r>
        <w:t>________________________________________________</w:t>
      </w:r>
      <w:r>
        <w:tab/>
        <w:t>____________________</w:t>
      </w:r>
    </w:p>
    <w:p w:rsidR="00233089" w:rsidRDefault="00233089" w:rsidP="00233089">
      <w:pPr>
        <w:pStyle w:val="BodyText3"/>
        <w:tabs>
          <w:tab w:val="left" w:pos="5760"/>
        </w:tabs>
        <w:spacing w:before="20"/>
      </w:pPr>
      <w:r>
        <w:t>Project Team Member Name</w:t>
      </w:r>
      <w:r>
        <w:tab/>
        <w:t>Date:</w:t>
      </w:r>
    </w:p>
    <w:p w:rsidR="00233089" w:rsidRDefault="00233089" w:rsidP="00233089">
      <w:pPr>
        <w:pStyle w:val="BodyText3"/>
        <w:tabs>
          <w:tab w:val="left" w:pos="5760"/>
        </w:tabs>
        <w:spacing w:before="20"/>
      </w:pPr>
      <w:r>
        <w:t>________________________________________________</w:t>
      </w:r>
      <w:r>
        <w:tab/>
        <w:t>____________________</w:t>
      </w:r>
    </w:p>
    <w:p w:rsidR="00233089" w:rsidRDefault="00233089" w:rsidP="00233089">
      <w:pPr>
        <w:pStyle w:val="BodyText3"/>
        <w:tabs>
          <w:tab w:val="left" w:pos="5760"/>
        </w:tabs>
        <w:spacing w:before="20"/>
      </w:pPr>
      <w:r>
        <w:t>Project Team Member Name</w:t>
      </w:r>
      <w:r>
        <w:tab/>
        <w:t>Date:</w:t>
      </w:r>
    </w:p>
    <w:p w:rsidR="00233089" w:rsidRDefault="00233089" w:rsidP="00233089">
      <w:pPr>
        <w:pStyle w:val="BodyText3"/>
        <w:tabs>
          <w:tab w:val="left" w:pos="5760"/>
        </w:tabs>
        <w:spacing w:before="20"/>
      </w:pPr>
      <w:r>
        <w:t>________________________________________________</w:t>
      </w:r>
      <w:r>
        <w:tab/>
        <w:t>____________________</w:t>
      </w:r>
    </w:p>
    <w:p w:rsidR="00233089" w:rsidRDefault="00233089" w:rsidP="00233089">
      <w:pPr>
        <w:pStyle w:val="BodyText3"/>
        <w:tabs>
          <w:tab w:val="left" w:pos="5760"/>
        </w:tabs>
        <w:spacing w:before="20"/>
      </w:pPr>
      <w:r>
        <w:t>Project Team Member Name</w:t>
      </w:r>
      <w:r>
        <w:tab/>
        <w:t>Date:</w:t>
      </w:r>
    </w:p>
    <w:p w:rsidR="00233089" w:rsidRDefault="00233089" w:rsidP="00233089">
      <w:pPr>
        <w:pStyle w:val="BodyText3"/>
        <w:tabs>
          <w:tab w:val="left" w:pos="5760"/>
        </w:tabs>
        <w:spacing w:before="20"/>
      </w:pPr>
      <w:r>
        <w:t>________________________________________________</w:t>
      </w:r>
      <w:r>
        <w:tab/>
        <w:t>____________________</w:t>
      </w:r>
    </w:p>
    <w:p w:rsidR="00233089" w:rsidRDefault="00233089" w:rsidP="00233089">
      <w:pPr>
        <w:pStyle w:val="BodyText3"/>
        <w:tabs>
          <w:tab w:val="left" w:pos="5760"/>
        </w:tabs>
        <w:spacing w:before="20"/>
      </w:pPr>
      <w:r>
        <w:t>Project Team Member Name</w:t>
      </w:r>
      <w:r>
        <w:tab/>
        <w:t>Date:</w:t>
      </w:r>
    </w:p>
    <w:sectPr w:rsidR="00233089" w:rsidSect="00921FC3">
      <w:headerReference w:type="default" r:id="rId8"/>
      <w:footerReference w:type="default" r:id="rId9"/>
      <w:pgSz w:w="12240" w:h="15840" w:code="1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607" w:rsidRDefault="00083607" w:rsidP="003F4E9C">
      <w:r>
        <w:separator/>
      </w:r>
    </w:p>
  </w:endnote>
  <w:endnote w:type="continuationSeparator" w:id="0">
    <w:p w:rsidR="00083607" w:rsidRDefault="00083607" w:rsidP="003F4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966" w:rsidRDefault="00F3085A" w:rsidP="002617EE">
    <w:pPr>
      <w:pStyle w:val="Footer"/>
    </w:pPr>
    <w:r>
      <w:t>[Company name] Confidential</w:t>
    </w:r>
    <w:r>
      <w:tab/>
    </w:r>
    <w:r>
      <w:tab/>
    </w:r>
    <w:r w:rsidR="002617EE">
      <w:tab/>
    </w: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2F6ABF">
      <w:rPr>
        <w:noProof/>
      </w:rPr>
      <w:t>3</w:t>
    </w:r>
    <w:r>
      <w:fldChar w:fldCharType="end"/>
    </w:r>
    <w:r w:rsidR="00921FC3">
      <w:tab/>
    </w:r>
    <w:r w:rsidR="00921FC3">
      <w:tab/>
    </w:r>
    <w:r w:rsidR="00921FC3">
      <w:tab/>
    </w:r>
    <w:r w:rsidR="00921FC3">
      <w:tab/>
    </w:r>
    <w:r w:rsidR="002617EE">
      <w:t>June 27, 2005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607" w:rsidRDefault="00083607" w:rsidP="003F4E9C">
      <w:r>
        <w:separator/>
      </w:r>
    </w:p>
  </w:footnote>
  <w:footnote w:type="continuationSeparator" w:id="0">
    <w:p w:rsidR="00083607" w:rsidRDefault="00083607" w:rsidP="003F4E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1D8" w:rsidRDefault="004E53BA" w:rsidP="00921FC3">
    <w:pPr>
      <w:pStyle w:val="Header"/>
    </w:pPr>
    <w:r>
      <w:t>Project Communication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A1CB2C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D262B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7B287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93AFAE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92A88D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1A0A3C"/>
    <w:lvl w:ilvl="0">
      <w:start w:val="1"/>
      <w:numFmt w:val="bullet"/>
      <w:pStyle w:val="ListBullet4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</w:abstractNum>
  <w:abstractNum w:abstractNumId="6">
    <w:nsid w:val="FFFFFF82"/>
    <w:multiLevelType w:val="singleLevel"/>
    <w:tmpl w:val="2BC0ECC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6AC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F72911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06F7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2D3E7A"/>
    <w:multiLevelType w:val="hybridMultilevel"/>
    <w:tmpl w:val="2AFEE02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3038"/>
        </w:tabs>
        <w:ind w:left="30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58"/>
        </w:tabs>
        <w:ind w:left="37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78"/>
        </w:tabs>
        <w:ind w:left="44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98"/>
        </w:tabs>
        <w:ind w:left="51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38"/>
        </w:tabs>
        <w:ind w:left="66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58"/>
        </w:tabs>
        <w:ind w:left="73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78"/>
        </w:tabs>
        <w:ind w:left="8078" w:hanging="360"/>
      </w:pPr>
      <w:rPr>
        <w:rFonts w:ascii="Wingdings" w:hAnsi="Wingdings" w:hint="default"/>
      </w:rPr>
    </w:lvl>
  </w:abstractNum>
  <w:abstractNum w:abstractNumId="11">
    <w:nsid w:val="05205DA3"/>
    <w:multiLevelType w:val="multilevel"/>
    <w:tmpl w:val="ECF4F33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Letter"/>
      <w:lvlText w:val="(%7)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Letter"/>
      <w:lvlText w:val="(%9)"/>
      <w:lvlJc w:val="left"/>
      <w:pPr>
        <w:tabs>
          <w:tab w:val="num" w:pos="6480"/>
        </w:tabs>
        <w:ind w:left="6480" w:hanging="720"/>
      </w:pPr>
    </w:lvl>
  </w:abstractNum>
  <w:abstractNum w:abstractNumId="12">
    <w:nsid w:val="0B823AF3"/>
    <w:multiLevelType w:val="multilevel"/>
    <w:tmpl w:val="640C8470"/>
    <w:lvl w:ilvl="0">
      <w:start w:val="1"/>
      <w:numFmt w:val="bullet"/>
      <w:lvlText w:val=""/>
      <w:lvlJc w:val="left"/>
      <w:pPr>
        <w:tabs>
          <w:tab w:val="num" w:pos="2318"/>
        </w:tabs>
        <w:ind w:left="231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tabs>
          <w:tab w:val="num" w:pos="3038"/>
        </w:tabs>
        <w:ind w:left="30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758"/>
        </w:tabs>
        <w:ind w:left="37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478"/>
        </w:tabs>
        <w:ind w:left="44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198"/>
        </w:tabs>
        <w:ind w:left="51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638"/>
        </w:tabs>
        <w:ind w:left="66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358"/>
        </w:tabs>
        <w:ind w:left="73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078"/>
        </w:tabs>
        <w:ind w:left="8078" w:hanging="360"/>
      </w:pPr>
      <w:rPr>
        <w:rFonts w:ascii="Wingdings" w:hAnsi="Wingdings" w:hint="default"/>
      </w:rPr>
    </w:lvl>
  </w:abstractNum>
  <w:abstractNum w:abstractNumId="13">
    <w:nsid w:val="157E32E1"/>
    <w:multiLevelType w:val="hybridMultilevel"/>
    <w:tmpl w:val="5DD65D00"/>
    <w:lvl w:ilvl="0" w:tplc="04090001">
      <w:start w:val="1"/>
      <w:numFmt w:val="bullet"/>
      <w:lvlText w:val=""/>
      <w:lvlJc w:val="left"/>
      <w:pPr>
        <w:tabs>
          <w:tab w:val="num" w:pos="2318"/>
        </w:tabs>
        <w:ind w:left="2318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3038"/>
        </w:tabs>
        <w:ind w:left="30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58"/>
        </w:tabs>
        <w:ind w:left="37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78"/>
        </w:tabs>
        <w:ind w:left="44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98"/>
        </w:tabs>
        <w:ind w:left="51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38"/>
        </w:tabs>
        <w:ind w:left="66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58"/>
        </w:tabs>
        <w:ind w:left="73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78"/>
        </w:tabs>
        <w:ind w:left="8078" w:hanging="360"/>
      </w:pPr>
      <w:rPr>
        <w:rFonts w:ascii="Wingdings" w:hAnsi="Wingdings" w:hint="default"/>
      </w:rPr>
    </w:lvl>
  </w:abstractNum>
  <w:abstractNum w:abstractNumId="14">
    <w:nsid w:val="15AC2D50"/>
    <w:multiLevelType w:val="hybridMultilevel"/>
    <w:tmpl w:val="08B8E0A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>
    <w:nsid w:val="1A294C08"/>
    <w:multiLevelType w:val="hybridMultilevel"/>
    <w:tmpl w:val="32543C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BAA7A01"/>
    <w:multiLevelType w:val="multilevel"/>
    <w:tmpl w:val="D76E124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0BE4A3E"/>
    <w:multiLevelType w:val="hybridMultilevel"/>
    <w:tmpl w:val="1E54FC6E"/>
    <w:lvl w:ilvl="0" w:tplc="B344E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003FAE"/>
    <w:multiLevelType w:val="multilevel"/>
    <w:tmpl w:val="640C8470"/>
    <w:lvl w:ilvl="0">
      <w:start w:val="1"/>
      <w:numFmt w:val="bullet"/>
      <w:lvlText w:val=""/>
      <w:lvlJc w:val="left"/>
      <w:pPr>
        <w:tabs>
          <w:tab w:val="num" w:pos="2318"/>
        </w:tabs>
        <w:ind w:left="231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tabs>
          <w:tab w:val="num" w:pos="3038"/>
        </w:tabs>
        <w:ind w:left="30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758"/>
        </w:tabs>
        <w:ind w:left="37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478"/>
        </w:tabs>
        <w:ind w:left="44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198"/>
        </w:tabs>
        <w:ind w:left="51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638"/>
        </w:tabs>
        <w:ind w:left="66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358"/>
        </w:tabs>
        <w:ind w:left="73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078"/>
        </w:tabs>
        <w:ind w:left="8078" w:hanging="360"/>
      </w:pPr>
      <w:rPr>
        <w:rFonts w:ascii="Wingdings" w:hAnsi="Wingdings" w:hint="default"/>
      </w:rPr>
    </w:lvl>
  </w:abstractNum>
  <w:abstractNum w:abstractNumId="19">
    <w:nsid w:val="33406E48"/>
    <w:multiLevelType w:val="hybridMultilevel"/>
    <w:tmpl w:val="86E2F378"/>
    <w:lvl w:ilvl="0" w:tplc="DFE010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3038"/>
        </w:tabs>
        <w:ind w:left="30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58"/>
        </w:tabs>
        <w:ind w:left="37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78"/>
        </w:tabs>
        <w:ind w:left="44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98"/>
        </w:tabs>
        <w:ind w:left="51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38"/>
        </w:tabs>
        <w:ind w:left="66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58"/>
        </w:tabs>
        <w:ind w:left="73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78"/>
        </w:tabs>
        <w:ind w:left="8078" w:hanging="360"/>
      </w:pPr>
      <w:rPr>
        <w:rFonts w:ascii="Wingdings" w:hAnsi="Wingdings" w:hint="default"/>
      </w:rPr>
    </w:lvl>
  </w:abstractNum>
  <w:abstractNum w:abstractNumId="20">
    <w:nsid w:val="343806EA"/>
    <w:multiLevelType w:val="multilevel"/>
    <w:tmpl w:val="640C8470"/>
    <w:lvl w:ilvl="0">
      <w:start w:val="1"/>
      <w:numFmt w:val="bullet"/>
      <w:lvlText w:val=""/>
      <w:lvlJc w:val="left"/>
      <w:pPr>
        <w:tabs>
          <w:tab w:val="num" w:pos="2318"/>
        </w:tabs>
        <w:ind w:left="231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tabs>
          <w:tab w:val="num" w:pos="3038"/>
        </w:tabs>
        <w:ind w:left="30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758"/>
        </w:tabs>
        <w:ind w:left="37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478"/>
        </w:tabs>
        <w:ind w:left="44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198"/>
        </w:tabs>
        <w:ind w:left="51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638"/>
        </w:tabs>
        <w:ind w:left="66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358"/>
        </w:tabs>
        <w:ind w:left="73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078"/>
        </w:tabs>
        <w:ind w:left="8078" w:hanging="360"/>
      </w:pPr>
      <w:rPr>
        <w:rFonts w:ascii="Wingdings" w:hAnsi="Wingdings" w:hint="default"/>
      </w:rPr>
    </w:lvl>
  </w:abstractNum>
  <w:abstractNum w:abstractNumId="21">
    <w:nsid w:val="37783241"/>
    <w:multiLevelType w:val="hybridMultilevel"/>
    <w:tmpl w:val="37785CB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3038"/>
        </w:tabs>
        <w:ind w:left="30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58"/>
        </w:tabs>
        <w:ind w:left="37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78"/>
        </w:tabs>
        <w:ind w:left="44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98"/>
        </w:tabs>
        <w:ind w:left="51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38"/>
        </w:tabs>
        <w:ind w:left="66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58"/>
        </w:tabs>
        <w:ind w:left="73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78"/>
        </w:tabs>
        <w:ind w:left="8078" w:hanging="360"/>
      </w:pPr>
      <w:rPr>
        <w:rFonts w:ascii="Wingdings" w:hAnsi="Wingdings" w:hint="default"/>
      </w:rPr>
    </w:lvl>
  </w:abstractNum>
  <w:abstractNum w:abstractNumId="22">
    <w:nsid w:val="3A725B08"/>
    <w:multiLevelType w:val="hybridMultilevel"/>
    <w:tmpl w:val="2D0C9418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2213DB2"/>
    <w:multiLevelType w:val="multilevel"/>
    <w:tmpl w:val="3014BAE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Letter"/>
      <w:lvlText w:val="(%7)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Letter"/>
      <w:lvlText w:val="(%9)"/>
      <w:lvlJc w:val="left"/>
      <w:pPr>
        <w:tabs>
          <w:tab w:val="num" w:pos="6480"/>
        </w:tabs>
        <w:ind w:left="6480" w:hanging="720"/>
      </w:pPr>
    </w:lvl>
  </w:abstractNum>
  <w:abstractNum w:abstractNumId="24">
    <w:nsid w:val="426153D2"/>
    <w:multiLevelType w:val="hybridMultilevel"/>
    <w:tmpl w:val="85E2C95C"/>
    <w:lvl w:ilvl="0" w:tplc="6A7461F6">
      <w:start w:val="1"/>
      <w:numFmt w:val="bullet"/>
      <w:pStyle w:val="ListBullet2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4C250B"/>
    <w:multiLevelType w:val="hybridMultilevel"/>
    <w:tmpl w:val="02F4AF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E637EF8"/>
    <w:multiLevelType w:val="hybridMultilevel"/>
    <w:tmpl w:val="82F474B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4EB4071E"/>
    <w:multiLevelType w:val="hybridMultilevel"/>
    <w:tmpl w:val="716E06A4"/>
    <w:lvl w:ilvl="0" w:tplc="436E2C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>
      <w:start w:val="1"/>
      <w:numFmt w:val="bullet"/>
      <w:lvlText w:val="o"/>
      <w:lvlJc w:val="left"/>
      <w:pPr>
        <w:tabs>
          <w:tab w:val="num" w:pos="3038"/>
        </w:tabs>
        <w:ind w:left="30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58"/>
        </w:tabs>
        <w:ind w:left="37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78"/>
        </w:tabs>
        <w:ind w:left="44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98"/>
        </w:tabs>
        <w:ind w:left="51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38"/>
        </w:tabs>
        <w:ind w:left="66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58"/>
        </w:tabs>
        <w:ind w:left="73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78"/>
        </w:tabs>
        <w:ind w:left="8078" w:hanging="360"/>
      </w:pPr>
      <w:rPr>
        <w:rFonts w:ascii="Wingdings" w:hAnsi="Wingdings" w:hint="default"/>
      </w:rPr>
    </w:lvl>
  </w:abstractNum>
  <w:abstractNum w:abstractNumId="28">
    <w:nsid w:val="50324BBD"/>
    <w:multiLevelType w:val="multilevel"/>
    <w:tmpl w:val="B2DAFEB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</w:lvl>
    <w:lvl w:ilvl="2">
      <w:start w:val="1"/>
      <w:numFmt w:val="lowerLetter"/>
      <w:lvlText w:val="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4)"/>
      <w:lvlJc w:val="left"/>
      <w:pPr>
        <w:tabs>
          <w:tab w:val="num" w:pos="3600"/>
        </w:tabs>
        <w:ind w:left="3600" w:hanging="720"/>
      </w:pPr>
    </w:lvl>
    <w:lvl w:ilvl="4">
      <w:start w:val="1"/>
      <w:numFmt w:val="lowerLetter"/>
      <w:lvlText w:val="(%5)"/>
      <w:lvlJc w:val="left"/>
      <w:pPr>
        <w:tabs>
          <w:tab w:val="num" w:pos="4320"/>
        </w:tabs>
        <w:ind w:left="4320" w:hanging="720"/>
      </w:pPr>
    </w:lvl>
    <w:lvl w:ilvl="5">
      <w:start w:val="1"/>
      <w:numFmt w:val="decimal"/>
      <w:lvlText w:val="(%6)"/>
      <w:lvlJc w:val="left"/>
      <w:pPr>
        <w:tabs>
          <w:tab w:val="num" w:pos="5040"/>
        </w:tabs>
        <w:ind w:left="5040" w:hanging="720"/>
      </w:pPr>
    </w:lvl>
    <w:lvl w:ilvl="6">
      <w:start w:val="1"/>
      <w:numFmt w:val="lowerLetter"/>
      <w:lvlText w:val="(%7)"/>
      <w:lvlJc w:val="left"/>
      <w:pPr>
        <w:tabs>
          <w:tab w:val="num" w:pos="5760"/>
        </w:tabs>
        <w:ind w:left="5760" w:hanging="720"/>
      </w:pPr>
    </w:lvl>
    <w:lvl w:ilvl="7">
      <w:start w:val="1"/>
      <w:numFmt w:val="lowerRoman"/>
      <w:lvlText w:val="(%8)"/>
      <w:lvlJc w:val="left"/>
      <w:pPr>
        <w:tabs>
          <w:tab w:val="num" w:pos="6480"/>
        </w:tabs>
        <w:ind w:left="6480" w:hanging="720"/>
      </w:pPr>
    </w:lvl>
    <w:lvl w:ilvl="8">
      <w:start w:val="1"/>
      <w:numFmt w:val="lowerLetter"/>
      <w:lvlText w:val="(%9)"/>
      <w:lvlJc w:val="left"/>
      <w:pPr>
        <w:tabs>
          <w:tab w:val="num" w:pos="7200"/>
        </w:tabs>
        <w:ind w:left="7200" w:hanging="720"/>
      </w:pPr>
    </w:lvl>
  </w:abstractNum>
  <w:abstractNum w:abstractNumId="29">
    <w:nsid w:val="51267662"/>
    <w:multiLevelType w:val="hybridMultilevel"/>
    <w:tmpl w:val="62304A0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4A15D15"/>
    <w:multiLevelType w:val="multilevel"/>
    <w:tmpl w:val="640C8470"/>
    <w:lvl w:ilvl="0">
      <w:start w:val="1"/>
      <w:numFmt w:val="bullet"/>
      <w:lvlText w:val=""/>
      <w:lvlJc w:val="left"/>
      <w:pPr>
        <w:tabs>
          <w:tab w:val="num" w:pos="2318"/>
        </w:tabs>
        <w:ind w:left="231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tabs>
          <w:tab w:val="num" w:pos="3038"/>
        </w:tabs>
        <w:ind w:left="30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758"/>
        </w:tabs>
        <w:ind w:left="37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478"/>
        </w:tabs>
        <w:ind w:left="44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198"/>
        </w:tabs>
        <w:ind w:left="51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638"/>
        </w:tabs>
        <w:ind w:left="66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358"/>
        </w:tabs>
        <w:ind w:left="73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078"/>
        </w:tabs>
        <w:ind w:left="8078" w:hanging="360"/>
      </w:pPr>
      <w:rPr>
        <w:rFonts w:ascii="Wingdings" w:hAnsi="Wingdings" w:hint="default"/>
      </w:rPr>
    </w:lvl>
  </w:abstractNum>
  <w:abstractNum w:abstractNumId="31">
    <w:nsid w:val="58F87B3D"/>
    <w:multiLevelType w:val="multilevel"/>
    <w:tmpl w:val="640C8470"/>
    <w:lvl w:ilvl="0">
      <w:start w:val="1"/>
      <w:numFmt w:val="bullet"/>
      <w:lvlText w:val=""/>
      <w:lvlJc w:val="left"/>
      <w:pPr>
        <w:tabs>
          <w:tab w:val="num" w:pos="2318"/>
        </w:tabs>
        <w:ind w:left="231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tabs>
          <w:tab w:val="num" w:pos="3038"/>
        </w:tabs>
        <w:ind w:left="30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758"/>
        </w:tabs>
        <w:ind w:left="37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478"/>
        </w:tabs>
        <w:ind w:left="44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198"/>
        </w:tabs>
        <w:ind w:left="51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638"/>
        </w:tabs>
        <w:ind w:left="66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358"/>
        </w:tabs>
        <w:ind w:left="73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078"/>
        </w:tabs>
        <w:ind w:left="8078" w:hanging="360"/>
      </w:pPr>
      <w:rPr>
        <w:rFonts w:ascii="Wingdings" w:hAnsi="Wingdings" w:hint="default"/>
      </w:rPr>
    </w:lvl>
  </w:abstractNum>
  <w:abstractNum w:abstractNumId="32">
    <w:nsid w:val="60654D2E"/>
    <w:multiLevelType w:val="hybridMultilevel"/>
    <w:tmpl w:val="2A96034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7AC0EE4"/>
    <w:multiLevelType w:val="hybridMultilevel"/>
    <w:tmpl w:val="C4A8D378"/>
    <w:lvl w:ilvl="0" w:tplc="8C0639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71564E91"/>
    <w:multiLevelType w:val="multilevel"/>
    <w:tmpl w:val="C4EE8C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Letter"/>
      <w:lvlText w:val="(%7)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Letter"/>
      <w:lvlText w:val="(%9)"/>
      <w:lvlJc w:val="left"/>
      <w:pPr>
        <w:tabs>
          <w:tab w:val="num" w:pos="6480"/>
        </w:tabs>
        <w:ind w:left="6480" w:hanging="720"/>
      </w:pPr>
    </w:lvl>
  </w:abstractNum>
  <w:abstractNum w:abstractNumId="35">
    <w:nsid w:val="7288294B"/>
    <w:multiLevelType w:val="hybridMultilevel"/>
    <w:tmpl w:val="C5060630"/>
    <w:lvl w:ilvl="0" w:tplc="4A0E685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6">
    <w:nsid w:val="735F49A8"/>
    <w:multiLevelType w:val="hybridMultilevel"/>
    <w:tmpl w:val="0B44A05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3038"/>
        </w:tabs>
        <w:ind w:left="30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58"/>
        </w:tabs>
        <w:ind w:left="37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78"/>
        </w:tabs>
        <w:ind w:left="44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98"/>
        </w:tabs>
        <w:ind w:left="51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38"/>
        </w:tabs>
        <w:ind w:left="66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58"/>
        </w:tabs>
        <w:ind w:left="73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78"/>
        </w:tabs>
        <w:ind w:left="8078" w:hanging="360"/>
      </w:pPr>
      <w:rPr>
        <w:rFonts w:ascii="Wingdings" w:hAnsi="Wingdings" w:hint="default"/>
      </w:rPr>
    </w:lvl>
  </w:abstractNum>
  <w:abstractNum w:abstractNumId="37">
    <w:nsid w:val="76520652"/>
    <w:multiLevelType w:val="hybridMultilevel"/>
    <w:tmpl w:val="D9FAE2A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7A83207"/>
    <w:multiLevelType w:val="multilevel"/>
    <w:tmpl w:val="640C8470"/>
    <w:lvl w:ilvl="0">
      <w:start w:val="1"/>
      <w:numFmt w:val="bullet"/>
      <w:lvlText w:val=""/>
      <w:lvlJc w:val="left"/>
      <w:pPr>
        <w:tabs>
          <w:tab w:val="num" w:pos="2318"/>
        </w:tabs>
        <w:ind w:left="231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tabs>
          <w:tab w:val="num" w:pos="3038"/>
        </w:tabs>
        <w:ind w:left="30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758"/>
        </w:tabs>
        <w:ind w:left="37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478"/>
        </w:tabs>
        <w:ind w:left="44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198"/>
        </w:tabs>
        <w:ind w:left="51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638"/>
        </w:tabs>
        <w:ind w:left="66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358"/>
        </w:tabs>
        <w:ind w:left="73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078"/>
        </w:tabs>
        <w:ind w:left="8078" w:hanging="360"/>
      </w:pPr>
      <w:rPr>
        <w:rFonts w:ascii="Wingdings" w:hAnsi="Wingdings" w:hint="default"/>
      </w:rPr>
    </w:lvl>
  </w:abstractNum>
  <w:abstractNum w:abstractNumId="39">
    <w:nsid w:val="7D9B69E9"/>
    <w:multiLevelType w:val="multilevel"/>
    <w:tmpl w:val="640C8470"/>
    <w:lvl w:ilvl="0">
      <w:start w:val="1"/>
      <w:numFmt w:val="bullet"/>
      <w:lvlText w:val=""/>
      <w:lvlJc w:val="left"/>
      <w:pPr>
        <w:tabs>
          <w:tab w:val="num" w:pos="2318"/>
        </w:tabs>
        <w:ind w:left="231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tabs>
          <w:tab w:val="num" w:pos="3038"/>
        </w:tabs>
        <w:ind w:left="30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758"/>
        </w:tabs>
        <w:ind w:left="37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478"/>
        </w:tabs>
        <w:ind w:left="44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198"/>
        </w:tabs>
        <w:ind w:left="51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638"/>
        </w:tabs>
        <w:ind w:left="66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358"/>
        </w:tabs>
        <w:ind w:left="73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078"/>
        </w:tabs>
        <w:ind w:left="8078" w:hanging="360"/>
      </w:pPr>
      <w:rPr>
        <w:rFonts w:ascii="Wingdings" w:hAnsi="Wingdings" w:hint="default"/>
      </w:rPr>
    </w:lvl>
  </w:abstractNum>
  <w:abstractNum w:abstractNumId="40">
    <w:nsid w:val="7DA62181"/>
    <w:multiLevelType w:val="hybridMultilevel"/>
    <w:tmpl w:val="640C8470"/>
    <w:lvl w:ilvl="0" w:tplc="5C6AAB4A">
      <w:start w:val="1"/>
      <w:numFmt w:val="bullet"/>
      <w:lvlText w:val=""/>
      <w:lvlJc w:val="left"/>
      <w:pPr>
        <w:tabs>
          <w:tab w:val="num" w:pos="2318"/>
        </w:tabs>
        <w:ind w:left="231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3038"/>
        </w:tabs>
        <w:ind w:left="30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58"/>
        </w:tabs>
        <w:ind w:left="37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78"/>
        </w:tabs>
        <w:ind w:left="44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98"/>
        </w:tabs>
        <w:ind w:left="51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18"/>
        </w:tabs>
        <w:ind w:left="59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38"/>
        </w:tabs>
        <w:ind w:left="66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58"/>
        </w:tabs>
        <w:ind w:left="73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78"/>
        </w:tabs>
        <w:ind w:left="8078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6"/>
  </w:num>
  <w:num w:numId="3">
    <w:abstractNumId w:val="32"/>
  </w:num>
  <w:num w:numId="4">
    <w:abstractNumId w:val="29"/>
  </w:num>
  <w:num w:numId="5">
    <w:abstractNumId w:val="25"/>
  </w:num>
  <w:num w:numId="6">
    <w:abstractNumId w:val="40"/>
  </w:num>
  <w:num w:numId="7">
    <w:abstractNumId w:val="17"/>
  </w:num>
  <w:num w:numId="8">
    <w:abstractNumId w:val="35"/>
  </w:num>
  <w:num w:numId="9">
    <w:abstractNumId w:val="31"/>
  </w:num>
  <w:num w:numId="10">
    <w:abstractNumId w:val="13"/>
  </w:num>
  <w:num w:numId="11">
    <w:abstractNumId w:val="14"/>
  </w:num>
  <w:num w:numId="12">
    <w:abstractNumId w:val="30"/>
  </w:num>
  <w:num w:numId="13">
    <w:abstractNumId w:val="21"/>
  </w:num>
  <w:num w:numId="14">
    <w:abstractNumId w:val="15"/>
  </w:num>
  <w:num w:numId="15">
    <w:abstractNumId w:val="33"/>
  </w:num>
  <w:num w:numId="16">
    <w:abstractNumId w:val="20"/>
  </w:num>
  <w:num w:numId="17">
    <w:abstractNumId w:val="36"/>
  </w:num>
  <w:num w:numId="18">
    <w:abstractNumId w:val="12"/>
  </w:num>
  <w:num w:numId="19">
    <w:abstractNumId w:val="27"/>
  </w:num>
  <w:num w:numId="20">
    <w:abstractNumId w:val="38"/>
  </w:num>
  <w:num w:numId="21">
    <w:abstractNumId w:val="10"/>
  </w:num>
  <w:num w:numId="22">
    <w:abstractNumId w:val="16"/>
  </w:num>
  <w:num w:numId="23">
    <w:abstractNumId w:val="39"/>
  </w:num>
  <w:num w:numId="24">
    <w:abstractNumId w:val="18"/>
  </w:num>
  <w:num w:numId="25">
    <w:abstractNumId w:val="19"/>
  </w:num>
  <w:num w:numId="26">
    <w:abstractNumId w:val="7"/>
  </w:num>
  <w:num w:numId="27">
    <w:abstractNumId w:val="24"/>
  </w:num>
  <w:num w:numId="28">
    <w:abstractNumId w:val="24"/>
  </w:num>
  <w:num w:numId="29">
    <w:abstractNumId w:val="23"/>
  </w:num>
  <w:num w:numId="30">
    <w:abstractNumId w:val="37"/>
  </w:num>
  <w:num w:numId="31">
    <w:abstractNumId w:val="11"/>
  </w:num>
  <w:num w:numId="32">
    <w:abstractNumId w:val="28"/>
  </w:num>
  <w:num w:numId="33">
    <w:abstractNumId w:val="34"/>
  </w:num>
  <w:num w:numId="34">
    <w:abstractNumId w:val="24"/>
  </w:num>
  <w:num w:numId="35">
    <w:abstractNumId w:val="6"/>
  </w:num>
  <w:num w:numId="36">
    <w:abstractNumId w:val="24"/>
  </w:num>
  <w:num w:numId="37">
    <w:abstractNumId w:val="9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 style="v-text-anchor:middle" fill="f" fillcolor="#0c9">
      <v:fill color="#0c9" on="f"/>
      <v:stroke weight="2.25pt"/>
      <o:colormru v:ext="edit" colors="#343e5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ABF"/>
    <w:rsid w:val="00035812"/>
    <w:rsid w:val="00043DB5"/>
    <w:rsid w:val="00060623"/>
    <w:rsid w:val="00063216"/>
    <w:rsid w:val="00077AF9"/>
    <w:rsid w:val="00077B8A"/>
    <w:rsid w:val="000809A8"/>
    <w:rsid w:val="00083607"/>
    <w:rsid w:val="00090CAF"/>
    <w:rsid w:val="000A523E"/>
    <w:rsid w:val="000B068D"/>
    <w:rsid w:val="000B3644"/>
    <w:rsid w:val="00103966"/>
    <w:rsid w:val="00105F34"/>
    <w:rsid w:val="001110E8"/>
    <w:rsid w:val="001176D9"/>
    <w:rsid w:val="00122307"/>
    <w:rsid w:val="001249CD"/>
    <w:rsid w:val="00136F1F"/>
    <w:rsid w:val="0013787D"/>
    <w:rsid w:val="00146AD8"/>
    <w:rsid w:val="00156888"/>
    <w:rsid w:val="00173614"/>
    <w:rsid w:val="00174EDF"/>
    <w:rsid w:val="0017732E"/>
    <w:rsid w:val="0019373F"/>
    <w:rsid w:val="0019796F"/>
    <w:rsid w:val="001A7B0B"/>
    <w:rsid w:val="001B3AC1"/>
    <w:rsid w:val="001B66BC"/>
    <w:rsid w:val="00210E48"/>
    <w:rsid w:val="00233089"/>
    <w:rsid w:val="00242935"/>
    <w:rsid w:val="0025049A"/>
    <w:rsid w:val="002617EE"/>
    <w:rsid w:val="00274620"/>
    <w:rsid w:val="00291D07"/>
    <w:rsid w:val="00296B4D"/>
    <w:rsid w:val="002A0B1A"/>
    <w:rsid w:val="002A5D69"/>
    <w:rsid w:val="002B1C04"/>
    <w:rsid w:val="002C5D11"/>
    <w:rsid w:val="002F4800"/>
    <w:rsid w:val="002F6ABF"/>
    <w:rsid w:val="00305EC5"/>
    <w:rsid w:val="00306230"/>
    <w:rsid w:val="00310997"/>
    <w:rsid w:val="003129A9"/>
    <w:rsid w:val="00314F7B"/>
    <w:rsid w:val="003222E5"/>
    <w:rsid w:val="00322D20"/>
    <w:rsid w:val="0032747A"/>
    <w:rsid w:val="003403BB"/>
    <w:rsid w:val="00353515"/>
    <w:rsid w:val="00355BFB"/>
    <w:rsid w:val="00363C91"/>
    <w:rsid w:val="00390EA4"/>
    <w:rsid w:val="003B0FAA"/>
    <w:rsid w:val="003B7127"/>
    <w:rsid w:val="003D78C8"/>
    <w:rsid w:val="003E40CF"/>
    <w:rsid w:val="003F4E9C"/>
    <w:rsid w:val="0040438B"/>
    <w:rsid w:val="004122DA"/>
    <w:rsid w:val="00415698"/>
    <w:rsid w:val="00416A8F"/>
    <w:rsid w:val="0042319B"/>
    <w:rsid w:val="00424054"/>
    <w:rsid w:val="004254EF"/>
    <w:rsid w:val="00432E45"/>
    <w:rsid w:val="00432E47"/>
    <w:rsid w:val="00436894"/>
    <w:rsid w:val="004516AD"/>
    <w:rsid w:val="004701A1"/>
    <w:rsid w:val="00470B5A"/>
    <w:rsid w:val="00490BA3"/>
    <w:rsid w:val="00497612"/>
    <w:rsid w:val="004A7748"/>
    <w:rsid w:val="004B3FC5"/>
    <w:rsid w:val="004C4BA2"/>
    <w:rsid w:val="004C5CF2"/>
    <w:rsid w:val="004E53BA"/>
    <w:rsid w:val="004F31DF"/>
    <w:rsid w:val="004F33FC"/>
    <w:rsid w:val="00514BA2"/>
    <w:rsid w:val="00515579"/>
    <w:rsid w:val="00521715"/>
    <w:rsid w:val="0052447C"/>
    <w:rsid w:val="0052587B"/>
    <w:rsid w:val="0052760E"/>
    <w:rsid w:val="005437C1"/>
    <w:rsid w:val="005440ED"/>
    <w:rsid w:val="005452A2"/>
    <w:rsid w:val="0055556A"/>
    <w:rsid w:val="00557EB5"/>
    <w:rsid w:val="0057094D"/>
    <w:rsid w:val="0058782B"/>
    <w:rsid w:val="005A4388"/>
    <w:rsid w:val="005B7B80"/>
    <w:rsid w:val="005C57C0"/>
    <w:rsid w:val="005F532F"/>
    <w:rsid w:val="00601CC6"/>
    <w:rsid w:val="00613A5C"/>
    <w:rsid w:val="00631CD3"/>
    <w:rsid w:val="00656256"/>
    <w:rsid w:val="006734DE"/>
    <w:rsid w:val="006953F8"/>
    <w:rsid w:val="0069603E"/>
    <w:rsid w:val="006D2FE1"/>
    <w:rsid w:val="00701FAA"/>
    <w:rsid w:val="007075DD"/>
    <w:rsid w:val="007128A6"/>
    <w:rsid w:val="007170BD"/>
    <w:rsid w:val="00723D05"/>
    <w:rsid w:val="00732436"/>
    <w:rsid w:val="007403B7"/>
    <w:rsid w:val="0075591E"/>
    <w:rsid w:val="00761BBE"/>
    <w:rsid w:val="0076657D"/>
    <w:rsid w:val="007745DD"/>
    <w:rsid w:val="0078049C"/>
    <w:rsid w:val="007901D8"/>
    <w:rsid w:val="00792B1C"/>
    <w:rsid w:val="007A4B83"/>
    <w:rsid w:val="007C424F"/>
    <w:rsid w:val="007D6F93"/>
    <w:rsid w:val="007E0947"/>
    <w:rsid w:val="007E13E7"/>
    <w:rsid w:val="007E20FB"/>
    <w:rsid w:val="007E6A23"/>
    <w:rsid w:val="007F7B3E"/>
    <w:rsid w:val="00825B96"/>
    <w:rsid w:val="00827AA2"/>
    <w:rsid w:val="008324CA"/>
    <w:rsid w:val="00840901"/>
    <w:rsid w:val="00845A5F"/>
    <w:rsid w:val="00854946"/>
    <w:rsid w:val="0086359D"/>
    <w:rsid w:val="00866703"/>
    <w:rsid w:val="00866A50"/>
    <w:rsid w:val="008809AA"/>
    <w:rsid w:val="008907C1"/>
    <w:rsid w:val="008A1D13"/>
    <w:rsid w:val="008B1F83"/>
    <w:rsid w:val="008C75A5"/>
    <w:rsid w:val="008D30F3"/>
    <w:rsid w:val="008D598D"/>
    <w:rsid w:val="008E4C70"/>
    <w:rsid w:val="008E69C4"/>
    <w:rsid w:val="008F5B06"/>
    <w:rsid w:val="00900302"/>
    <w:rsid w:val="00900D48"/>
    <w:rsid w:val="00904A6A"/>
    <w:rsid w:val="00912317"/>
    <w:rsid w:val="0091440C"/>
    <w:rsid w:val="009167D3"/>
    <w:rsid w:val="00921FC3"/>
    <w:rsid w:val="00940E6C"/>
    <w:rsid w:val="00956139"/>
    <w:rsid w:val="00967240"/>
    <w:rsid w:val="00975401"/>
    <w:rsid w:val="00987D71"/>
    <w:rsid w:val="009A541C"/>
    <w:rsid w:val="009B0617"/>
    <w:rsid w:val="009B6E1E"/>
    <w:rsid w:val="009C649C"/>
    <w:rsid w:val="009F1646"/>
    <w:rsid w:val="00A049D0"/>
    <w:rsid w:val="00A1604D"/>
    <w:rsid w:val="00A3430B"/>
    <w:rsid w:val="00A41BD9"/>
    <w:rsid w:val="00A55601"/>
    <w:rsid w:val="00A55EFA"/>
    <w:rsid w:val="00A76EDB"/>
    <w:rsid w:val="00A830EA"/>
    <w:rsid w:val="00A91048"/>
    <w:rsid w:val="00AB4DBD"/>
    <w:rsid w:val="00AD506F"/>
    <w:rsid w:val="00AD76BE"/>
    <w:rsid w:val="00AE050F"/>
    <w:rsid w:val="00AF482C"/>
    <w:rsid w:val="00AF4B7F"/>
    <w:rsid w:val="00B377D2"/>
    <w:rsid w:val="00B53FB2"/>
    <w:rsid w:val="00B81F55"/>
    <w:rsid w:val="00BA2B09"/>
    <w:rsid w:val="00BA36B7"/>
    <w:rsid w:val="00BA47E2"/>
    <w:rsid w:val="00BB4814"/>
    <w:rsid w:val="00BC2FE0"/>
    <w:rsid w:val="00BC35A0"/>
    <w:rsid w:val="00BD23C4"/>
    <w:rsid w:val="00C00A33"/>
    <w:rsid w:val="00C06053"/>
    <w:rsid w:val="00C066D7"/>
    <w:rsid w:val="00C1021D"/>
    <w:rsid w:val="00C24B5F"/>
    <w:rsid w:val="00C343C4"/>
    <w:rsid w:val="00C54DFB"/>
    <w:rsid w:val="00C57526"/>
    <w:rsid w:val="00C77EE0"/>
    <w:rsid w:val="00C85400"/>
    <w:rsid w:val="00C92CFC"/>
    <w:rsid w:val="00CA205C"/>
    <w:rsid w:val="00CA45AF"/>
    <w:rsid w:val="00CA55AA"/>
    <w:rsid w:val="00CD2A6C"/>
    <w:rsid w:val="00CD6B2D"/>
    <w:rsid w:val="00CF721D"/>
    <w:rsid w:val="00D0606C"/>
    <w:rsid w:val="00D32E76"/>
    <w:rsid w:val="00D339FE"/>
    <w:rsid w:val="00D5430D"/>
    <w:rsid w:val="00D607C7"/>
    <w:rsid w:val="00D64970"/>
    <w:rsid w:val="00D80C72"/>
    <w:rsid w:val="00DA0A78"/>
    <w:rsid w:val="00DA2E22"/>
    <w:rsid w:val="00DA3F9B"/>
    <w:rsid w:val="00DB48FF"/>
    <w:rsid w:val="00DB6AAB"/>
    <w:rsid w:val="00DC130F"/>
    <w:rsid w:val="00DC165A"/>
    <w:rsid w:val="00DF3F4E"/>
    <w:rsid w:val="00DF7ACB"/>
    <w:rsid w:val="00E06920"/>
    <w:rsid w:val="00E217AB"/>
    <w:rsid w:val="00E348D2"/>
    <w:rsid w:val="00E56EF9"/>
    <w:rsid w:val="00E62629"/>
    <w:rsid w:val="00E65E5F"/>
    <w:rsid w:val="00E74280"/>
    <w:rsid w:val="00E964F5"/>
    <w:rsid w:val="00E9684A"/>
    <w:rsid w:val="00EB132F"/>
    <w:rsid w:val="00EB2B6B"/>
    <w:rsid w:val="00EB42D7"/>
    <w:rsid w:val="00EC282E"/>
    <w:rsid w:val="00EC501A"/>
    <w:rsid w:val="00EC76AF"/>
    <w:rsid w:val="00EC798F"/>
    <w:rsid w:val="00ED26A5"/>
    <w:rsid w:val="00ED5874"/>
    <w:rsid w:val="00EE2DE8"/>
    <w:rsid w:val="00EF0C6A"/>
    <w:rsid w:val="00EF7B6E"/>
    <w:rsid w:val="00F01B7D"/>
    <w:rsid w:val="00F06D11"/>
    <w:rsid w:val="00F123EC"/>
    <w:rsid w:val="00F227E0"/>
    <w:rsid w:val="00F3085A"/>
    <w:rsid w:val="00F51257"/>
    <w:rsid w:val="00F55C46"/>
    <w:rsid w:val="00F576C4"/>
    <w:rsid w:val="00F63CBE"/>
    <w:rsid w:val="00F64C0C"/>
    <w:rsid w:val="00F949EE"/>
    <w:rsid w:val="00FB0AE6"/>
    <w:rsid w:val="00FB2A44"/>
    <w:rsid w:val="00FC2C7E"/>
    <w:rsid w:val="00FE7247"/>
    <w:rsid w:val="00FE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v-text-anchor:middle" fill="f" fillcolor="#0c9">
      <v:fill color="#0c9" on="f"/>
      <v:stroke weight="2.25pt"/>
      <o:colormru v:ext="edit" colors="#343e5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3DB5"/>
    <w:rPr>
      <w:rFonts w:ascii="Arial" w:eastAsia="Times New Roman" w:hAnsi="Arial"/>
      <w:szCs w:val="24"/>
    </w:rPr>
  </w:style>
  <w:style w:type="paragraph" w:styleId="Heading1">
    <w:name w:val="heading 1"/>
    <w:basedOn w:val="BodyTextINTROParagraph"/>
    <w:next w:val="Normal"/>
    <w:link w:val="Heading1Char"/>
    <w:qFormat/>
    <w:rsid w:val="00043DB5"/>
    <w:pPr>
      <w:spacing w:line="240" w:lineRule="auto"/>
      <w:ind w:left="0"/>
      <w:outlineLvl w:val="0"/>
    </w:pPr>
    <w:rPr>
      <w:b w:val="0"/>
      <w:color w:val="auto"/>
      <w:sz w:val="36"/>
      <w:szCs w:val="32"/>
    </w:rPr>
  </w:style>
  <w:style w:type="paragraph" w:styleId="Heading2">
    <w:name w:val="heading 2"/>
    <w:basedOn w:val="Normal"/>
    <w:next w:val="Normal"/>
    <w:qFormat/>
    <w:rsid w:val="00043DB5"/>
    <w:pPr>
      <w:keepNext/>
      <w:spacing w:before="480"/>
      <w:outlineLvl w:val="1"/>
    </w:pPr>
    <w:rPr>
      <w:rFonts w:cs="Arial"/>
      <w:b/>
      <w:bCs/>
      <w:iCs/>
      <w:color w:val="343E5F"/>
      <w:spacing w:val="2"/>
      <w:sz w:val="24"/>
    </w:rPr>
  </w:style>
  <w:style w:type="paragraph" w:styleId="Heading3">
    <w:name w:val="heading 3"/>
    <w:basedOn w:val="BodyText"/>
    <w:next w:val="Normal"/>
    <w:qFormat/>
    <w:rsid w:val="00043DB5"/>
    <w:pPr>
      <w:spacing w:before="240" w:after="0"/>
      <w:outlineLvl w:val="2"/>
    </w:pPr>
    <w:rPr>
      <w:b/>
      <w:i/>
      <w:szCs w:val="20"/>
    </w:rPr>
  </w:style>
  <w:style w:type="paragraph" w:styleId="Heading4">
    <w:name w:val="heading 4"/>
    <w:basedOn w:val="Normal"/>
    <w:next w:val="Normal"/>
    <w:link w:val="Heading4Char"/>
    <w:qFormat/>
    <w:rsid w:val="00043DB5"/>
    <w:pPr>
      <w:keepNext/>
      <w:spacing w:before="180"/>
      <w:outlineLvl w:val="3"/>
    </w:pPr>
    <w:rPr>
      <w:b/>
      <w:bCs/>
      <w:spacing w:val="20"/>
      <w:sz w:val="16"/>
      <w:szCs w:val="16"/>
    </w:rPr>
  </w:style>
  <w:style w:type="paragraph" w:styleId="Heading5">
    <w:name w:val="heading 5"/>
    <w:aliases w:val="Heading (table) 5"/>
    <w:basedOn w:val="Heading4"/>
    <w:next w:val="Normal"/>
    <w:link w:val="Heading5Char"/>
    <w:qFormat/>
    <w:rsid w:val="00043DB5"/>
    <w:pPr>
      <w:spacing w:before="80" w:after="20"/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AE050F"/>
    <w:pPr>
      <w:spacing w:before="240" w:after="40"/>
      <w:outlineLvl w:val="5"/>
    </w:pPr>
    <w:rPr>
      <w:caps/>
      <w:spacing w:val="16"/>
    </w:rPr>
  </w:style>
  <w:style w:type="character" w:default="1" w:styleId="DefaultParagraphFont">
    <w:name w:val="Default Paragraph Font"/>
    <w:semiHidden/>
    <w:rsid w:val="00043DB5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043DB5"/>
  </w:style>
  <w:style w:type="paragraph" w:styleId="BodyText">
    <w:name w:val="Body Text"/>
    <w:basedOn w:val="Normal"/>
    <w:link w:val="BodyTextChar"/>
    <w:rsid w:val="00043DB5"/>
    <w:pPr>
      <w:spacing w:after="120"/>
    </w:pPr>
  </w:style>
  <w:style w:type="paragraph" w:styleId="BodyText2">
    <w:name w:val="Body Text 2"/>
    <w:basedOn w:val="BodyText"/>
    <w:rsid w:val="00043DB5"/>
    <w:pPr>
      <w:spacing w:after="0"/>
    </w:pPr>
    <w:rPr>
      <w:b/>
    </w:rPr>
  </w:style>
  <w:style w:type="paragraph" w:styleId="BodyText3">
    <w:name w:val="Body Text 3"/>
    <w:basedOn w:val="Normal"/>
    <w:rsid w:val="002617EE"/>
  </w:style>
  <w:style w:type="character" w:customStyle="1" w:styleId="BodyTextChar">
    <w:name w:val="Body Text Char"/>
    <w:basedOn w:val="DefaultParagraphFont"/>
    <w:link w:val="BodyText"/>
    <w:rsid w:val="00043DB5"/>
    <w:rPr>
      <w:rFonts w:ascii="Arial" w:hAnsi="Arial"/>
      <w:szCs w:val="24"/>
      <w:lang w:val="en-US" w:eastAsia="en-US" w:bidi="ar-SA"/>
    </w:rPr>
  </w:style>
  <w:style w:type="paragraph" w:customStyle="1" w:styleId="BodyTextINTROParagraph">
    <w:name w:val="Body Text INTRO Paragraph"/>
    <w:basedOn w:val="Normal"/>
    <w:next w:val="BodyText3"/>
    <w:link w:val="BodyTextINTROParagraphChar"/>
    <w:rsid w:val="00043D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360" w:after="120" w:line="360" w:lineRule="exact"/>
      <w:ind w:left="1440"/>
    </w:pPr>
    <w:rPr>
      <w:rFonts w:cs="Courier New"/>
      <w:b/>
      <w:color w:val="333333"/>
    </w:rPr>
  </w:style>
  <w:style w:type="character" w:customStyle="1" w:styleId="BodyTextINTROParagraphChar">
    <w:name w:val="Body Text INTRO Paragraph Char"/>
    <w:basedOn w:val="DefaultParagraphFont"/>
    <w:link w:val="BodyTextINTROParagraph"/>
    <w:rsid w:val="00043DB5"/>
    <w:rPr>
      <w:rFonts w:ascii="Arial" w:hAnsi="Arial" w:cs="Courier New"/>
      <w:b/>
      <w:color w:val="333333"/>
      <w:szCs w:val="24"/>
      <w:lang w:val="en-US" w:eastAsia="en-US" w:bidi="ar-SA"/>
    </w:rPr>
  </w:style>
  <w:style w:type="character" w:styleId="CommentReference">
    <w:name w:val="annotation reference"/>
    <w:basedOn w:val="DefaultParagraphFont"/>
    <w:semiHidden/>
    <w:rsid w:val="00043DB5"/>
    <w:rPr>
      <w:sz w:val="16"/>
      <w:szCs w:val="16"/>
    </w:rPr>
  </w:style>
  <w:style w:type="paragraph" w:styleId="CommentText">
    <w:name w:val="annotation text"/>
    <w:basedOn w:val="Normal"/>
    <w:semiHidden/>
    <w:rsid w:val="00043DB5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043DB5"/>
    <w:rPr>
      <w:b/>
      <w:bCs/>
    </w:rPr>
  </w:style>
  <w:style w:type="paragraph" w:customStyle="1" w:styleId="Companyname">
    <w:name w:val="Company name"/>
    <w:basedOn w:val="Normal"/>
    <w:rsid w:val="00043DB5"/>
    <w:rPr>
      <w:b/>
      <w:sz w:val="24"/>
    </w:rPr>
  </w:style>
  <w:style w:type="paragraph" w:styleId="Footer">
    <w:name w:val="footer"/>
    <w:basedOn w:val="Normal"/>
    <w:rsid w:val="00043DB5"/>
    <w:rPr>
      <w:caps/>
      <w:sz w:val="16"/>
      <w:szCs w:val="16"/>
    </w:rPr>
  </w:style>
  <w:style w:type="paragraph" w:styleId="Header">
    <w:name w:val="header"/>
    <w:basedOn w:val="Normal"/>
    <w:rsid w:val="00043DB5"/>
    <w:pPr>
      <w:tabs>
        <w:tab w:val="center" w:pos="4320"/>
        <w:tab w:val="right" w:pos="8640"/>
      </w:tabs>
    </w:pPr>
    <w:rPr>
      <w:caps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043DB5"/>
    <w:rPr>
      <w:rFonts w:ascii="Arial" w:hAnsi="Arial"/>
      <w:b/>
      <w:bCs/>
      <w:spacing w:val="20"/>
      <w:sz w:val="16"/>
      <w:szCs w:val="16"/>
      <w:lang w:val="en-US" w:eastAsia="en-US" w:bidi="ar-SA"/>
    </w:rPr>
  </w:style>
  <w:style w:type="character" w:customStyle="1" w:styleId="Heading6Char">
    <w:name w:val="Heading 6 Char"/>
    <w:basedOn w:val="Heading4Char"/>
    <w:link w:val="Heading6"/>
    <w:rsid w:val="00AE050F"/>
    <w:rPr>
      <w:rFonts w:ascii="Arial" w:hAnsi="Arial"/>
      <w:b/>
      <w:bCs/>
      <w:caps/>
      <w:spacing w:val="16"/>
      <w:sz w:val="16"/>
      <w:szCs w:val="16"/>
      <w:lang w:val="en-US" w:eastAsia="en-US" w:bidi="ar-SA"/>
    </w:rPr>
  </w:style>
  <w:style w:type="character" w:customStyle="1" w:styleId="Heading5Char">
    <w:name w:val="Heading 5 Char"/>
    <w:aliases w:val="Heading (table) 5 Char"/>
    <w:basedOn w:val="Heading6Char"/>
    <w:link w:val="Heading5"/>
    <w:rsid w:val="00043DB5"/>
    <w:rPr>
      <w:rFonts w:ascii="Arial" w:hAnsi="Arial"/>
      <w:b/>
      <w:bCs/>
      <w:caps/>
      <w:spacing w:val="16"/>
      <w:sz w:val="16"/>
      <w:szCs w:val="16"/>
      <w:lang w:val="en-US" w:eastAsia="en-US" w:bidi="ar-SA"/>
    </w:rPr>
  </w:style>
  <w:style w:type="character" w:customStyle="1" w:styleId="Heading1Char">
    <w:name w:val="Heading 1 Char"/>
    <w:basedOn w:val="BodyTextINTROParagraphChar"/>
    <w:link w:val="Heading1"/>
    <w:rsid w:val="00043DB5"/>
    <w:rPr>
      <w:rFonts w:ascii="Arial" w:hAnsi="Arial" w:cs="Courier New"/>
      <w:b/>
      <w:color w:val="333333"/>
      <w:sz w:val="36"/>
      <w:szCs w:val="32"/>
      <w:lang w:val="en-US" w:eastAsia="en-US" w:bidi="ar-SA"/>
    </w:rPr>
  </w:style>
  <w:style w:type="paragraph" w:customStyle="1" w:styleId="Instructionaltext">
    <w:name w:val="Instructional text"/>
    <w:basedOn w:val="BodyText"/>
    <w:rsid w:val="00043DB5"/>
    <w:pPr>
      <w:spacing w:before="60"/>
    </w:pPr>
    <w:rPr>
      <w:sz w:val="16"/>
    </w:rPr>
  </w:style>
  <w:style w:type="paragraph" w:customStyle="1" w:styleId="IntroBodyText">
    <w:name w:val="Intro Body Text"/>
    <w:basedOn w:val="Normal"/>
    <w:rsid w:val="00043D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-14"/>
    </w:pPr>
    <w:rPr>
      <w:rFonts w:cs="Arial"/>
      <w:szCs w:val="20"/>
    </w:rPr>
  </w:style>
  <w:style w:type="paragraph" w:styleId="ListBullet2">
    <w:name w:val="List Bullet 2"/>
    <w:basedOn w:val="BodyText"/>
    <w:rsid w:val="00233089"/>
    <w:pPr>
      <w:numPr>
        <w:numId w:val="36"/>
      </w:numPr>
      <w:tabs>
        <w:tab w:val="clear" w:pos="1620"/>
        <w:tab w:val="num" w:pos="1080"/>
      </w:tabs>
      <w:spacing w:before="60" w:after="60"/>
      <w:ind w:left="1080"/>
    </w:pPr>
  </w:style>
  <w:style w:type="paragraph" w:styleId="ListBullet3">
    <w:name w:val="List Bullet 3"/>
    <w:basedOn w:val="ListBullet2"/>
    <w:rsid w:val="00043DB5"/>
    <w:pPr>
      <w:numPr>
        <w:numId w:val="0"/>
      </w:numPr>
    </w:pPr>
  </w:style>
  <w:style w:type="paragraph" w:customStyle="1" w:styleId="StyleBodyText2Left043After0pt">
    <w:name w:val="Style Body Text 2 + Left:  0.43&quot; After:  0 pt"/>
    <w:basedOn w:val="BodyText2"/>
    <w:autoRedefine/>
    <w:rsid w:val="00043DB5"/>
    <w:pPr>
      <w:tabs>
        <w:tab w:val="center" w:pos="7200"/>
      </w:tabs>
      <w:spacing w:line="480" w:lineRule="auto"/>
      <w:ind w:left="432"/>
    </w:pPr>
    <w:rPr>
      <w:rFonts w:ascii="Verdana" w:hAnsi="Verdana"/>
      <w:b w:val="0"/>
      <w:szCs w:val="20"/>
    </w:rPr>
  </w:style>
  <w:style w:type="paragraph" w:customStyle="1" w:styleId="StyleBodyTextINTROParagraphCustomColorRGB119119119B">
    <w:name w:val="Style Body Text INTRO Paragraph + Custom Color(RGB(119119119)) B..."/>
    <w:basedOn w:val="BodyTextINTROParagraph"/>
    <w:rsid w:val="00043DB5"/>
    <w:pPr>
      <w:tabs>
        <w:tab w:val="clear" w:pos="1440"/>
        <w:tab w:val="left" w:pos="0"/>
      </w:tabs>
      <w:spacing w:before="300" w:after="0"/>
      <w:ind w:left="0"/>
    </w:pPr>
    <w:rPr>
      <w:rFonts w:cs="Arial"/>
      <w:bCs/>
      <w:color w:val="5F5F5F"/>
      <w:sz w:val="24"/>
    </w:rPr>
  </w:style>
  <w:style w:type="paragraph" w:customStyle="1" w:styleId="TableBodyText">
    <w:name w:val="Table Body Text"/>
    <w:basedOn w:val="BodyText"/>
    <w:rsid w:val="00043DB5"/>
    <w:pPr>
      <w:spacing w:before="20" w:after="20"/>
    </w:pPr>
    <w:rPr>
      <w:sz w:val="18"/>
      <w:szCs w:val="18"/>
    </w:rPr>
  </w:style>
  <w:style w:type="paragraph" w:customStyle="1" w:styleId="Tablesubtitle">
    <w:name w:val="Table subtitle"/>
    <w:basedOn w:val="Normal"/>
    <w:rsid w:val="00043DB5"/>
    <w:pPr>
      <w:keepNext/>
      <w:spacing w:before="60" w:after="20"/>
      <w:outlineLvl w:val="5"/>
    </w:pPr>
    <w:rPr>
      <w:rFonts w:cs="Arial"/>
      <w:b/>
      <w:bCs/>
      <w:spacing w:val="10"/>
      <w:sz w:val="16"/>
      <w:szCs w:val="16"/>
    </w:rPr>
  </w:style>
  <w:style w:type="paragraph" w:customStyle="1" w:styleId="TableTitle">
    <w:name w:val="Table Title"/>
    <w:next w:val="Heading5"/>
    <w:rsid w:val="00043DB5"/>
    <w:pPr>
      <w:spacing w:before="360" w:after="60"/>
    </w:pPr>
    <w:rPr>
      <w:rFonts w:ascii="Arial" w:eastAsia="Times New Roman" w:hAnsi="Arial"/>
      <w:b/>
    </w:rPr>
  </w:style>
  <w:style w:type="paragraph" w:styleId="Title">
    <w:name w:val="Title"/>
    <w:basedOn w:val="BodyTextINTROParagraph"/>
    <w:qFormat/>
    <w:rsid w:val="00043DB5"/>
    <w:pPr>
      <w:spacing w:before="960" w:line="240" w:lineRule="auto"/>
      <w:ind w:left="0"/>
    </w:pPr>
    <w:rPr>
      <w:rFonts w:cs="Arial"/>
      <w:b w:val="0"/>
      <w:color w:val="343E5F"/>
      <w:sz w:val="52"/>
      <w:szCs w:val="52"/>
    </w:rPr>
  </w:style>
  <w:style w:type="paragraph" w:styleId="BalloonText">
    <w:name w:val="Balloon Text"/>
    <w:basedOn w:val="Normal"/>
    <w:semiHidden/>
    <w:rsid w:val="00043DB5"/>
    <w:rPr>
      <w:rFonts w:ascii="Tahoma" w:hAnsi="Tahoma" w:cs="Tahoma"/>
      <w:sz w:val="16"/>
      <w:szCs w:val="16"/>
    </w:rPr>
  </w:style>
  <w:style w:type="paragraph" w:styleId="ListNumber">
    <w:name w:val="List Number"/>
    <w:basedOn w:val="Normal"/>
    <w:rsid w:val="00AE050F"/>
    <w:pPr>
      <w:numPr>
        <w:numId w:val="40"/>
      </w:numPr>
    </w:pPr>
  </w:style>
  <w:style w:type="paragraph" w:styleId="ListNumber2">
    <w:name w:val="List Number 2"/>
    <w:basedOn w:val="Normal"/>
    <w:rsid w:val="00233089"/>
    <w:pPr>
      <w:numPr>
        <w:numId w:val="41"/>
      </w:numPr>
      <w:spacing w:after="120"/>
    </w:pPr>
  </w:style>
  <w:style w:type="paragraph" w:styleId="ListBullet4">
    <w:name w:val="List Bullet 4"/>
    <w:basedOn w:val="Normal"/>
    <w:rsid w:val="000809A8"/>
    <w:pPr>
      <w:numPr>
        <w:numId w:val="38"/>
      </w:numPr>
    </w:pPr>
  </w:style>
  <w:style w:type="character" w:styleId="PageNumber">
    <w:name w:val="page number"/>
    <w:basedOn w:val="DefaultParagraphFont"/>
    <w:rsid w:val="001110E8"/>
  </w:style>
  <w:style w:type="paragraph" w:styleId="ListNumber3">
    <w:name w:val="List Number 3"/>
    <w:basedOn w:val="ListNumber"/>
    <w:rsid w:val="001110E8"/>
    <w:pPr>
      <w:tabs>
        <w:tab w:val="clear" w:pos="360"/>
      </w:tabs>
      <w:spacing w:after="120"/>
      <w:ind w:left="2160"/>
    </w:pPr>
    <w:rPr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3DB5"/>
    <w:rPr>
      <w:rFonts w:ascii="Arial" w:eastAsia="Times New Roman" w:hAnsi="Arial"/>
      <w:szCs w:val="24"/>
    </w:rPr>
  </w:style>
  <w:style w:type="paragraph" w:styleId="Heading1">
    <w:name w:val="heading 1"/>
    <w:basedOn w:val="BodyTextINTROParagraph"/>
    <w:next w:val="Normal"/>
    <w:link w:val="Heading1Char"/>
    <w:qFormat/>
    <w:rsid w:val="00043DB5"/>
    <w:pPr>
      <w:spacing w:line="240" w:lineRule="auto"/>
      <w:ind w:left="0"/>
      <w:outlineLvl w:val="0"/>
    </w:pPr>
    <w:rPr>
      <w:b w:val="0"/>
      <w:color w:val="auto"/>
      <w:sz w:val="36"/>
      <w:szCs w:val="32"/>
    </w:rPr>
  </w:style>
  <w:style w:type="paragraph" w:styleId="Heading2">
    <w:name w:val="heading 2"/>
    <w:basedOn w:val="Normal"/>
    <w:next w:val="Normal"/>
    <w:qFormat/>
    <w:rsid w:val="00043DB5"/>
    <w:pPr>
      <w:keepNext/>
      <w:spacing w:before="480"/>
      <w:outlineLvl w:val="1"/>
    </w:pPr>
    <w:rPr>
      <w:rFonts w:cs="Arial"/>
      <w:b/>
      <w:bCs/>
      <w:iCs/>
      <w:color w:val="343E5F"/>
      <w:spacing w:val="2"/>
      <w:sz w:val="24"/>
    </w:rPr>
  </w:style>
  <w:style w:type="paragraph" w:styleId="Heading3">
    <w:name w:val="heading 3"/>
    <w:basedOn w:val="BodyText"/>
    <w:next w:val="Normal"/>
    <w:qFormat/>
    <w:rsid w:val="00043DB5"/>
    <w:pPr>
      <w:spacing w:before="240" w:after="0"/>
      <w:outlineLvl w:val="2"/>
    </w:pPr>
    <w:rPr>
      <w:b/>
      <w:i/>
      <w:szCs w:val="20"/>
    </w:rPr>
  </w:style>
  <w:style w:type="paragraph" w:styleId="Heading4">
    <w:name w:val="heading 4"/>
    <w:basedOn w:val="Normal"/>
    <w:next w:val="Normal"/>
    <w:link w:val="Heading4Char"/>
    <w:qFormat/>
    <w:rsid w:val="00043DB5"/>
    <w:pPr>
      <w:keepNext/>
      <w:spacing w:before="180"/>
      <w:outlineLvl w:val="3"/>
    </w:pPr>
    <w:rPr>
      <w:b/>
      <w:bCs/>
      <w:spacing w:val="20"/>
      <w:sz w:val="16"/>
      <w:szCs w:val="16"/>
    </w:rPr>
  </w:style>
  <w:style w:type="paragraph" w:styleId="Heading5">
    <w:name w:val="heading 5"/>
    <w:aliases w:val="Heading (table) 5"/>
    <w:basedOn w:val="Heading4"/>
    <w:next w:val="Normal"/>
    <w:link w:val="Heading5Char"/>
    <w:qFormat/>
    <w:rsid w:val="00043DB5"/>
    <w:pPr>
      <w:spacing w:before="80" w:after="20"/>
      <w:outlineLvl w:val="4"/>
    </w:pPr>
  </w:style>
  <w:style w:type="paragraph" w:styleId="Heading6">
    <w:name w:val="heading 6"/>
    <w:basedOn w:val="Heading4"/>
    <w:next w:val="Normal"/>
    <w:link w:val="Heading6Char"/>
    <w:qFormat/>
    <w:rsid w:val="00AE050F"/>
    <w:pPr>
      <w:spacing w:before="240" w:after="40"/>
      <w:outlineLvl w:val="5"/>
    </w:pPr>
    <w:rPr>
      <w:caps/>
      <w:spacing w:val="16"/>
    </w:rPr>
  </w:style>
  <w:style w:type="character" w:default="1" w:styleId="DefaultParagraphFont">
    <w:name w:val="Default Paragraph Font"/>
    <w:semiHidden/>
    <w:rsid w:val="00043DB5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043DB5"/>
  </w:style>
  <w:style w:type="paragraph" w:styleId="BodyText">
    <w:name w:val="Body Text"/>
    <w:basedOn w:val="Normal"/>
    <w:link w:val="BodyTextChar"/>
    <w:rsid w:val="00043DB5"/>
    <w:pPr>
      <w:spacing w:after="120"/>
    </w:pPr>
  </w:style>
  <w:style w:type="paragraph" w:styleId="BodyText2">
    <w:name w:val="Body Text 2"/>
    <w:basedOn w:val="BodyText"/>
    <w:rsid w:val="00043DB5"/>
    <w:pPr>
      <w:spacing w:after="0"/>
    </w:pPr>
    <w:rPr>
      <w:b/>
    </w:rPr>
  </w:style>
  <w:style w:type="paragraph" w:styleId="BodyText3">
    <w:name w:val="Body Text 3"/>
    <w:basedOn w:val="Normal"/>
    <w:rsid w:val="002617EE"/>
  </w:style>
  <w:style w:type="character" w:customStyle="1" w:styleId="BodyTextChar">
    <w:name w:val="Body Text Char"/>
    <w:basedOn w:val="DefaultParagraphFont"/>
    <w:link w:val="BodyText"/>
    <w:rsid w:val="00043DB5"/>
    <w:rPr>
      <w:rFonts w:ascii="Arial" w:hAnsi="Arial"/>
      <w:szCs w:val="24"/>
      <w:lang w:val="en-US" w:eastAsia="en-US" w:bidi="ar-SA"/>
    </w:rPr>
  </w:style>
  <w:style w:type="paragraph" w:customStyle="1" w:styleId="BodyTextINTROParagraph">
    <w:name w:val="Body Text INTRO Paragraph"/>
    <w:basedOn w:val="Normal"/>
    <w:next w:val="BodyText3"/>
    <w:link w:val="BodyTextINTROParagraphChar"/>
    <w:rsid w:val="00043D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360" w:after="120" w:line="360" w:lineRule="exact"/>
      <w:ind w:left="1440"/>
    </w:pPr>
    <w:rPr>
      <w:rFonts w:cs="Courier New"/>
      <w:b/>
      <w:color w:val="333333"/>
    </w:rPr>
  </w:style>
  <w:style w:type="character" w:customStyle="1" w:styleId="BodyTextINTROParagraphChar">
    <w:name w:val="Body Text INTRO Paragraph Char"/>
    <w:basedOn w:val="DefaultParagraphFont"/>
    <w:link w:val="BodyTextINTROParagraph"/>
    <w:rsid w:val="00043DB5"/>
    <w:rPr>
      <w:rFonts w:ascii="Arial" w:hAnsi="Arial" w:cs="Courier New"/>
      <w:b/>
      <w:color w:val="333333"/>
      <w:szCs w:val="24"/>
      <w:lang w:val="en-US" w:eastAsia="en-US" w:bidi="ar-SA"/>
    </w:rPr>
  </w:style>
  <w:style w:type="character" w:styleId="CommentReference">
    <w:name w:val="annotation reference"/>
    <w:basedOn w:val="DefaultParagraphFont"/>
    <w:semiHidden/>
    <w:rsid w:val="00043DB5"/>
    <w:rPr>
      <w:sz w:val="16"/>
      <w:szCs w:val="16"/>
    </w:rPr>
  </w:style>
  <w:style w:type="paragraph" w:styleId="CommentText">
    <w:name w:val="annotation text"/>
    <w:basedOn w:val="Normal"/>
    <w:semiHidden/>
    <w:rsid w:val="00043DB5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043DB5"/>
    <w:rPr>
      <w:b/>
      <w:bCs/>
    </w:rPr>
  </w:style>
  <w:style w:type="paragraph" w:customStyle="1" w:styleId="Companyname">
    <w:name w:val="Company name"/>
    <w:basedOn w:val="Normal"/>
    <w:rsid w:val="00043DB5"/>
    <w:rPr>
      <w:b/>
      <w:sz w:val="24"/>
    </w:rPr>
  </w:style>
  <w:style w:type="paragraph" w:styleId="Footer">
    <w:name w:val="footer"/>
    <w:basedOn w:val="Normal"/>
    <w:rsid w:val="00043DB5"/>
    <w:rPr>
      <w:caps/>
      <w:sz w:val="16"/>
      <w:szCs w:val="16"/>
    </w:rPr>
  </w:style>
  <w:style w:type="paragraph" w:styleId="Header">
    <w:name w:val="header"/>
    <w:basedOn w:val="Normal"/>
    <w:rsid w:val="00043DB5"/>
    <w:pPr>
      <w:tabs>
        <w:tab w:val="center" w:pos="4320"/>
        <w:tab w:val="right" w:pos="8640"/>
      </w:tabs>
    </w:pPr>
    <w:rPr>
      <w:caps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043DB5"/>
    <w:rPr>
      <w:rFonts w:ascii="Arial" w:hAnsi="Arial"/>
      <w:b/>
      <w:bCs/>
      <w:spacing w:val="20"/>
      <w:sz w:val="16"/>
      <w:szCs w:val="16"/>
      <w:lang w:val="en-US" w:eastAsia="en-US" w:bidi="ar-SA"/>
    </w:rPr>
  </w:style>
  <w:style w:type="character" w:customStyle="1" w:styleId="Heading6Char">
    <w:name w:val="Heading 6 Char"/>
    <w:basedOn w:val="Heading4Char"/>
    <w:link w:val="Heading6"/>
    <w:rsid w:val="00AE050F"/>
    <w:rPr>
      <w:rFonts w:ascii="Arial" w:hAnsi="Arial"/>
      <w:b/>
      <w:bCs/>
      <w:caps/>
      <w:spacing w:val="16"/>
      <w:sz w:val="16"/>
      <w:szCs w:val="16"/>
      <w:lang w:val="en-US" w:eastAsia="en-US" w:bidi="ar-SA"/>
    </w:rPr>
  </w:style>
  <w:style w:type="character" w:customStyle="1" w:styleId="Heading5Char">
    <w:name w:val="Heading 5 Char"/>
    <w:aliases w:val="Heading (table) 5 Char"/>
    <w:basedOn w:val="Heading6Char"/>
    <w:link w:val="Heading5"/>
    <w:rsid w:val="00043DB5"/>
    <w:rPr>
      <w:rFonts w:ascii="Arial" w:hAnsi="Arial"/>
      <w:b/>
      <w:bCs/>
      <w:caps/>
      <w:spacing w:val="16"/>
      <w:sz w:val="16"/>
      <w:szCs w:val="16"/>
      <w:lang w:val="en-US" w:eastAsia="en-US" w:bidi="ar-SA"/>
    </w:rPr>
  </w:style>
  <w:style w:type="character" w:customStyle="1" w:styleId="Heading1Char">
    <w:name w:val="Heading 1 Char"/>
    <w:basedOn w:val="BodyTextINTROParagraphChar"/>
    <w:link w:val="Heading1"/>
    <w:rsid w:val="00043DB5"/>
    <w:rPr>
      <w:rFonts w:ascii="Arial" w:hAnsi="Arial" w:cs="Courier New"/>
      <w:b/>
      <w:color w:val="333333"/>
      <w:sz w:val="36"/>
      <w:szCs w:val="32"/>
      <w:lang w:val="en-US" w:eastAsia="en-US" w:bidi="ar-SA"/>
    </w:rPr>
  </w:style>
  <w:style w:type="paragraph" w:customStyle="1" w:styleId="Instructionaltext">
    <w:name w:val="Instructional text"/>
    <w:basedOn w:val="BodyText"/>
    <w:rsid w:val="00043DB5"/>
    <w:pPr>
      <w:spacing w:before="60"/>
    </w:pPr>
    <w:rPr>
      <w:sz w:val="16"/>
    </w:rPr>
  </w:style>
  <w:style w:type="paragraph" w:customStyle="1" w:styleId="IntroBodyText">
    <w:name w:val="Intro Body Text"/>
    <w:basedOn w:val="Normal"/>
    <w:rsid w:val="00043D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-14"/>
    </w:pPr>
    <w:rPr>
      <w:rFonts w:cs="Arial"/>
      <w:szCs w:val="20"/>
    </w:rPr>
  </w:style>
  <w:style w:type="paragraph" w:styleId="ListBullet2">
    <w:name w:val="List Bullet 2"/>
    <w:basedOn w:val="BodyText"/>
    <w:rsid w:val="00233089"/>
    <w:pPr>
      <w:numPr>
        <w:numId w:val="36"/>
      </w:numPr>
      <w:tabs>
        <w:tab w:val="clear" w:pos="1620"/>
        <w:tab w:val="num" w:pos="1080"/>
      </w:tabs>
      <w:spacing w:before="60" w:after="60"/>
      <w:ind w:left="1080"/>
    </w:pPr>
  </w:style>
  <w:style w:type="paragraph" w:styleId="ListBullet3">
    <w:name w:val="List Bullet 3"/>
    <w:basedOn w:val="ListBullet2"/>
    <w:rsid w:val="00043DB5"/>
    <w:pPr>
      <w:numPr>
        <w:numId w:val="0"/>
      </w:numPr>
    </w:pPr>
  </w:style>
  <w:style w:type="paragraph" w:customStyle="1" w:styleId="StyleBodyText2Left043After0pt">
    <w:name w:val="Style Body Text 2 + Left:  0.43&quot; After:  0 pt"/>
    <w:basedOn w:val="BodyText2"/>
    <w:autoRedefine/>
    <w:rsid w:val="00043DB5"/>
    <w:pPr>
      <w:tabs>
        <w:tab w:val="center" w:pos="7200"/>
      </w:tabs>
      <w:spacing w:line="480" w:lineRule="auto"/>
      <w:ind w:left="432"/>
    </w:pPr>
    <w:rPr>
      <w:rFonts w:ascii="Verdana" w:hAnsi="Verdana"/>
      <w:b w:val="0"/>
      <w:szCs w:val="20"/>
    </w:rPr>
  </w:style>
  <w:style w:type="paragraph" w:customStyle="1" w:styleId="StyleBodyTextINTROParagraphCustomColorRGB119119119B">
    <w:name w:val="Style Body Text INTRO Paragraph + Custom Color(RGB(119119119)) B..."/>
    <w:basedOn w:val="BodyTextINTROParagraph"/>
    <w:rsid w:val="00043DB5"/>
    <w:pPr>
      <w:tabs>
        <w:tab w:val="clear" w:pos="1440"/>
        <w:tab w:val="left" w:pos="0"/>
      </w:tabs>
      <w:spacing w:before="300" w:after="0"/>
      <w:ind w:left="0"/>
    </w:pPr>
    <w:rPr>
      <w:rFonts w:cs="Arial"/>
      <w:bCs/>
      <w:color w:val="5F5F5F"/>
      <w:sz w:val="24"/>
    </w:rPr>
  </w:style>
  <w:style w:type="paragraph" w:customStyle="1" w:styleId="TableBodyText">
    <w:name w:val="Table Body Text"/>
    <w:basedOn w:val="BodyText"/>
    <w:rsid w:val="00043DB5"/>
    <w:pPr>
      <w:spacing w:before="20" w:after="20"/>
    </w:pPr>
    <w:rPr>
      <w:sz w:val="18"/>
      <w:szCs w:val="18"/>
    </w:rPr>
  </w:style>
  <w:style w:type="paragraph" w:customStyle="1" w:styleId="Tablesubtitle">
    <w:name w:val="Table subtitle"/>
    <w:basedOn w:val="Normal"/>
    <w:rsid w:val="00043DB5"/>
    <w:pPr>
      <w:keepNext/>
      <w:spacing w:before="60" w:after="20"/>
      <w:outlineLvl w:val="5"/>
    </w:pPr>
    <w:rPr>
      <w:rFonts w:cs="Arial"/>
      <w:b/>
      <w:bCs/>
      <w:spacing w:val="10"/>
      <w:sz w:val="16"/>
      <w:szCs w:val="16"/>
    </w:rPr>
  </w:style>
  <w:style w:type="paragraph" w:customStyle="1" w:styleId="TableTitle">
    <w:name w:val="Table Title"/>
    <w:next w:val="Heading5"/>
    <w:rsid w:val="00043DB5"/>
    <w:pPr>
      <w:spacing w:before="360" w:after="60"/>
    </w:pPr>
    <w:rPr>
      <w:rFonts w:ascii="Arial" w:eastAsia="Times New Roman" w:hAnsi="Arial"/>
      <w:b/>
    </w:rPr>
  </w:style>
  <w:style w:type="paragraph" w:styleId="Title">
    <w:name w:val="Title"/>
    <w:basedOn w:val="BodyTextINTROParagraph"/>
    <w:qFormat/>
    <w:rsid w:val="00043DB5"/>
    <w:pPr>
      <w:spacing w:before="960" w:line="240" w:lineRule="auto"/>
      <w:ind w:left="0"/>
    </w:pPr>
    <w:rPr>
      <w:rFonts w:cs="Arial"/>
      <w:b w:val="0"/>
      <w:color w:val="343E5F"/>
      <w:sz w:val="52"/>
      <w:szCs w:val="52"/>
    </w:rPr>
  </w:style>
  <w:style w:type="paragraph" w:styleId="BalloonText">
    <w:name w:val="Balloon Text"/>
    <w:basedOn w:val="Normal"/>
    <w:semiHidden/>
    <w:rsid w:val="00043DB5"/>
    <w:rPr>
      <w:rFonts w:ascii="Tahoma" w:hAnsi="Tahoma" w:cs="Tahoma"/>
      <w:sz w:val="16"/>
      <w:szCs w:val="16"/>
    </w:rPr>
  </w:style>
  <w:style w:type="paragraph" w:styleId="ListNumber">
    <w:name w:val="List Number"/>
    <w:basedOn w:val="Normal"/>
    <w:rsid w:val="00AE050F"/>
    <w:pPr>
      <w:numPr>
        <w:numId w:val="40"/>
      </w:numPr>
    </w:pPr>
  </w:style>
  <w:style w:type="paragraph" w:styleId="ListNumber2">
    <w:name w:val="List Number 2"/>
    <w:basedOn w:val="Normal"/>
    <w:rsid w:val="00233089"/>
    <w:pPr>
      <w:numPr>
        <w:numId w:val="41"/>
      </w:numPr>
      <w:spacing w:after="120"/>
    </w:pPr>
  </w:style>
  <w:style w:type="paragraph" w:styleId="ListBullet4">
    <w:name w:val="List Bullet 4"/>
    <w:basedOn w:val="Normal"/>
    <w:rsid w:val="000809A8"/>
    <w:pPr>
      <w:numPr>
        <w:numId w:val="38"/>
      </w:numPr>
    </w:pPr>
  </w:style>
  <w:style w:type="character" w:styleId="PageNumber">
    <w:name w:val="page number"/>
    <w:basedOn w:val="DefaultParagraphFont"/>
    <w:rsid w:val="001110E8"/>
  </w:style>
  <w:style w:type="paragraph" w:styleId="ListNumber3">
    <w:name w:val="List Number 3"/>
    <w:basedOn w:val="ListNumber"/>
    <w:rsid w:val="001110E8"/>
    <w:pPr>
      <w:tabs>
        <w:tab w:val="clear" w:pos="360"/>
      </w:tabs>
      <w:spacing w:after="120"/>
      <w:ind w:left="2160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ic\AppData\Roaming\Microsoft\Templates\Team%20operating%20agreem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Team operating agreement.dot</Template>
  <TotalTime>2</TotalTime>
  <Pages>3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Eric</cp:lastModifiedBy>
  <cp:revision>1</cp:revision>
  <cp:lastPrinted>2005-05-19T09:14:00Z</cp:lastPrinted>
  <dcterms:created xsi:type="dcterms:W3CDTF">2014-01-29T18:18:00Z</dcterms:created>
  <dcterms:modified xsi:type="dcterms:W3CDTF">2014-01-29T18:20:00Z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TC012197901033</vt:lpwstr>
  </property>
</Properties>
</file>