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41761" w14:textId="4773B1B5" w:rsidR="00F02D72" w:rsidRPr="002A7E40" w:rsidRDefault="00F02D72" w:rsidP="002A7E40">
      <w:pPr>
        <w:pStyle w:val="Title"/>
        <w:rPr>
          <w:lang w:val="en-US"/>
        </w:rPr>
      </w:pPr>
    </w:p>
    <w:sectPr w:rsidR="00F02D72" w:rsidRPr="002A7E40" w:rsidSect="00A968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394B6" w14:textId="77777777" w:rsidR="00390BBD" w:rsidRDefault="00390BBD">
      <w:r>
        <w:separator/>
      </w:r>
    </w:p>
  </w:endnote>
  <w:endnote w:type="continuationSeparator" w:id="0">
    <w:p w14:paraId="001CB62B" w14:textId="77777777" w:rsidR="00390BBD" w:rsidRDefault="00390BBD">
      <w:r>
        <w:continuationSeparator/>
      </w:r>
    </w:p>
  </w:endnote>
  <w:endnote w:type="continuationNotice" w:id="1">
    <w:p w14:paraId="5894A879" w14:textId="77777777" w:rsidR="00390BBD" w:rsidRDefault="00390BB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Segoe UI Symbol"/>
    <w:charset w:val="02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jaVu Sans Light">
    <w:altName w:val="Verdana"/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erif CJK SC">
    <w:altName w:val="Calibri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Lohit Devanagari">
    <w:altName w:val="Calibri"/>
    <w:charset w:val="00"/>
    <w:family w:val="auto"/>
    <w:pitch w:val="variable"/>
  </w:font>
  <w:font w:name="Noto Sans CJK SC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altName w:val="Verdana"/>
    <w:charset w:val="00"/>
    <w:family w:val="swiss"/>
    <w:pitch w:val="variable"/>
  </w:font>
  <w:font w:name="Liberation Mono">
    <w:charset w:val="00"/>
    <w:family w:val="modern"/>
    <w:pitch w:val="fixed"/>
  </w:font>
  <w:font w:name="Noto Sans Mono CJK SC">
    <w:charset w:val="00"/>
    <w:family w:val="modern"/>
    <w:pitch w:val="fixed"/>
  </w:font>
  <w:font w:name="FreeMono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DDE09" w14:textId="77777777" w:rsidR="00CD1958" w:rsidRDefault="00CD19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5229E" w14:textId="7FAD65F3" w:rsidR="00F14C12" w:rsidRPr="008E4324" w:rsidRDefault="00F14C12" w:rsidP="009B1538">
    <w:pPr>
      <w:pStyle w:val="Footer"/>
      <w:jc w:val="right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ab/>
    </w:r>
    <w:r w:rsidR="00CD1958">
      <w:rPr>
        <w:rFonts w:asciiTheme="majorHAnsi" w:hAnsiTheme="majorHAnsi" w:cstheme="majorHAnsi"/>
      </w:rPr>
      <w:t>Scrummage Open-Source Intelligence and Threat Hunting</w:t>
    </w:r>
    <w:r>
      <w:rPr>
        <w:rFonts w:asciiTheme="majorHAnsi" w:hAnsiTheme="majorHAnsi" w:cstheme="majorHAnsi"/>
      </w:rPr>
      <w:tab/>
    </w:r>
    <w:r w:rsidRPr="008E4324">
      <w:rPr>
        <w:rFonts w:asciiTheme="majorHAnsi" w:hAnsiTheme="majorHAnsi" w:cstheme="majorHAnsi"/>
      </w:rPr>
      <w:t xml:space="preserve">Page </w:t>
    </w:r>
    <w:r w:rsidRPr="008E4324">
      <w:rPr>
        <w:rFonts w:asciiTheme="majorHAnsi" w:hAnsiTheme="majorHAnsi" w:cstheme="majorHAnsi"/>
      </w:rPr>
      <w:fldChar w:fldCharType="begin"/>
    </w:r>
    <w:r w:rsidRPr="008E4324">
      <w:rPr>
        <w:rFonts w:asciiTheme="majorHAnsi" w:hAnsiTheme="majorHAnsi" w:cstheme="majorHAnsi"/>
      </w:rPr>
      <w:instrText xml:space="preserve"> PAGE </w:instrText>
    </w:r>
    <w:r w:rsidRPr="008E4324">
      <w:rPr>
        <w:rFonts w:asciiTheme="majorHAnsi" w:hAnsiTheme="majorHAnsi" w:cstheme="majorHAnsi"/>
      </w:rPr>
      <w:fldChar w:fldCharType="separate"/>
    </w:r>
    <w:r w:rsidRPr="008E4324">
      <w:rPr>
        <w:rFonts w:asciiTheme="majorHAnsi" w:hAnsiTheme="majorHAnsi" w:cstheme="majorHAnsi"/>
      </w:rPr>
      <w:t>31</w:t>
    </w:r>
    <w:r w:rsidRPr="008E4324">
      <w:rPr>
        <w:rFonts w:asciiTheme="majorHAnsi" w:hAnsiTheme="majorHAnsi" w:cstheme="maj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161A3" w14:textId="77777777" w:rsidR="00CD1958" w:rsidRDefault="00CD19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ED668" w14:textId="77777777" w:rsidR="00390BBD" w:rsidRDefault="00390BBD">
      <w:r>
        <w:rPr>
          <w:color w:val="000000"/>
        </w:rPr>
        <w:separator/>
      </w:r>
    </w:p>
  </w:footnote>
  <w:footnote w:type="continuationSeparator" w:id="0">
    <w:p w14:paraId="315E7FEE" w14:textId="77777777" w:rsidR="00390BBD" w:rsidRDefault="00390BBD">
      <w:r>
        <w:continuationSeparator/>
      </w:r>
    </w:p>
  </w:footnote>
  <w:footnote w:type="continuationNotice" w:id="1">
    <w:p w14:paraId="7631130F" w14:textId="77777777" w:rsidR="00390BBD" w:rsidRDefault="00390BB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D6624" w14:textId="3506F1B2" w:rsidR="00974A0B" w:rsidRDefault="00974A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09A6F" w14:textId="66730C75" w:rsidR="00F14C12" w:rsidRPr="008E4324" w:rsidRDefault="00F14C12" w:rsidP="008E4324">
    <w:pPr>
      <w:pStyle w:val="Header"/>
      <w:jc w:val="center"/>
      <w:rPr>
        <w:rFonts w:asciiTheme="majorHAnsi" w:hAnsiTheme="majorHAnsi" w:cstheme="maj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3478973"/>
      <w:docPartObj>
        <w:docPartGallery w:val="Watermarks"/>
        <w:docPartUnique/>
      </w:docPartObj>
    </w:sdtPr>
    <w:sdtEndPr/>
    <w:sdtContent>
      <w:p w14:paraId="12320A98" w14:textId="2142BE4A" w:rsidR="00317CAE" w:rsidRDefault="00390BBD">
        <w:pPr>
          <w:pStyle w:val="Header"/>
        </w:pPr>
        <w:r>
          <w:rPr>
            <w:noProof/>
          </w:rPr>
          <w:pict w14:anchorId="12BB8F4C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395114015" o:spid="_x0000_s1034" type="#_x0000_t75" style="position:absolute;margin-left:0;margin-top:0;width:331.2pt;height:389.8pt;z-index:-251658752;mso-position-horizontal:center;mso-position-horizontal-relative:margin;mso-position-vertical:center;mso-position-vertical-relative:margin" o:allowincell="f">
              <v:imagedata r:id="rId1" o:title="main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F300D"/>
    <w:multiLevelType w:val="multilevel"/>
    <w:tmpl w:val="452AD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FA42F26"/>
    <w:multiLevelType w:val="multilevel"/>
    <w:tmpl w:val="F0B296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0431FAB"/>
    <w:multiLevelType w:val="multilevel"/>
    <w:tmpl w:val="3900023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11547E9C"/>
    <w:multiLevelType w:val="multilevel"/>
    <w:tmpl w:val="F014F1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3CC3521"/>
    <w:multiLevelType w:val="hybridMultilevel"/>
    <w:tmpl w:val="A94C5732"/>
    <w:lvl w:ilvl="0" w:tplc="B052C8B6">
      <w:start w:val="5"/>
      <w:numFmt w:val="bullet"/>
      <w:lvlText w:val="-"/>
      <w:lvlJc w:val="left"/>
      <w:pPr>
        <w:ind w:left="720" w:hanging="360"/>
      </w:pPr>
      <w:rPr>
        <w:rFonts w:ascii="Calibri Light" w:eastAsia="DejaVu Sans Light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94784"/>
    <w:multiLevelType w:val="hybridMultilevel"/>
    <w:tmpl w:val="29F62C02"/>
    <w:lvl w:ilvl="0" w:tplc="56965314">
      <w:numFmt w:val="bullet"/>
      <w:lvlText w:val="-"/>
      <w:lvlJc w:val="left"/>
      <w:pPr>
        <w:ind w:left="720" w:hanging="360"/>
      </w:pPr>
      <w:rPr>
        <w:rFonts w:ascii="Calibri Light" w:eastAsia="Noto Serif CJK SC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707B3"/>
    <w:multiLevelType w:val="multilevel"/>
    <w:tmpl w:val="2612DE5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20F472B8"/>
    <w:multiLevelType w:val="hybridMultilevel"/>
    <w:tmpl w:val="BCF69A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C151A"/>
    <w:multiLevelType w:val="multilevel"/>
    <w:tmpl w:val="5B54307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23215ADE"/>
    <w:multiLevelType w:val="multilevel"/>
    <w:tmpl w:val="A4B40F3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240F13F5"/>
    <w:multiLevelType w:val="hybridMultilevel"/>
    <w:tmpl w:val="90802C88"/>
    <w:lvl w:ilvl="0" w:tplc="56965314">
      <w:numFmt w:val="bullet"/>
      <w:lvlText w:val="-"/>
      <w:lvlJc w:val="left"/>
      <w:pPr>
        <w:ind w:left="720" w:hanging="360"/>
      </w:pPr>
      <w:rPr>
        <w:rFonts w:ascii="Calibri Light" w:eastAsia="Noto Serif CJK SC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46042"/>
    <w:multiLevelType w:val="multilevel"/>
    <w:tmpl w:val="27B00DE4"/>
    <w:styleLink w:val="Outline"/>
    <w:lvl w:ilvl="0">
      <w:start w:val="1"/>
      <w:numFmt w:val="decimal"/>
      <w:pStyle w:val="Heading1"/>
      <w:lvlText w:val="%1"/>
      <w:lvlJc w:val="left"/>
    </w:lvl>
    <w:lvl w:ilvl="1">
      <w:start w:val="1"/>
      <w:numFmt w:val="decimal"/>
      <w:pStyle w:val="Heading2"/>
      <w:lvlText w:val="%1.%2"/>
      <w:lvlJc w:val="left"/>
    </w:lvl>
    <w:lvl w:ilvl="2">
      <w:start w:val="1"/>
      <w:numFmt w:val="decimal"/>
      <w:pStyle w:val="Heading3"/>
      <w:lvlText w:val="%1.%2.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268B5444"/>
    <w:multiLevelType w:val="multilevel"/>
    <w:tmpl w:val="DBFA9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06003E7"/>
    <w:multiLevelType w:val="hybridMultilevel"/>
    <w:tmpl w:val="BB762904"/>
    <w:lvl w:ilvl="0" w:tplc="56965314">
      <w:numFmt w:val="bullet"/>
      <w:lvlText w:val="-"/>
      <w:lvlJc w:val="left"/>
      <w:pPr>
        <w:ind w:left="720" w:hanging="360"/>
      </w:pPr>
      <w:rPr>
        <w:rFonts w:ascii="Calibri Light" w:eastAsia="Noto Serif CJK SC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CF4AFD"/>
    <w:multiLevelType w:val="multilevel"/>
    <w:tmpl w:val="45E83DD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5" w15:restartNumberingAfterBreak="0">
    <w:nsid w:val="4CB03776"/>
    <w:multiLevelType w:val="multilevel"/>
    <w:tmpl w:val="D3AAB6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4F9C67EB"/>
    <w:multiLevelType w:val="hybridMultilevel"/>
    <w:tmpl w:val="D8EC5F54"/>
    <w:lvl w:ilvl="0" w:tplc="60062334">
      <w:start w:val="1"/>
      <w:numFmt w:val="bullet"/>
      <w:lvlText w:val="-"/>
      <w:lvlJc w:val="left"/>
      <w:pPr>
        <w:ind w:left="720" w:hanging="360"/>
      </w:pPr>
      <w:rPr>
        <w:rFonts w:ascii="Calibri Light" w:eastAsia="DejaVu Sans Light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7B1EA4"/>
    <w:multiLevelType w:val="multilevel"/>
    <w:tmpl w:val="5C66206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8" w15:restartNumberingAfterBreak="0">
    <w:nsid w:val="61A83E74"/>
    <w:multiLevelType w:val="multilevel"/>
    <w:tmpl w:val="DD42B5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739572C0"/>
    <w:multiLevelType w:val="hybridMultilevel"/>
    <w:tmpl w:val="E83A904C"/>
    <w:lvl w:ilvl="0" w:tplc="56965314">
      <w:numFmt w:val="bullet"/>
      <w:lvlText w:val="-"/>
      <w:lvlJc w:val="left"/>
      <w:pPr>
        <w:ind w:left="720" w:hanging="360"/>
      </w:pPr>
      <w:rPr>
        <w:rFonts w:ascii="Calibri Light" w:eastAsia="Noto Serif CJK SC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FA5545"/>
    <w:multiLevelType w:val="multilevel"/>
    <w:tmpl w:val="452AD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796F775C"/>
    <w:multiLevelType w:val="hybridMultilevel"/>
    <w:tmpl w:val="C4C447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5430C3"/>
    <w:multiLevelType w:val="hybridMultilevel"/>
    <w:tmpl w:val="CEE022FE"/>
    <w:lvl w:ilvl="0" w:tplc="56965314">
      <w:numFmt w:val="bullet"/>
      <w:lvlText w:val="-"/>
      <w:lvlJc w:val="left"/>
      <w:pPr>
        <w:ind w:left="720" w:hanging="360"/>
      </w:pPr>
      <w:rPr>
        <w:rFonts w:ascii="Calibri Light" w:eastAsia="Noto Serif CJK SC" w:hAnsi="Calibri Light" w:cs="Calibri Ligh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8"/>
  </w:num>
  <w:num w:numId="4">
    <w:abstractNumId w:val="14"/>
  </w:num>
  <w:num w:numId="5">
    <w:abstractNumId w:val="12"/>
  </w:num>
  <w:num w:numId="6">
    <w:abstractNumId w:val="3"/>
  </w:num>
  <w:num w:numId="7">
    <w:abstractNumId w:val="6"/>
  </w:num>
  <w:num w:numId="8">
    <w:abstractNumId w:val="8"/>
  </w:num>
  <w:num w:numId="9">
    <w:abstractNumId w:val="17"/>
  </w:num>
  <w:num w:numId="10">
    <w:abstractNumId w:val="9"/>
  </w:num>
  <w:num w:numId="11">
    <w:abstractNumId w:val="2"/>
  </w:num>
  <w:num w:numId="12">
    <w:abstractNumId w:val="15"/>
  </w:num>
  <w:num w:numId="13">
    <w:abstractNumId w:val="0"/>
  </w:num>
  <w:num w:numId="14">
    <w:abstractNumId w:val="4"/>
  </w:num>
  <w:num w:numId="15">
    <w:abstractNumId w:val="10"/>
  </w:num>
  <w:num w:numId="16">
    <w:abstractNumId w:val="5"/>
  </w:num>
  <w:num w:numId="17">
    <w:abstractNumId w:val="20"/>
  </w:num>
  <w:num w:numId="18">
    <w:abstractNumId w:val="21"/>
  </w:num>
  <w:num w:numId="19">
    <w:abstractNumId w:val="7"/>
  </w:num>
  <w:num w:numId="20">
    <w:abstractNumId w:val="19"/>
  </w:num>
  <w:num w:numId="21">
    <w:abstractNumId w:val="22"/>
  </w:num>
  <w:num w:numId="22">
    <w:abstractNumId w:val="1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551"/>
    <w:rsid w:val="00021E17"/>
    <w:rsid w:val="00023BDF"/>
    <w:rsid w:val="000245F2"/>
    <w:rsid w:val="000451A1"/>
    <w:rsid w:val="00060210"/>
    <w:rsid w:val="00082E11"/>
    <w:rsid w:val="00083754"/>
    <w:rsid w:val="00083764"/>
    <w:rsid w:val="00092EB1"/>
    <w:rsid w:val="00095002"/>
    <w:rsid w:val="000C5988"/>
    <w:rsid w:val="000C7334"/>
    <w:rsid w:val="000D54B1"/>
    <w:rsid w:val="000E3CE0"/>
    <w:rsid w:val="000F6792"/>
    <w:rsid w:val="00122C80"/>
    <w:rsid w:val="00133BD6"/>
    <w:rsid w:val="001422CB"/>
    <w:rsid w:val="001615C6"/>
    <w:rsid w:val="001629B4"/>
    <w:rsid w:val="00167EBB"/>
    <w:rsid w:val="0017226E"/>
    <w:rsid w:val="001744DC"/>
    <w:rsid w:val="0018607E"/>
    <w:rsid w:val="00187AF4"/>
    <w:rsid w:val="00192655"/>
    <w:rsid w:val="001A5F90"/>
    <w:rsid w:val="001A6EBA"/>
    <w:rsid w:val="001A7506"/>
    <w:rsid w:val="001B0B44"/>
    <w:rsid w:val="001B32BA"/>
    <w:rsid w:val="001B756B"/>
    <w:rsid w:val="001B79DE"/>
    <w:rsid w:val="001C5696"/>
    <w:rsid w:val="001C7CF5"/>
    <w:rsid w:val="001D1765"/>
    <w:rsid w:val="001E4C85"/>
    <w:rsid w:val="001E713A"/>
    <w:rsid w:val="001F027D"/>
    <w:rsid w:val="00205D04"/>
    <w:rsid w:val="002077F6"/>
    <w:rsid w:val="00211B64"/>
    <w:rsid w:val="00247015"/>
    <w:rsid w:val="00251837"/>
    <w:rsid w:val="00253FD2"/>
    <w:rsid w:val="00270CDE"/>
    <w:rsid w:val="0027735C"/>
    <w:rsid w:val="00290B91"/>
    <w:rsid w:val="002955EE"/>
    <w:rsid w:val="002A126A"/>
    <w:rsid w:val="002A7E40"/>
    <w:rsid w:val="002B61A8"/>
    <w:rsid w:val="002D1B65"/>
    <w:rsid w:val="002F0562"/>
    <w:rsid w:val="002F5B16"/>
    <w:rsid w:val="00302117"/>
    <w:rsid w:val="00302716"/>
    <w:rsid w:val="003109D7"/>
    <w:rsid w:val="00310A22"/>
    <w:rsid w:val="0031565C"/>
    <w:rsid w:val="00315758"/>
    <w:rsid w:val="003165C8"/>
    <w:rsid w:val="00317CAE"/>
    <w:rsid w:val="00320625"/>
    <w:rsid w:val="00331ADB"/>
    <w:rsid w:val="00336C74"/>
    <w:rsid w:val="00356924"/>
    <w:rsid w:val="00367A53"/>
    <w:rsid w:val="0037432A"/>
    <w:rsid w:val="00377270"/>
    <w:rsid w:val="0039002A"/>
    <w:rsid w:val="00390BBD"/>
    <w:rsid w:val="00394865"/>
    <w:rsid w:val="003A16C0"/>
    <w:rsid w:val="003A2D0C"/>
    <w:rsid w:val="003A34E8"/>
    <w:rsid w:val="003A6D45"/>
    <w:rsid w:val="003B0D96"/>
    <w:rsid w:val="003B2F05"/>
    <w:rsid w:val="003C14BD"/>
    <w:rsid w:val="003C2551"/>
    <w:rsid w:val="003D0475"/>
    <w:rsid w:val="003D7268"/>
    <w:rsid w:val="003E04C2"/>
    <w:rsid w:val="003F4DE2"/>
    <w:rsid w:val="004104E4"/>
    <w:rsid w:val="00427993"/>
    <w:rsid w:val="0043398F"/>
    <w:rsid w:val="00433C1E"/>
    <w:rsid w:val="00443059"/>
    <w:rsid w:val="00455917"/>
    <w:rsid w:val="00456081"/>
    <w:rsid w:val="00496B77"/>
    <w:rsid w:val="004A7D11"/>
    <w:rsid w:val="004C56A1"/>
    <w:rsid w:val="004E0108"/>
    <w:rsid w:val="004F645A"/>
    <w:rsid w:val="004F6B8D"/>
    <w:rsid w:val="00506C3E"/>
    <w:rsid w:val="0051748E"/>
    <w:rsid w:val="00517BD3"/>
    <w:rsid w:val="00517FEC"/>
    <w:rsid w:val="00524F5B"/>
    <w:rsid w:val="00531893"/>
    <w:rsid w:val="00533A70"/>
    <w:rsid w:val="0053536F"/>
    <w:rsid w:val="0054358F"/>
    <w:rsid w:val="005554FF"/>
    <w:rsid w:val="005605A0"/>
    <w:rsid w:val="00561853"/>
    <w:rsid w:val="00565D80"/>
    <w:rsid w:val="005750D1"/>
    <w:rsid w:val="00584257"/>
    <w:rsid w:val="00585DE8"/>
    <w:rsid w:val="00590853"/>
    <w:rsid w:val="005A4FDD"/>
    <w:rsid w:val="005A5BE1"/>
    <w:rsid w:val="005B1465"/>
    <w:rsid w:val="005B2517"/>
    <w:rsid w:val="005B7836"/>
    <w:rsid w:val="005C1091"/>
    <w:rsid w:val="005C4C59"/>
    <w:rsid w:val="005C55EB"/>
    <w:rsid w:val="005D4F6C"/>
    <w:rsid w:val="005E1A24"/>
    <w:rsid w:val="005E6B19"/>
    <w:rsid w:val="005F21C9"/>
    <w:rsid w:val="005F3C67"/>
    <w:rsid w:val="005F480D"/>
    <w:rsid w:val="00600E3F"/>
    <w:rsid w:val="00601A20"/>
    <w:rsid w:val="00626A3D"/>
    <w:rsid w:val="006344F3"/>
    <w:rsid w:val="0064573D"/>
    <w:rsid w:val="006C3D4F"/>
    <w:rsid w:val="006C626B"/>
    <w:rsid w:val="006F0300"/>
    <w:rsid w:val="006F45B7"/>
    <w:rsid w:val="006F7275"/>
    <w:rsid w:val="00702224"/>
    <w:rsid w:val="007302CF"/>
    <w:rsid w:val="00731E17"/>
    <w:rsid w:val="00732EB8"/>
    <w:rsid w:val="0074284D"/>
    <w:rsid w:val="007474D9"/>
    <w:rsid w:val="00765A95"/>
    <w:rsid w:val="00774401"/>
    <w:rsid w:val="00780823"/>
    <w:rsid w:val="007A38F0"/>
    <w:rsid w:val="007A544D"/>
    <w:rsid w:val="007A7F65"/>
    <w:rsid w:val="007C0115"/>
    <w:rsid w:val="007C3ECB"/>
    <w:rsid w:val="007C6386"/>
    <w:rsid w:val="007E3FCB"/>
    <w:rsid w:val="00810D81"/>
    <w:rsid w:val="008206E9"/>
    <w:rsid w:val="00831B72"/>
    <w:rsid w:val="008343AD"/>
    <w:rsid w:val="0083520A"/>
    <w:rsid w:val="00837F57"/>
    <w:rsid w:val="008474B6"/>
    <w:rsid w:val="00857B63"/>
    <w:rsid w:val="00857F95"/>
    <w:rsid w:val="00862B22"/>
    <w:rsid w:val="008751C0"/>
    <w:rsid w:val="00884C4C"/>
    <w:rsid w:val="00890F40"/>
    <w:rsid w:val="00892B3D"/>
    <w:rsid w:val="008A18E9"/>
    <w:rsid w:val="008A3167"/>
    <w:rsid w:val="008A4384"/>
    <w:rsid w:val="008E4324"/>
    <w:rsid w:val="008E6C19"/>
    <w:rsid w:val="00900515"/>
    <w:rsid w:val="00904FBE"/>
    <w:rsid w:val="00905B05"/>
    <w:rsid w:val="00914F63"/>
    <w:rsid w:val="00917CB7"/>
    <w:rsid w:val="00920351"/>
    <w:rsid w:val="00921849"/>
    <w:rsid w:val="00922CF5"/>
    <w:rsid w:val="00924B73"/>
    <w:rsid w:val="00947B7B"/>
    <w:rsid w:val="00953D36"/>
    <w:rsid w:val="0095462C"/>
    <w:rsid w:val="00954F85"/>
    <w:rsid w:val="00956AB9"/>
    <w:rsid w:val="0097358C"/>
    <w:rsid w:val="0097497E"/>
    <w:rsid w:val="00974A0B"/>
    <w:rsid w:val="00994304"/>
    <w:rsid w:val="00997842"/>
    <w:rsid w:val="009B1538"/>
    <w:rsid w:val="009D4337"/>
    <w:rsid w:val="009D5875"/>
    <w:rsid w:val="009F4D8B"/>
    <w:rsid w:val="00A24C96"/>
    <w:rsid w:val="00A26109"/>
    <w:rsid w:val="00A26BEC"/>
    <w:rsid w:val="00A31872"/>
    <w:rsid w:val="00A34C9E"/>
    <w:rsid w:val="00A42608"/>
    <w:rsid w:val="00A96886"/>
    <w:rsid w:val="00AB22AA"/>
    <w:rsid w:val="00AC51CA"/>
    <w:rsid w:val="00AD099C"/>
    <w:rsid w:val="00AD107D"/>
    <w:rsid w:val="00B00127"/>
    <w:rsid w:val="00B24C97"/>
    <w:rsid w:val="00B25333"/>
    <w:rsid w:val="00B313AF"/>
    <w:rsid w:val="00B348A2"/>
    <w:rsid w:val="00B35147"/>
    <w:rsid w:val="00B43C46"/>
    <w:rsid w:val="00B44BBA"/>
    <w:rsid w:val="00B46264"/>
    <w:rsid w:val="00B63A06"/>
    <w:rsid w:val="00B841C3"/>
    <w:rsid w:val="00B922B9"/>
    <w:rsid w:val="00B9725A"/>
    <w:rsid w:val="00BB4B91"/>
    <w:rsid w:val="00BD2ED6"/>
    <w:rsid w:val="00BD555C"/>
    <w:rsid w:val="00BE6687"/>
    <w:rsid w:val="00BF044B"/>
    <w:rsid w:val="00C0593A"/>
    <w:rsid w:val="00C137C7"/>
    <w:rsid w:val="00C13B90"/>
    <w:rsid w:val="00C4055D"/>
    <w:rsid w:val="00C45937"/>
    <w:rsid w:val="00C46BF1"/>
    <w:rsid w:val="00C46FD9"/>
    <w:rsid w:val="00C54E91"/>
    <w:rsid w:val="00C551D4"/>
    <w:rsid w:val="00C56F39"/>
    <w:rsid w:val="00C57860"/>
    <w:rsid w:val="00C62829"/>
    <w:rsid w:val="00C6620C"/>
    <w:rsid w:val="00C75B03"/>
    <w:rsid w:val="00CB05DE"/>
    <w:rsid w:val="00CB688C"/>
    <w:rsid w:val="00CC2DF7"/>
    <w:rsid w:val="00CD1958"/>
    <w:rsid w:val="00CD7EFA"/>
    <w:rsid w:val="00CE3DAB"/>
    <w:rsid w:val="00CE53F6"/>
    <w:rsid w:val="00CF5B15"/>
    <w:rsid w:val="00CF7876"/>
    <w:rsid w:val="00D01DC2"/>
    <w:rsid w:val="00D071D8"/>
    <w:rsid w:val="00D21D66"/>
    <w:rsid w:val="00D26371"/>
    <w:rsid w:val="00D423FB"/>
    <w:rsid w:val="00D5244A"/>
    <w:rsid w:val="00D56024"/>
    <w:rsid w:val="00D600A4"/>
    <w:rsid w:val="00D62432"/>
    <w:rsid w:val="00D63625"/>
    <w:rsid w:val="00D71CF9"/>
    <w:rsid w:val="00D749B2"/>
    <w:rsid w:val="00D81122"/>
    <w:rsid w:val="00D86916"/>
    <w:rsid w:val="00D87D97"/>
    <w:rsid w:val="00D97DF2"/>
    <w:rsid w:val="00DA0D0F"/>
    <w:rsid w:val="00DA29EA"/>
    <w:rsid w:val="00DA77DA"/>
    <w:rsid w:val="00DC67CF"/>
    <w:rsid w:val="00DE6A0D"/>
    <w:rsid w:val="00DF4D4C"/>
    <w:rsid w:val="00DF5773"/>
    <w:rsid w:val="00DF7E0F"/>
    <w:rsid w:val="00E017E6"/>
    <w:rsid w:val="00E166F8"/>
    <w:rsid w:val="00E268D2"/>
    <w:rsid w:val="00E338B5"/>
    <w:rsid w:val="00E466BB"/>
    <w:rsid w:val="00E5340F"/>
    <w:rsid w:val="00E61A8E"/>
    <w:rsid w:val="00E6343F"/>
    <w:rsid w:val="00E80B50"/>
    <w:rsid w:val="00E8263A"/>
    <w:rsid w:val="00E82A58"/>
    <w:rsid w:val="00E924F3"/>
    <w:rsid w:val="00E93740"/>
    <w:rsid w:val="00EA5A92"/>
    <w:rsid w:val="00EA7F69"/>
    <w:rsid w:val="00EB011E"/>
    <w:rsid w:val="00EC039A"/>
    <w:rsid w:val="00EC1E9C"/>
    <w:rsid w:val="00EC666C"/>
    <w:rsid w:val="00ED039F"/>
    <w:rsid w:val="00ED60A0"/>
    <w:rsid w:val="00ED7940"/>
    <w:rsid w:val="00EE3A30"/>
    <w:rsid w:val="00EE6C72"/>
    <w:rsid w:val="00EF500B"/>
    <w:rsid w:val="00F02D72"/>
    <w:rsid w:val="00F10AD3"/>
    <w:rsid w:val="00F13DEE"/>
    <w:rsid w:val="00F14C12"/>
    <w:rsid w:val="00F37C1E"/>
    <w:rsid w:val="00F41189"/>
    <w:rsid w:val="00F454DD"/>
    <w:rsid w:val="00F50A99"/>
    <w:rsid w:val="00F7388F"/>
    <w:rsid w:val="00F82D05"/>
    <w:rsid w:val="00F87DCC"/>
    <w:rsid w:val="00F90010"/>
    <w:rsid w:val="00FA16A3"/>
    <w:rsid w:val="00FA6C74"/>
    <w:rsid w:val="00FC1FB8"/>
    <w:rsid w:val="00FC4258"/>
    <w:rsid w:val="00FD70F4"/>
    <w:rsid w:val="00FE6C6A"/>
    <w:rsid w:val="00FE6E3C"/>
    <w:rsid w:val="08941DA9"/>
    <w:rsid w:val="10739908"/>
    <w:rsid w:val="1916F892"/>
    <w:rsid w:val="1C2B6DF2"/>
    <w:rsid w:val="312D3DA9"/>
    <w:rsid w:val="34C84EF9"/>
    <w:rsid w:val="4B60E1A7"/>
    <w:rsid w:val="4BD30823"/>
    <w:rsid w:val="5E0D0D99"/>
    <w:rsid w:val="6E49067F"/>
    <w:rsid w:val="6F122BEE"/>
    <w:rsid w:val="77B5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8B8D45"/>
  <w15:docId w15:val="{E3402FBC-06B8-4D18-9670-71D1237E4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Lohit Devanagari"/>
        <w:kern w:val="3"/>
        <w:sz w:val="24"/>
        <w:szCs w:val="24"/>
        <w:lang w:val="en-A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465"/>
    <w:pPr>
      <w:spacing w:before="120" w:after="120"/>
    </w:pPr>
    <w:rPr>
      <w:rFonts w:asciiTheme="majorHAnsi" w:hAnsiTheme="majorHAnsi"/>
    </w:rPr>
  </w:style>
  <w:style w:type="paragraph" w:styleId="Heading1">
    <w:name w:val="heading 1"/>
    <w:basedOn w:val="Heading"/>
    <w:next w:val="Textbody"/>
    <w:uiPriority w:val="9"/>
    <w:qFormat/>
    <w:rsid w:val="00C13B90"/>
    <w:pPr>
      <w:numPr>
        <w:numId w:val="1"/>
      </w:numPr>
      <w:outlineLvl w:val="0"/>
    </w:pPr>
    <w:rPr>
      <w:rFonts w:asciiTheme="majorHAnsi" w:eastAsia="DejaVu Sans Light" w:hAnsiTheme="majorHAnsi" w:cs="DejaVu Sans Light"/>
      <w:bCs/>
      <w:color w:val="DC143C"/>
      <w:sz w:val="44"/>
    </w:rPr>
  </w:style>
  <w:style w:type="paragraph" w:styleId="Heading2">
    <w:name w:val="heading 2"/>
    <w:basedOn w:val="Heading"/>
    <w:next w:val="Textbody"/>
    <w:link w:val="Heading2Char"/>
    <w:uiPriority w:val="9"/>
    <w:unhideWhenUsed/>
    <w:qFormat/>
    <w:rsid w:val="00C13B90"/>
    <w:pPr>
      <w:numPr>
        <w:ilvl w:val="1"/>
        <w:numId w:val="1"/>
      </w:numPr>
      <w:spacing w:before="200"/>
      <w:outlineLvl w:val="1"/>
    </w:pPr>
    <w:rPr>
      <w:rFonts w:asciiTheme="majorHAnsi" w:eastAsia="DejaVu Sans Light" w:hAnsiTheme="majorHAnsi" w:cs="DejaVu Sans Light"/>
      <w:bCs/>
      <w:color w:val="DC143C"/>
      <w:sz w:val="36"/>
    </w:rPr>
  </w:style>
  <w:style w:type="paragraph" w:styleId="Heading3">
    <w:name w:val="heading 3"/>
    <w:basedOn w:val="Heading"/>
    <w:next w:val="Textbody"/>
    <w:uiPriority w:val="9"/>
    <w:unhideWhenUsed/>
    <w:qFormat/>
    <w:rsid w:val="00C13B90"/>
    <w:pPr>
      <w:numPr>
        <w:ilvl w:val="2"/>
        <w:numId w:val="1"/>
      </w:numPr>
      <w:spacing w:before="140"/>
      <w:outlineLvl w:val="2"/>
    </w:pPr>
    <w:rPr>
      <w:rFonts w:asciiTheme="majorHAnsi" w:hAnsiTheme="majorHAnsi"/>
      <w:bCs/>
      <w:color w:val="DC143C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3B90"/>
    <w:pPr>
      <w:keepNext/>
      <w:keepLines/>
      <w:spacing w:before="40" w:after="0"/>
      <w:outlineLvl w:val="3"/>
    </w:pPr>
    <w:rPr>
      <w:rFonts w:eastAsiaTheme="majorEastAsia" w:cs="Mangal"/>
      <w:i/>
      <w:iCs/>
      <w:color w:val="DC143C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Outline">
    <w:name w:val="Outline"/>
    <w:basedOn w:val="NoList"/>
    <w:pPr>
      <w:numPr>
        <w:numId w:val="1"/>
      </w:numPr>
    </w:pPr>
  </w:style>
  <w:style w:type="paragraph" w:customStyle="1" w:styleId="Standard">
    <w:name w:val="Standard"/>
    <w:link w:val="StandardChar"/>
    <w:rPr>
      <w:rFonts w:ascii="DejaVu Sans Light" w:eastAsia="DejaVu Sans Light" w:hAnsi="DejaVu Sans Light" w:cs="DejaVu Sans Light"/>
    </w:rPr>
  </w:style>
  <w:style w:type="paragraph" w:customStyle="1" w:styleId="Heading">
    <w:name w:val="Heading"/>
    <w:basedOn w:val="Standard"/>
    <w:next w:val="Textbody"/>
    <w:link w:val="HeadingChar"/>
    <w:pPr>
      <w:keepNext/>
      <w:spacing w:before="240" w:after="120"/>
    </w:pPr>
    <w:rPr>
      <w:rFonts w:eastAsia="Noto Sans CJK SC" w:cs="Lohit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Lohit Devanagari"/>
    </w:rPr>
  </w:style>
  <w:style w:type="paragraph" w:styleId="Title">
    <w:name w:val="Title"/>
    <w:basedOn w:val="Heading"/>
    <w:next w:val="Textbody"/>
    <w:uiPriority w:val="10"/>
    <w:qFormat/>
    <w:rsid w:val="00EC666C"/>
    <w:pPr>
      <w:jc w:val="center"/>
    </w:pPr>
    <w:rPr>
      <w:rFonts w:asciiTheme="majorHAnsi" w:eastAsia="DejaVu Sans" w:hAnsiTheme="majorHAnsi" w:cs="DejaVu Sans"/>
      <w:b/>
      <w:bCs/>
      <w:sz w:val="96"/>
      <w:szCs w:val="56"/>
    </w:rPr>
  </w:style>
  <w:style w:type="paragraph" w:styleId="Subtitle">
    <w:name w:val="Subtitle"/>
    <w:basedOn w:val="Heading"/>
    <w:next w:val="Textbody"/>
    <w:uiPriority w:val="11"/>
    <w:qFormat/>
    <w:rsid w:val="00EC666C"/>
    <w:pPr>
      <w:spacing w:before="60"/>
      <w:jc w:val="center"/>
    </w:pPr>
    <w:rPr>
      <w:rFonts w:asciiTheme="majorHAnsi" w:eastAsia="DejaVu Sans" w:hAnsiTheme="majorHAnsi" w:cs="DejaVu Sans"/>
      <w:b/>
      <w:sz w:val="56"/>
      <w:szCs w:val="36"/>
    </w:rPr>
  </w:style>
  <w:style w:type="paragraph" w:styleId="IndexHeading">
    <w:name w:val="index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Heading"/>
    <w:pPr>
      <w:suppressLineNumbers/>
      <w:jc w:val="center"/>
    </w:pPr>
    <w:rPr>
      <w:rFonts w:eastAsia="DejaVu Sans Light" w:cs="DejaVu Sans Light"/>
      <w:b/>
      <w:bCs/>
      <w:sz w:val="32"/>
      <w:szCs w:val="32"/>
    </w:rPr>
  </w:style>
  <w:style w:type="paragraph" w:customStyle="1" w:styleId="TableContents">
    <w:name w:val="Table Contents"/>
    <w:basedOn w:val="Standard"/>
    <w:pPr>
      <w:suppressLineNumbers/>
    </w:pPr>
    <w:rPr>
      <w:b/>
      <w:bCs/>
    </w:rPr>
  </w:style>
  <w:style w:type="paragraph" w:customStyle="1" w:styleId="Contents1">
    <w:name w:val="Contents 1"/>
    <w:basedOn w:val="Index"/>
    <w:pPr>
      <w:tabs>
        <w:tab w:val="right" w:leader="dot" w:pos="9638"/>
      </w:tabs>
    </w:pPr>
    <w:rPr>
      <w:rFonts w:cs="DejaVu Sans Light"/>
    </w:rPr>
  </w:style>
  <w:style w:type="paragraph" w:customStyle="1" w:styleId="Contents2">
    <w:name w:val="Contents 2"/>
    <w:basedOn w:val="Index"/>
    <w:pPr>
      <w:tabs>
        <w:tab w:val="right" w:leader="dot" w:pos="9638"/>
      </w:tabs>
      <w:ind w:left="283"/>
    </w:pPr>
    <w:rPr>
      <w:rFonts w:cs="DejaVu Sans Light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Contents3">
    <w:name w:val="Contents 3"/>
    <w:basedOn w:val="Index"/>
    <w:pPr>
      <w:tabs>
        <w:tab w:val="right" w:leader="dot" w:pos="9638"/>
      </w:tabs>
      <w:ind w:left="566"/>
    </w:pPr>
  </w:style>
  <w:style w:type="paragraph" w:customStyle="1" w:styleId="PreformattedText">
    <w:name w:val="Preformatted Text"/>
    <w:basedOn w:val="Standard"/>
    <w:rPr>
      <w:rFonts w:ascii="Liberation Mono" w:eastAsia="Noto Sans Mono CJK SC" w:hAnsi="Liberation Mono" w:cs="Liberation Mono"/>
      <w:sz w:val="20"/>
      <w:szCs w:val="20"/>
    </w:rPr>
  </w:style>
  <w:style w:type="paragraph" w:customStyle="1" w:styleId="Header2Low">
    <w:name w:val="Header 2 Low"/>
    <w:basedOn w:val="Textbody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IndexLink">
    <w:name w:val="Index Link"/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SourceText">
    <w:name w:val="Source Text"/>
    <w:rPr>
      <w:rFonts w:ascii="Liberation Mono" w:eastAsia="Noto Sans Mono CJK SC" w:hAnsi="Liberation Mono" w:cs="Liberation Mono"/>
    </w:rPr>
  </w:style>
  <w:style w:type="character" w:customStyle="1" w:styleId="OOoComputerCode">
    <w:name w:val="OOoComputerCode"/>
    <w:rPr>
      <w:rFonts w:ascii="FreeMono" w:eastAsia="FreeMono" w:hAnsi="FreeMono" w:cs="FreeMono"/>
      <w:color w:val="000000"/>
    </w:rPr>
  </w:style>
  <w:style w:type="character" w:customStyle="1" w:styleId="OOoComputerBase">
    <w:name w:val="_OOoComputerBase"/>
    <w:basedOn w:val="OOoComputerCode"/>
    <w:rPr>
      <w:rFonts w:ascii="FreeMono" w:eastAsia="FreeMono" w:hAnsi="FreeMono" w:cs="FreeMono"/>
      <w:color w:val="000000"/>
    </w:rPr>
  </w:style>
  <w:style w:type="character" w:customStyle="1" w:styleId="OOoComputerComment">
    <w:name w:val="_OOoComputerComment"/>
    <w:basedOn w:val="OOoComputerBase"/>
    <w:rPr>
      <w:rFonts w:ascii="FreeMono" w:eastAsia="FreeMono" w:hAnsi="FreeMono" w:cs="FreeMono"/>
      <w:color w:val="4C4C4C"/>
    </w:rPr>
  </w:style>
  <w:style w:type="character" w:customStyle="1" w:styleId="OOoComputerBaseNoLocale">
    <w:name w:val="_OOoComputerBaseNoLocale"/>
    <w:basedOn w:val="OOoComputerBase"/>
    <w:rPr>
      <w:rFonts w:ascii="FreeMono" w:eastAsia="FreeMono" w:hAnsi="FreeMono" w:cs="FreeMono"/>
      <w:color w:val="000000"/>
    </w:rPr>
  </w:style>
  <w:style w:type="character" w:customStyle="1" w:styleId="OOoComputerSpecial">
    <w:name w:val="_OOoComputerSpecial"/>
    <w:basedOn w:val="OOoComputerBaseNoLocale"/>
    <w:rPr>
      <w:rFonts w:ascii="FreeMono" w:eastAsia="FreeMono" w:hAnsi="FreeMono" w:cs="FreeMono"/>
      <w:color w:val="000000"/>
    </w:rPr>
  </w:style>
  <w:style w:type="character" w:customStyle="1" w:styleId="OOoComputerLiteral">
    <w:name w:val="_OOoComputerLiteral"/>
    <w:basedOn w:val="OOoComputerBase"/>
    <w:rPr>
      <w:rFonts w:ascii="FreeMono" w:eastAsia="FreeMono" w:hAnsi="FreeMono" w:cs="FreeMono"/>
      <w:color w:val="FF0000"/>
    </w:rPr>
  </w:style>
  <w:style w:type="character" w:customStyle="1" w:styleId="OOoComputerNumber">
    <w:name w:val="_OOoComputerNumber"/>
    <w:basedOn w:val="OOoComputerBase"/>
    <w:rPr>
      <w:rFonts w:ascii="FreeMono" w:eastAsia="FreeMono" w:hAnsi="FreeMono" w:cs="FreeMono"/>
      <w:color w:val="FF3200"/>
    </w:rPr>
  </w:style>
  <w:style w:type="character" w:customStyle="1" w:styleId="OOoComputerKeyWord">
    <w:name w:val="_OOoComputerKeyWord"/>
    <w:basedOn w:val="OOoComputerBase"/>
    <w:rPr>
      <w:rFonts w:ascii="FreeMono" w:eastAsia="FreeMono" w:hAnsi="FreeMono" w:cs="FreeMono"/>
      <w:color w:val="000080"/>
    </w:rPr>
  </w:style>
  <w:style w:type="character" w:customStyle="1" w:styleId="OOoComputerAltKeyWord">
    <w:name w:val="_OOoComputerAltKeyWord"/>
    <w:basedOn w:val="OOoComputerBase"/>
    <w:rPr>
      <w:rFonts w:ascii="FreeMono" w:eastAsia="FreeMono" w:hAnsi="FreeMono" w:cs="FreeMono"/>
      <w:color w:val="320080"/>
    </w:rPr>
  </w:style>
  <w:style w:type="character" w:customStyle="1" w:styleId="OOoComputerIdent">
    <w:name w:val="_OOoComputerIdent"/>
    <w:basedOn w:val="OOoComputerBase"/>
    <w:rPr>
      <w:rFonts w:ascii="FreeMono" w:eastAsia="FreeMono" w:hAnsi="FreeMono" w:cs="FreeMono"/>
      <w:color w:val="008000"/>
    </w:rPr>
  </w:style>
  <w:style w:type="paragraph" w:styleId="TOC1">
    <w:name w:val="toc 1"/>
    <w:basedOn w:val="Normal"/>
    <w:next w:val="Normal"/>
    <w:autoRedefine/>
    <w:uiPriority w:val="39"/>
    <w:unhideWhenUsed/>
    <w:rsid w:val="00CE53F6"/>
    <w:pPr>
      <w:spacing w:after="100"/>
    </w:pPr>
    <w:rPr>
      <w:rFonts w:cs="Mangal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CE53F6"/>
    <w:pPr>
      <w:spacing w:after="100"/>
      <w:ind w:left="240"/>
    </w:pPr>
    <w:rPr>
      <w:rFonts w:cs="Mangal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CE53F6"/>
    <w:pPr>
      <w:spacing w:after="100"/>
      <w:ind w:left="480"/>
    </w:pPr>
    <w:rPr>
      <w:rFonts w:cs="Mangal"/>
      <w:szCs w:val="21"/>
    </w:rPr>
  </w:style>
  <w:style w:type="character" w:styleId="Hyperlink">
    <w:name w:val="Hyperlink"/>
    <w:basedOn w:val="DefaultParagraphFont"/>
    <w:uiPriority w:val="99"/>
    <w:unhideWhenUsed/>
    <w:rsid w:val="00CE53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43AD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584257"/>
    <w:pPr>
      <w:keepLines/>
      <w:numPr>
        <w:numId w:val="0"/>
      </w:numPr>
      <w:suppressAutoHyphens w:val="0"/>
      <w:autoSpaceDN/>
      <w:spacing w:after="0" w:line="259" w:lineRule="auto"/>
      <w:textAlignment w:val="auto"/>
      <w:outlineLvl w:val="9"/>
    </w:pPr>
    <w:rPr>
      <w:rFonts w:eastAsiaTheme="majorEastAsia" w:cstheme="majorBidi"/>
      <w:bCs w:val="0"/>
      <w:kern w:val="0"/>
      <w:sz w:val="32"/>
      <w:szCs w:val="32"/>
      <w:lang w:val="en-US" w:eastAsia="en-US" w:bidi="ar-SA"/>
    </w:rPr>
  </w:style>
  <w:style w:type="paragraph" w:customStyle="1" w:styleId="Heading2LowRisk">
    <w:name w:val="Heading 2 Low Risk"/>
    <w:basedOn w:val="Heading2"/>
    <w:rsid w:val="00C46FD9"/>
    <w:pPr>
      <w:numPr>
        <w:ilvl w:val="0"/>
        <w:numId w:val="0"/>
      </w:numPr>
      <w:pBdr>
        <w:top w:val="single" w:sz="18" w:space="1" w:color="C5E0B3" w:themeColor="accent6" w:themeTint="66"/>
        <w:left w:val="single" w:sz="18" w:space="4" w:color="C5E0B3" w:themeColor="accent6" w:themeTint="66"/>
        <w:bottom w:val="single" w:sz="18" w:space="1" w:color="C5E0B3" w:themeColor="accent6" w:themeTint="66"/>
        <w:right w:val="single" w:sz="18" w:space="4" w:color="C5E0B3" w:themeColor="accent6" w:themeTint="66"/>
      </w:pBdr>
      <w:shd w:val="clear" w:color="auto" w:fill="00B050"/>
    </w:pPr>
    <w:rPr>
      <w:color w:val="FFFFFF" w:themeColor="background1"/>
    </w:rPr>
  </w:style>
  <w:style w:type="paragraph" w:customStyle="1" w:styleId="LowRiskHeading">
    <w:name w:val="Low Risk Heading"/>
    <w:basedOn w:val="Heading2"/>
    <w:link w:val="LowRiskHeadingChar"/>
    <w:rsid w:val="00D62432"/>
    <w:pPr>
      <w:pBdr>
        <w:top w:val="single" w:sz="18" w:space="1" w:color="79FFB6"/>
        <w:left w:val="single" w:sz="18" w:space="4" w:color="79FFB6"/>
        <w:bottom w:val="single" w:sz="18" w:space="1" w:color="79FFB6"/>
        <w:right w:val="single" w:sz="18" w:space="4" w:color="79FFB6"/>
      </w:pBdr>
      <w:shd w:val="clear" w:color="auto" w:fill="00B050"/>
    </w:pPr>
    <w:rPr>
      <w:color w:val="auto"/>
    </w:rPr>
  </w:style>
  <w:style w:type="paragraph" w:customStyle="1" w:styleId="MediumRiskHeading">
    <w:name w:val="Medium Risk Heading"/>
    <w:basedOn w:val="LowRiskHeading"/>
    <w:link w:val="MediumRiskHeadingChar"/>
    <w:rsid w:val="00D62432"/>
    <w:pPr>
      <w:pBdr>
        <w:top w:val="single" w:sz="18" w:space="1" w:color="F5B487"/>
        <w:left w:val="single" w:sz="18" w:space="4" w:color="F5B487"/>
        <w:bottom w:val="single" w:sz="18" w:space="1" w:color="F5B487"/>
        <w:right w:val="single" w:sz="18" w:space="4" w:color="F5B487"/>
      </w:pBdr>
      <w:shd w:val="clear" w:color="auto" w:fill="ED7D31" w:themeFill="accent2"/>
    </w:pPr>
  </w:style>
  <w:style w:type="character" w:customStyle="1" w:styleId="StandardChar">
    <w:name w:val="Standard Char"/>
    <w:basedOn w:val="DefaultParagraphFont"/>
    <w:link w:val="Standard"/>
    <w:rsid w:val="00C46FD9"/>
    <w:rPr>
      <w:rFonts w:ascii="DejaVu Sans Light" w:eastAsia="DejaVu Sans Light" w:hAnsi="DejaVu Sans Light" w:cs="DejaVu Sans Light"/>
    </w:rPr>
  </w:style>
  <w:style w:type="character" w:customStyle="1" w:styleId="HeadingChar">
    <w:name w:val="Heading Char"/>
    <w:basedOn w:val="StandardChar"/>
    <w:link w:val="Heading"/>
    <w:rsid w:val="00C46FD9"/>
    <w:rPr>
      <w:rFonts w:ascii="DejaVu Sans Light" w:eastAsia="Noto Sans CJK SC" w:hAnsi="DejaVu Sans Light" w:cs="DejaVu Sans Light"/>
      <w:sz w:val="28"/>
      <w:szCs w:val="28"/>
    </w:rPr>
  </w:style>
  <w:style w:type="character" w:customStyle="1" w:styleId="Heading2Char">
    <w:name w:val="Heading 2 Char"/>
    <w:basedOn w:val="HeadingChar"/>
    <w:link w:val="Heading2"/>
    <w:uiPriority w:val="9"/>
    <w:rsid w:val="00C13B90"/>
    <w:rPr>
      <w:rFonts w:asciiTheme="majorHAnsi" w:eastAsia="DejaVu Sans Light" w:hAnsiTheme="majorHAnsi" w:cs="DejaVu Sans Light"/>
      <w:bCs/>
      <w:color w:val="DC143C"/>
      <w:sz w:val="36"/>
      <w:szCs w:val="28"/>
    </w:rPr>
  </w:style>
  <w:style w:type="character" w:customStyle="1" w:styleId="LowRiskHeadingChar">
    <w:name w:val="Low Risk Heading Char"/>
    <w:basedOn w:val="Heading2Char"/>
    <w:link w:val="LowRiskHeading"/>
    <w:rsid w:val="00D62432"/>
    <w:rPr>
      <w:rFonts w:ascii="Calibri Light" w:eastAsia="DejaVu Sans Light" w:hAnsi="Calibri Light" w:cs="DejaVu Sans Light"/>
      <w:b w:val="0"/>
      <w:bCs/>
      <w:color w:val="0F4C57"/>
      <w:sz w:val="32"/>
      <w:szCs w:val="28"/>
      <w:shd w:val="clear" w:color="auto" w:fill="00B050"/>
    </w:rPr>
  </w:style>
  <w:style w:type="paragraph" w:customStyle="1" w:styleId="HighRiskHeading">
    <w:name w:val="High Risk Heading"/>
    <w:basedOn w:val="MediumRiskHeading"/>
    <w:link w:val="HighRiskHeadingChar"/>
    <w:rsid w:val="00D62432"/>
    <w:pPr>
      <w:pBdr>
        <w:top w:val="single" w:sz="18" w:space="1" w:color="FF8585"/>
        <w:left w:val="single" w:sz="18" w:space="4" w:color="FF8585"/>
        <w:bottom w:val="single" w:sz="18" w:space="1" w:color="FF8585"/>
        <w:right w:val="single" w:sz="18" w:space="4" w:color="FF8585"/>
      </w:pBdr>
      <w:shd w:val="clear" w:color="auto" w:fill="FF0000"/>
    </w:pPr>
  </w:style>
  <w:style w:type="character" w:customStyle="1" w:styleId="MediumRiskHeadingChar">
    <w:name w:val="Medium Risk Heading Char"/>
    <w:basedOn w:val="LowRiskHeadingChar"/>
    <w:link w:val="MediumRiskHeading"/>
    <w:rsid w:val="00D62432"/>
    <w:rPr>
      <w:rFonts w:ascii="Calibri Light" w:eastAsia="DejaVu Sans Light" w:hAnsi="Calibri Light" w:cs="DejaVu Sans Light"/>
      <w:b w:val="0"/>
      <w:bCs/>
      <w:color w:val="0F4C57"/>
      <w:sz w:val="32"/>
      <w:szCs w:val="28"/>
      <w:shd w:val="clear" w:color="auto" w:fill="ED7D31" w:themeFill="accent2"/>
    </w:rPr>
  </w:style>
  <w:style w:type="paragraph" w:customStyle="1" w:styleId="InformationalHeading">
    <w:name w:val="Informational Heading"/>
    <w:basedOn w:val="HighRiskHeading"/>
    <w:link w:val="InformationalHeadingChar"/>
    <w:rsid w:val="00D62432"/>
    <w:pPr>
      <w:pBdr>
        <w:top w:val="single" w:sz="18" w:space="1" w:color="DBDBDB" w:themeColor="accent3" w:themeTint="66"/>
        <w:left w:val="single" w:sz="18" w:space="4" w:color="DBDBDB" w:themeColor="accent3" w:themeTint="66"/>
        <w:bottom w:val="single" w:sz="18" w:space="1" w:color="DBDBDB" w:themeColor="accent3" w:themeTint="66"/>
        <w:right w:val="single" w:sz="18" w:space="4" w:color="DBDBDB" w:themeColor="accent3" w:themeTint="66"/>
      </w:pBdr>
      <w:shd w:val="clear" w:color="auto" w:fill="808080" w:themeFill="background1" w:themeFillShade="80"/>
    </w:pPr>
  </w:style>
  <w:style w:type="character" w:customStyle="1" w:styleId="HighRiskHeadingChar">
    <w:name w:val="High Risk Heading Char"/>
    <w:basedOn w:val="MediumRiskHeadingChar"/>
    <w:link w:val="HighRiskHeading"/>
    <w:rsid w:val="00D62432"/>
    <w:rPr>
      <w:rFonts w:ascii="Calibri Light" w:eastAsia="DejaVu Sans Light" w:hAnsi="Calibri Light" w:cs="DejaVu Sans Light"/>
      <w:b w:val="0"/>
      <w:bCs/>
      <w:color w:val="0F4C57"/>
      <w:sz w:val="32"/>
      <w:szCs w:val="28"/>
      <w:shd w:val="clear" w:color="auto" w:fill="FF0000"/>
    </w:rPr>
  </w:style>
  <w:style w:type="character" w:customStyle="1" w:styleId="InformationalHeadingChar">
    <w:name w:val="Informational Heading Char"/>
    <w:basedOn w:val="HighRiskHeadingChar"/>
    <w:link w:val="InformationalHeading"/>
    <w:rsid w:val="00D62432"/>
    <w:rPr>
      <w:rFonts w:ascii="Calibri Light" w:eastAsia="DejaVu Sans Light" w:hAnsi="Calibri Light" w:cs="DejaVu Sans Light"/>
      <w:b w:val="0"/>
      <w:bCs/>
      <w:color w:val="0F4C57"/>
      <w:sz w:val="32"/>
      <w:szCs w:val="28"/>
      <w:shd w:val="clear" w:color="auto" w:fill="808080" w:themeFill="background1" w:themeFillShade="80"/>
    </w:rPr>
  </w:style>
  <w:style w:type="character" w:styleId="FollowedHyperlink">
    <w:name w:val="FollowedHyperlink"/>
    <w:basedOn w:val="DefaultParagraphFont"/>
    <w:uiPriority w:val="99"/>
    <w:semiHidden/>
    <w:unhideWhenUsed/>
    <w:rsid w:val="00A24C96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95002"/>
    <w:pPr>
      <w:ind w:left="720"/>
      <w:contextualSpacing/>
    </w:pPr>
    <w:rPr>
      <w:rFonts w:cs="Mangal"/>
      <w:szCs w:val="21"/>
    </w:rPr>
  </w:style>
  <w:style w:type="paragraph" w:styleId="NoSpacing">
    <w:name w:val="No Spacing"/>
    <w:link w:val="NoSpacingChar"/>
    <w:uiPriority w:val="1"/>
    <w:qFormat/>
    <w:rsid w:val="00A96886"/>
    <w:pPr>
      <w:suppressAutoHyphens w:val="0"/>
      <w:autoSpaceDN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val="en-US" w:eastAsia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A96886"/>
    <w:rPr>
      <w:rFonts w:asciiTheme="minorHAnsi" w:eastAsiaTheme="minorEastAsia" w:hAnsiTheme="minorHAnsi" w:cstheme="minorBidi"/>
      <w:kern w:val="0"/>
      <w:sz w:val="22"/>
      <w:szCs w:val="22"/>
      <w:lang w:val="en-US" w:eastAsia="en-US" w:bidi="ar-SA"/>
    </w:rPr>
  </w:style>
  <w:style w:type="paragraph" w:customStyle="1" w:styleId="FindingSubHeading">
    <w:name w:val="Finding Sub Heading"/>
    <w:basedOn w:val="Normal"/>
    <w:link w:val="FindingSubHeadingChar"/>
    <w:rsid w:val="001629B4"/>
    <w:pPr>
      <w:pBdr>
        <w:bottom w:val="single" w:sz="4" w:space="1" w:color="auto"/>
      </w:pBdr>
      <w:spacing w:after="240"/>
    </w:pPr>
    <w:rPr>
      <w:rFonts w:cstheme="majorHAnsi"/>
      <w:b/>
      <w:bCs/>
    </w:rPr>
  </w:style>
  <w:style w:type="character" w:customStyle="1" w:styleId="FindingSubHeadingChar">
    <w:name w:val="Finding Sub Heading Char"/>
    <w:basedOn w:val="DefaultParagraphFont"/>
    <w:link w:val="FindingSubHeading"/>
    <w:rsid w:val="001629B4"/>
    <w:rPr>
      <w:rFonts w:asciiTheme="majorHAnsi" w:hAnsiTheme="majorHAnsi" w:cstheme="majorHAns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3B90"/>
    <w:rPr>
      <w:rFonts w:asciiTheme="majorHAnsi" w:eastAsiaTheme="majorEastAsia" w:hAnsiTheme="majorHAnsi" w:cs="Mangal"/>
      <w:i/>
      <w:iCs/>
      <w:color w:val="DC143C"/>
      <w:szCs w:val="21"/>
    </w:rPr>
  </w:style>
  <w:style w:type="table" w:styleId="TableGrid">
    <w:name w:val="Table Grid"/>
    <w:basedOn w:val="TableNormal"/>
    <w:uiPriority w:val="39"/>
    <w:rsid w:val="005F2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ndureSecureTable">
    <w:name w:val="EndureSecureTable"/>
    <w:basedOn w:val="TableNormal"/>
    <w:uiPriority w:val="99"/>
    <w:rsid w:val="005F21C9"/>
    <w:pPr>
      <w:suppressAutoHyphens w:val="0"/>
      <w:autoSpaceDN/>
      <w:textAlignment w:val="auto"/>
    </w:pPr>
    <w:rPr>
      <w:rFonts w:ascii="Calibri" w:hAnsi="Calibri"/>
    </w:rPr>
    <w:tblPr>
      <w:tblBorders>
        <w:top w:val="single" w:sz="4" w:space="0" w:color="DC143C"/>
        <w:left w:val="single" w:sz="4" w:space="0" w:color="DC143C"/>
        <w:bottom w:val="single" w:sz="4" w:space="0" w:color="DC143C"/>
        <w:right w:val="single" w:sz="4" w:space="0" w:color="DC143C"/>
        <w:insideH w:val="single" w:sz="4" w:space="0" w:color="DC143C"/>
        <w:insideV w:val="single" w:sz="4" w:space="0" w:color="DC143C"/>
      </w:tblBorders>
    </w:tblPr>
    <w:tcPr>
      <w:shd w:val="clear" w:color="auto" w:fill="auto"/>
    </w:tcPr>
    <w:tblStylePr w:type="firstRow">
      <w:rPr>
        <w:rFonts w:asciiTheme="minorHAnsi" w:hAnsiTheme="minorHAnsi"/>
        <w:color w:val="FFFFFF" w:themeColor="background1"/>
      </w:rPr>
      <w:tblPr/>
      <w:tcPr>
        <w:shd w:val="clear" w:color="auto" w:fill="DC143C"/>
      </w:tcPr>
    </w:tblStylePr>
    <w:tblStylePr w:type="lastRow">
      <w:rPr>
        <w:rFonts w:asciiTheme="minorHAnsi" w:hAnsiTheme="minorHAnsi"/>
      </w:rPr>
    </w:tblStylePr>
  </w:style>
  <w:style w:type="table" w:customStyle="1" w:styleId="CodeBlock">
    <w:name w:val="CodeBlock"/>
    <w:basedOn w:val="TableNormal"/>
    <w:uiPriority w:val="99"/>
    <w:rsid w:val="003A16C0"/>
    <w:pPr>
      <w:suppressAutoHyphens w:val="0"/>
      <w:autoSpaceDN/>
      <w:textAlignment w:val="auto"/>
    </w:pPr>
    <w:rPr>
      <w:rFonts w:ascii="Courier New" w:hAnsi="Courier New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cPr>
      <w:shd w:val="clear" w:color="auto" w:fill="D9D9D9" w:themeFill="background1" w:themeFillShade="D9"/>
    </w:tcPr>
  </w:style>
  <w:style w:type="table" w:customStyle="1" w:styleId="ScrummageFinding">
    <w:name w:val="ScrummageFinding"/>
    <w:basedOn w:val="TableNormal"/>
    <w:uiPriority w:val="99"/>
    <w:rsid w:val="00247015"/>
    <w:pPr>
      <w:suppressAutoHyphens w:val="0"/>
      <w:autoSpaceDN/>
      <w:spacing w:before="100" w:after="100"/>
      <w:textAlignment w:val="auto"/>
    </w:pPr>
    <w:rPr>
      <w:rFonts w:asciiTheme="minorHAnsi" w:eastAsiaTheme="minorEastAsia" w:hAnsiTheme="minorHAnsi" w:cstheme="minorBidi"/>
      <w:kern w:val="0"/>
      <w:szCs w:val="22"/>
      <w:lang w:val="en-US" w:eastAsia="en-US" w:bidi="ar-SA"/>
    </w:rPr>
    <w:tblPr>
      <w:tblBorders>
        <w:top w:val="single" w:sz="4" w:space="0" w:color="DC143C"/>
        <w:left w:val="single" w:sz="4" w:space="0" w:color="DC143C"/>
        <w:bottom w:val="single" w:sz="4" w:space="0" w:color="DC143C"/>
        <w:right w:val="single" w:sz="4" w:space="0" w:color="DC143C"/>
        <w:insideH w:val="single" w:sz="4" w:space="0" w:color="DC143C"/>
        <w:insideV w:val="single" w:sz="4" w:space="0" w:color="DC143C"/>
      </w:tblBorders>
    </w:tblPr>
    <w:tblStylePr w:type="firstCol">
      <w:pPr>
        <w:wordWrap/>
        <w:ind w:leftChars="0" w:left="100" w:rightChars="0" w:right="100"/>
      </w:pPr>
      <w:tblPr/>
      <w:tcPr>
        <w:shd w:val="clear" w:color="auto" w:fill="DC143C"/>
      </w:tcPr>
    </w:tblStylePr>
  </w:style>
  <w:style w:type="paragraph" w:customStyle="1" w:styleId="FIndingSubHeading0">
    <w:name w:val="FInding Sub Heading"/>
    <w:link w:val="FIndingSubHeadingChar0"/>
    <w:qFormat/>
    <w:rsid w:val="00F02D72"/>
    <w:pPr>
      <w:pBdr>
        <w:bottom w:val="single" w:sz="4" w:space="1" w:color="auto"/>
      </w:pBdr>
    </w:pPr>
    <w:rPr>
      <w:rFonts w:asciiTheme="majorHAnsi" w:eastAsia="DejaVu Sans Light" w:hAnsiTheme="majorHAnsi" w:cs="DejaVu Sans Light"/>
      <w:b/>
    </w:rPr>
  </w:style>
  <w:style w:type="character" w:customStyle="1" w:styleId="FIndingSubHeadingChar0">
    <w:name w:val="FInding Sub Heading Char"/>
    <w:basedOn w:val="DefaultParagraphFont"/>
    <w:link w:val="FIndingSubHeading0"/>
    <w:rsid w:val="00F02D72"/>
    <w:rPr>
      <w:rFonts w:asciiTheme="majorHAnsi" w:eastAsia="DejaVu Sans Light" w:hAnsiTheme="majorHAnsi" w:cs="DejaVu Sans Light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rit\Downloads\Personal\Career\Resources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0956143B1564CA02AD42721ADE208" ma:contentTypeVersion="8" ma:contentTypeDescription="Create a new document." ma:contentTypeScope="" ma:versionID="fd6022342a6e8f5986d356a0f6bd227f">
  <xsd:schema xmlns:xsd="http://www.w3.org/2001/XMLSchema" xmlns:xs="http://www.w3.org/2001/XMLSchema" xmlns:p="http://schemas.microsoft.com/office/2006/metadata/properties" xmlns:ns2="e89f0f22-cf74-4ee6-8372-af60bb2a17f2" targetNamespace="http://schemas.microsoft.com/office/2006/metadata/properties" ma:root="true" ma:fieldsID="97aca569127380ce0ec49eb81413616e" ns2:_="">
    <xsd:import namespace="e89f0f22-cf74-4ee6-8372-af60bb2a17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f0f22-cf74-4ee6-8372-af60bb2a17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FEF2B-897A-4F2C-B620-82F33782EE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9f0f22-cf74-4ee6-8372-af60bb2a17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929593-85F9-47EE-B1F4-01EBE1002B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FCC6B1-8375-4893-BA88-9D048EB9B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490EBB-D3B7-4158-A15B-67D31781D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26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Assertiv Consulting</vt:lpstr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2020-07-19T22:59:00Z</cp:lastPrinted>
  <dcterms:created xsi:type="dcterms:W3CDTF">2021-12-20T12:22:00Z</dcterms:created>
  <dcterms:modified xsi:type="dcterms:W3CDTF">2021-12-20T13:12:00Z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0x0101001B10956143B1564CA02AD42721ADE208</vt:lpwstr>
  </property>
</Properties>
</file>