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187B1C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DA2228" w:rsidRDefault="00DA2228" w:rsidP="00DA2228">
            <w:pPr>
              <w:pStyle w:val="Absender"/>
            </w:pPr>
            <w:r w:rsidRPr="00F60EF3">
              <w:t>www.be.ch/</w:t>
            </w:r>
            <w:r w:rsidR="00A975C1">
              <w:t>prefectures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 w:rsidRPr="00F60EF3">
              <w:t>{{ZUSTAENDIG_NAME}}</w:t>
            </w:r>
          </w:p>
          <w:p w:rsidR="00DA2228" w:rsidRDefault="00DA2228" w:rsidP="00DA2228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DA2228" w:rsidP="00DA2228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vAlign w:val="bottom"/>
          </w:tcPr>
          <w:p w:rsidR="0041440D" w:rsidRPr="00336989" w:rsidRDefault="00DA2228" w:rsidP="00314AFC">
            <w:pPr>
              <w:pStyle w:val="Fuzeile"/>
            </w:pPr>
            <w:r w:rsidRPr="00F60EF3">
              <w:t>{{MEINE_ORGANISATION_NAME}}</w:t>
            </w:r>
            <w:r>
              <w:t xml:space="preserve">, </w:t>
            </w:r>
            <w:r w:rsidRPr="00DA2228">
              <w:t>{{MEINE_ORGANISATION_ADRESSE_1}}</w:t>
            </w:r>
            <w:r>
              <w:t>, {{MEINE_ORGANISATION_ADRESSE_2}}</w:t>
            </w:r>
          </w:p>
        </w:tc>
      </w:tr>
      <w:tr w:rsidR="0041440D" w:rsidRPr="0041440D" w:rsidTr="00187B1C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41440D" w:rsidRDefault="0041440D" w:rsidP="0041440D">
            <w:pPr>
              <w:pStyle w:val="Absender"/>
            </w:pPr>
          </w:p>
          <w:p w:rsidR="0041440D" w:rsidRDefault="0041440D" w:rsidP="0041440D">
            <w:pPr>
              <w:pStyle w:val="Absender"/>
            </w:pPr>
          </w:p>
          <w:p w:rsidR="009D186D" w:rsidRPr="009D186D" w:rsidRDefault="009D186D" w:rsidP="009D186D">
            <w:pPr>
              <w:pStyle w:val="Absender"/>
              <w:rPr>
                <w:b/>
                <w:lang w:val="fr-CH"/>
              </w:rPr>
            </w:pPr>
            <w:r w:rsidRPr="009D186D">
              <w:rPr>
                <w:b/>
                <w:lang w:val="fr-CH"/>
              </w:rPr>
              <w:t>Recommandé</w:t>
            </w:r>
          </w:p>
          <w:p w:rsidR="009D186D" w:rsidRPr="009D186D" w:rsidRDefault="009D186D" w:rsidP="009D186D">
            <w:pPr>
              <w:pStyle w:val="Absender"/>
              <w:rPr>
                <w:lang w:val="fr-CH"/>
              </w:rPr>
            </w:pPr>
            <w:r w:rsidRPr="009D186D">
              <w:rPr>
                <w:lang w:val="fr-CH"/>
              </w:rPr>
              <w:t>Direction des travaux publics et des transports</w:t>
            </w:r>
          </w:p>
          <w:p w:rsidR="009D186D" w:rsidRDefault="009D186D" w:rsidP="009D186D">
            <w:pPr>
              <w:pStyle w:val="Absender"/>
            </w:pPr>
            <w:r>
              <w:t>Office juridique</w:t>
            </w:r>
          </w:p>
          <w:p w:rsidR="009D186D" w:rsidRDefault="009D186D" w:rsidP="009D186D">
            <w:pPr>
              <w:pStyle w:val="Absender"/>
            </w:pPr>
            <w:r>
              <w:t>Reiterstrasse 11</w:t>
            </w:r>
          </w:p>
          <w:p w:rsidR="00DA2228" w:rsidRDefault="009D186D" w:rsidP="009D186D">
            <w:pPr>
              <w:pStyle w:val="Absender"/>
            </w:pPr>
            <w:r>
              <w:t>3011 Berne</w:t>
            </w:r>
          </w:p>
          <w:p w:rsidR="009D186D" w:rsidRPr="0041440D" w:rsidRDefault="009D186D" w:rsidP="009D186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DA2228" w:rsidRPr="0041440D" w:rsidTr="0041440D">
        <w:trPr>
          <w:trHeight w:val="23"/>
        </w:trPr>
        <w:tc>
          <w:tcPr>
            <w:tcW w:w="5102" w:type="dxa"/>
          </w:tcPr>
          <w:p w:rsidR="00DA2228" w:rsidRPr="00A975C1" w:rsidRDefault="00A975C1" w:rsidP="00DA2228">
            <w:pPr>
              <w:pStyle w:val="Absender"/>
              <w:rPr>
                <w:lang w:val="fr-CH"/>
              </w:rPr>
            </w:pPr>
            <w:r w:rsidRPr="00783544">
              <w:rPr>
                <w:lang w:val="fr-CH"/>
              </w:rPr>
              <w:t>Notre référence :</w:t>
            </w:r>
            <w:r w:rsidR="00DA2228" w:rsidRPr="00A975C1">
              <w:rPr>
                <w:lang w:val="fr-CH"/>
              </w:rPr>
              <w:t xml:space="preserve"> </w:t>
            </w:r>
            <w:r w:rsidRPr="00A975C1">
              <w:rPr>
                <w:lang w:val="fr-CH"/>
              </w:rPr>
              <w:t>Numéro eBau</w:t>
            </w:r>
            <w:r w:rsidR="00DA2228" w:rsidRPr="00A975C1">
              <w:rPr>
                <w:lang w:val="fr-CH"/>
              </w:rPr>
              <w:t xml:space="preserve"> {{EBAU_NR}} / {{DOSSIER_NR}}</w:t>
            </w:r>
          </w:p>
        </w:tc>
        <w:tc>
          <w:tcPr>
            <w:tcW w:w="4876" w:type="dxa"/>
          </w:tcPr>
          <w:p w:rsidR="00DA2228" w:rsidRPr="0041440D" w:rsidRDefault="00DA2228" w:rsidP="00DA2228">
            <w:pPr>
              <w:pStyle w:val="Absender"/>
            </w:pPr>
            <w:r w:rsidRPr="001C17C7">
              <w:t>{{HEUTE}}</w:t>
            </w:r>
          </w:p>
        </w:tc>
      </w:tr>
    </w:tbl>
    <w:p w:rsidR="004A3059" w:rsidRDefault="009D186D" w:rsidP="0041440D">
      <w:pPr>
        <w:pStyle w:val="BetreffTitel"/>
      </w:pPr>
      <w:r w:rsidRPr="00E65246">
        <w:rPr>
          <w:lang w:val="fr-CH" w:eastAsia="de-DE"/>
        </w:rPr>
        <w:t>Prise de position</w:t>
      </w:r>
    </w:p>
    <w:p w:rsidR="00A975C1" w:rsidRDefault="009D186D" w:rsidP="00DA2228">
      <w:pPr>
        <w:rPr>
          <w:lang w:eastAsia="de-DE"/>
        </w:rPr>
      </w:pPr>
      <w:proofErr w:type="gramStart"/>
      <w:r w:rsidRPr="00E65246">
        <w:rPr>
          <w:lang w:val="fr-CH" w:eastAsia="de-DE"/>
        </w:rPr>
        <w:t>dans</w:t>
      </w:r>
      <w:proofErr w:type="gramEnd"/>
      <w:r w:rsidRPr="00E65246">
        <w:rPr>
          <w:lang w:val="fr-CH" w:eastAsia="de-DE"/>
        </w:rPr>
        <w:t xml:space="preserve"> le recours opposant</w:t>
      </w:r>
    </w:p>
    <w:p w:rsidR="009D186D" w:rsidRDefault="009D186D" w:rsidP="009D186D">
      <w:pPr>
        <w:pStyle w:val="KeinLeerraum"/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recourtant"/>
            </w:ddList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9D186D" w:rsidRDefault="009D186D" w:rsidP="009D186D">
      <w:pPr>
        <w:rPr>
          <w:lang w:eastAsia="de-DE"/>
        </w:rPr>
      </w:pPr>
      <w:proofErr w:type="spellStart"/>
      <w:r>
        <w:rPr>
          <w:lang w:eastAsia="de-DE"/>
        </w:rPr>
        <w:t>représente</w:t>
      </w:r>
      <w:proofErr w:type="spellEnd"/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"/>
              <w:listEntry w:val="s"/>
              <w:listEntry w:val="es"/>
            </w:ddList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par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représentant"/>
            </w:ddList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9D186D" w:rsidRDefault="009D186D" w:rsidP="009D186D">
      <w:pPr>
        <w:pStyle w:val="Ausrichtungrechtsfett"/>
      </w:pPr>
      <w:r w:rsidRPr="00E65246">
        <w:rPr>
          <w:b w:val="0"/>
        </w:rPr>
        <w:t>-</w:t>
      </w:r>
      <w:r w:rsidRPr="00E65246">
        <w:t xml:space="preserve"> </w:t>
      </w:r>
      <w:proofErr w:type="spellStart"/>
      <w:r w:rsidRPr="00E65246">
        <w:t>recourant</w:t>
      </w:r>
      <w:proofErr w:type="spellEnd"/>
      <w:r>
        <w:fldChar w:fldCharType="begin">
          <w:ffData>
            <w:name w:val=""/>
            <w:enabled/>
            <w:calcOnExit w:val="0"/>
            <w:ddList>
              <w:listEntry w:val="e"/>
              <w:listEntry w:val="s"/>
              <w:listEntry w:val="es"/>
            </w:ddList>
          </w:ffData>
        </w:fldChar>
      </w:r>
      <w:r>
        <w:instrText xml:space="preserve"> FORMDROPDOWN </w:instrText>
      </w:r>
      <w:r>
        <w:fldChar w:fldCharType="separate"/>
      </w:r>
      <w:r>
        <w:fldChar w:fldCharType="end"/>
      </w:r>
      <w:r>
        <w:t xml:space="preserve"> -</w:t>
      </w:r>
    </w:p>
    <w:p w:rsidR="009D186D" w:rsidRPr="00E65246" w:rsidRDefault="009D186D" w:rsidP="009D186D">
      <w:r w:rsidRPr="00E65246">
        <w:t>à</w:t>
      </w:r>
    </w:p>
    <w:p w:rsidR="009D186D" w:rsidRDefault="009D186D" w:rsidP="009D186D">
      <w:pPr>
        <w:rPr>
          <w:rFonts w:cs="Arial"/>
        </w:rPr>
      </w:pPr>
      <w:r w:rsidRPr="00A07233">
        <w:t xml:space="preserve">{{GESUCHSTELLER_NAME_ADRESSE}} {{VERTRETER_NAME_ADRESSE </w:t>
      </w:r>
      <w:proofErr w:type="spellStart"/>
      <w:r w:rsidRPr="00A07233">
        <w:t>and</w:t>
      </w:r>
      <w:proofErr w:type="spellEnd"/>
      <w:r w:rsidRPr="00A07233">
        <w:t xml:space="preserve"> ", </w:t>
      </w:r>
      <w:proofErr w:type="spellStart"/>
      <w:r>
        <w:rPr>
          <w:lang w:eastAsia="de-DE"/>
        </w:rPr>
        <w:t>représente</w:t>
      </w:r>
      <w:proofErr w:type="spellEnd"/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"/>
              <w:listEntry w:val="s"/>
              <w:listEntry w:val="es"/>
            </w:ddList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rFonts w:cs="Arial"/>
        </w:rPr>
        <w:t xml:space="preserve"> </w:t>
      </w:r>
      <w:r w:rsidRPr="00E65246">
        <w:t xml:space="preserve">par </w:t>
      </w:r>
      <w:proofErr w:type="spellStart"/>
      <w:r w:rsidRPr="00E65246">
        <w:t>l'avocat</w:t>
      </w:r>
      <w:proofErr w:type="spellEnd"/>
      <w:r>
        <w:rPr>
          <w:rFonts w:cs="Arial"/>
          <w:szCs w:val="24"/>
        </w:rPr>
        <w:t xml:space="preserve"> "</w:t>
      </w:r>
      <w:r>
        <w:rPr>
          <w:rFonts w:cs="Arial"/>
        </w:rPr>
        <w:t xml:space="preserve"> + VERTRETER_NAME_ADRESSE}}</w:t>
      </w:r>
    </w:p>
    <w:p w:rsidR="009D186D" w:rsidRDefault="009D186D" w:rsidP="009D186D">
      <w:pPr>
        <w:pStyle w:val="Ausrichtungrechtsfett"/>
        <w:rPr>
          <w:lang w:val="fr-CH"/>
        </w:rPr>
      </w:pPr>
      <w:r w:rsidRPr="00E65246">
        <w:rPr>
          <w:b w:val="0"/>
          <w:lang w:val="fr-CH"/>
        </w:rPr>
        <w:t>-</w:t>
      </w:r>
      <w:r w:rsidRPr="00E65246">
        <w:rPr>
          <w:lang w:val="fr-CH"/>
        </w:rPr>
        <w:t xml:space="preserve"> intimé</w:t>
      </w:r>
      <w:r>
        <w:fldChar w:fldCharType="begin">
          <w:ffData>
            <w:name w:val=""/>
            <w:enabled/>
            <w:calcOnExit w:val="0"/>
            <w:ddList>
              <w:listEntry w:val="e"/>
              <w:listEntry w:val="s"/>
              <w:listEntry w:val="es"/>
            </w:ddList>
          </w:ffData>
        </w:fldChar>
      </w:r>
      <w:r w:rsidRPr="00E65246">
        <w:rPr>
          <w:lang w:val="fr-CH"/>
        </w:rPr>
        <w:instrText xml:space="preserve"> FORMDROPDOWN </w:instrText>
      </w:r>
      <w:r>
        <w:fldChar w:fldCharType="separate"/>
      </w:r>
      <w:r>
        <w:fldChar w:fldCharType="end"/>
      </w:r>
      <w:r w:rsidRPr="00E65246">
        <w:rPr>
          <w:lang w:val="fr-CH"/>
        </w:rPr>
        <w:t xml:space="preserve"> -</w:t>
      </w:r>
    </w:p>
    <w:p w:rsidR="009D186D" w:rsidRPr="009D186D" w:rsidRDefault="009D186D" w:rsidP="009D186D">
      <w:r w:rsidRPr="009D186D">
        <w:t>et</w:t>
      </w:r>
    </w:p>
    <w:p w:rsidR="009D186D" w:rsidRPr="009D186D" w:rsidRDefault="009D186D" w:rsidP="009D186D">
      <w:r w:rsidRPr="009D186D">
        <w:t>{{MEINE_ORGANISATION_NAME_ADRESSE}}</w:t>
      </w:r>
    </w:p>
    <w:p w:rsidR="009D186D" w:rsidRDefault="009D186D" w:rsidP="009D186D">
      <w:r>
        <w:t>{{GEMEINDE_NAME_ADRESSE}}</w:t>
      </w:r>
    </w:p>
    <w:p w:rsidR="009D186D" w:rsidRPr="009D186D" w:rsidRDefault="009D186D" w:rsidP="009D186D">
      <w:pPr>
        <w:rPr>
          <w:lang w:val="fr-CH"/>
        </w:rPr>
      </w:pPr>
      <w:proofErr w:type="gramStart"/>
      <w:r w:rsidRPr="009D186D">
        <w:rPr>
          <w:lang w:val="fr-CH"/>
        </w:rPr>
        <w:t>concernant</w:t>
      </w:r>
      <w:proofErr w:type="gramEnd"/>
      <w:r w:rsidRPr="009D186D">
        <w:rPr>
          <w:lang w:val="fr-CH"/>
        </w:rPr>
        <w:t xml:space="preserve"> {{BESCHREIBUNG_BAUVORHABEN}}</w:t>
      </w:r>
    </w:p>
    <w:p w:rsidR="009D186D" w:rsidRDefault="009D186D" w:rsidP="009D186D">
      <w:pPr>
        <w:rPr>
          <w:lang w:val="fr-CH"/>
        </w:rPr>
      </w:pPr>
      <w:r>
        <w:rPr>
          <w:lang w:val="fr-CH"/>
        </w:rPr>
        <w:t>Nous concluons au rejet du recours, dans la mesure où il convient d’entrer en matière à son sujet, et renvoyons aux considérants de la décision globale attaquée.</w:t>
      </w:r>
    </w:p>
    <w:p w:rsidR="009D186D" w:rsidRPr="00E65246" w:rsidRDefault="009D186D" w:rsidP="009D186D">
      <w:pPr>
        <w:rPr>
          <w:color w:val="FF0000"/>
          <w:lang w:val="fr-CH"/>
        </w:rPr>
      </w:pPr>
      <w:proofErr w:type="gramStart"/>
      <w:r w:rsidRPr="00E65246">
        <w:rPr>
          <w:color w:val="FF0000"/>
          <w:lang w:val="fr-CH"/>
        </w:rPr>
        <w:t>ou</w:t>
      </w:r>
      <w:proofErr w:type="gramEnd"/>
    </w:p>
    <w:p w:rsidR="009D186D" w:rsidRDefault="009D186D" w:rsidP="009D186D">
      <w:pPr>
        <w:rPr>
          <w:lang w:val="fr-CH" w:eastAsia="de-DE"/>
        </w:rPr>
      </w:pPr>
      <w:r>
        <w:rPr>
          <w:lang w:val="fr-CH" w:eastAsia="de-DE"/>
        </w:rPr>
        <w:t>Vous nous avez invités, par décision du</w:t>
      </w:r>
      <w:bookmarkStart w:id="0" w:name="__Fieldmark__430_2854779992"/>
      <w:bookmarkStart w:id="1" w:name="Dropdown3"/>
      <w:bookmarkEnd w:id="0"/>
      <w:bookmarkEnd w:id="1"/>
      <w:r>
        <w:rPr>
          <w:lang w:val="fr-CH" w:eastAsia="de-DE"/>
        </w:rPr>
        <w:t xml:space="preserve">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date)"/>
            </w:ddList>
          </w:ffData>
        </w:fldChar>
      </w:r>
      <w:r w:rsidRPr="00E65246">
        <w:rPr>
          <w:lang w:val="fr-CH"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val="fr-CH" w:eastAsia="de-DE"/>
        </w:rPr>
        <w:t xml:space="preserve">, à remettre l’ensemble du dossier de la demande de permis de construire déposé par le maître d’ouvrage ainsi qu’une prise de position au sujet du recours mentionné, en </w:t>
      </w:r>
      <w:bookmarkStart w:id="2" w:name="__Fieldmark__441_2854779992"/>
      <w:bookmarkStart w:id="3" w:name="Dropdown5"/>
      <w:bookmarkEnd w:id="2"/>
      <w:bookmarkEnd w:id="3"/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nombre)"/>
            </w:ddList>
          </w:ffData>
        </w:fldChar>
      </w:r>
      <w:r w:rsidRPr="006758A8">
        <w:rPr>
          <w:lang w:val="fr-CH"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6758A8">
        <w:rPr>
          <w:lang w:val="fr-CH" w:eastAsia="de-DE"/>
        </w:rPr>
        <w:t xml:space="preserve"> </w:t>
      </w:r>
      <w:r>
        <w:rPr>
          <w:lang w:val="fr-CH" w:eastAsia="de-DE"/>
        </w:rPr>
        <w:t>exemplaires.</w:t>
      </w:r>
    </w:p>
    <w:p w:rsidR="009D186D" w:rsidRDefault="009D186D" w:rsidP="009D186D">
      <w:pPr>
        <w:rPr>
          <w:lang w:val="fr-CH"/>
        </w:rPr>
      </w:pPr>
      <w:r>
        <w:rPr>
          <w:lang w:val="fr-CH"/>
        </w:rPr>
        <w:t xml:space="preserve">Le dossier est joint au présent courrier. L’administration des constructions de la commune </w:t>
      </w:r>
      <w:r w:rsidRPr="006758A8">
        <w:rPr>
          <w:color w:val="FF0000"/>
          <w:lang w:val="fr-CH"/>
        </w:rPr>
        <w:t>de/d’/du</w:t>
      </w:r>
      <w:r>
        <w:rPr>
          <w:lang w:val="fr-CH"/>
        </w:rPr>
        <w:t xml:space="preserve"> </w:t>
      </w:r>
      <w:r w:rsidRPr="006758A8">
        <w:rPr>
          <w:lang w:val="fr-CH"/>
        </w:rPr>
        <w:t>{{GEMEINDE}}</w:t>
      </w:r>
      <w:r>
        <w:rPr>
          <w:lang w:val="fr-CH"/>
        </w:rPr>
        <w:t xml:space="preserve"> dispose quant à elle des plans qui ont été approuvés. Nous partons du principe que vous allez les demander à la commune.</w:t>
      </w:r>
    </w:p>
    <w:p w:rsidR="009D186D" w:rsidRPr="00E65246" w:rsidRDefault="009D186D" w:rsidP="009D186D">
      <w:pPr>
        <w:rPr>
          <w:lang w:val="fr-CH"/>
        </w:rPr>
      </w:pPr>
      <w:r>
        <w:rPr>
          <w:rFonts w:cs="Arial"/>
          <w:lang w:val="fr-CH"/>
        </w:rPr>
        <w:t xml:space="preserve">Après examen du mémoire de recours du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date)"/>
            </w:ddList>
          </w:ffData>
        </w:fldChar>
      </w:r>
      <w:r w:rsidRPr="00E65246">
        <w:rPr>
          <w:lang w:val="fr-CH"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rFonts w:cs="Arial"/>
          <w:lang w:val="fr-CH"/>
        </w:rPr>
        <w:t xml:space="preserve">, nous renonçons à envoyer une prise de position formelle et renvoyons au dossier dans la procédure d’octroi du permis de construire </w:t>
      </w:r>
      <w:r w:rsidRPr="006758A8">
        <w:rPr>
          <w:lang w:val="fr-CH"/>
        </w:rPr>
        <w:t>{{DOSSIER_NR}}</w:t>
      </w:r>
      <w:r>
        <w:rPr>
          <w:rFonts w:cs="Arial"/>
          <w:lang w:val="fr-CH"/>
        </w:rPr>
        <w:t>.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DA2228" w:rsidRPr="00320225" w:rsidRDefault="00A975C1" w:rsidP="00DA2228">
            <w:pPr>
              <w:pStyle w:val="KeinLeerraum"/>
              <w:keepNext/>
              <w:keepLines/>
              <w:rPr>
                <w:lang w:val="fr-CH"/>
              </w:rPr>
            </w:pPr>
            <w:r w:rsidRPr="00320225">
              <w:rPr>
                <w:lang w:val="fr-CH"/>
              </w:rPr>
              <w:lastRenderedPageBreak/>
              <w:t>Préfecture du/de</w:t>
            </w:r>
          </w:p>
          <w:p w:rsidR="00496AC7" w:rsidRPr="00320225" w:rsidRDefault="00DA2228" w:rsidP="00DA2228">
            <w:pPr>
              <w:pStyle w:val="KeinLeerraum"/>
              <w:keepNext/>
              <w:keepLines/>
              <w:rPr>
                <w:lang w:val="fr-CH"/>
              </w:rPr>
            </w:pPr>
            <w:r w:rsidRPr="00320225">
              <w:rPr>
                <w:lang w:val="fr-CH"/>
              </w:rPr>
              <w:t>{{MEINE_ORGANISATION_NAME_KURZ}}</w:t>
            </w:r>
          </w:p>
          <w:p w:rsidR="00DA2228" w:rsidRPr="00320225" w:rsidRDefault="00DA2228" w:rsidP="00DA2228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320225" w:rsidRDefault="00496AC7" w:rsidP="00B71B70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320225" w:rsidRDefault="00496AC7" w:rsidP="00B71B70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320225" w:rsidRDefault="00496AC7" w:rsidP="00B71B70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Default="00DA2228" w:rsidP="00B71B70">
            <w:pPr>
              <w:pStyle w:val="KeinLeerraum"/>
              <w:keepNext/>
              <w:keepLines/>
            </w:pPr>
            <w:r w:rsidRPr="002933B4">
              <w:t>{{ZUSTAENDIG_NAME}}</w:t>
            </w:r>
          </w:p>
        </w:tc>
      </w:tr>
    </w:tbl>
    <w:p w:rsidR="00496AC7" w:rsidRDefault="00496AC7" w:rsidP="00496AC7">
      <w:pPr>
        <w:pStyle w:val="KeinLeerraum"/>
      </w:pPr>
    </w:p>
    <w:p w:rsidR="009D186D" w:rsidRDefault="009D186D" w:rsidP="00496AC7">
      <w:pPr>
        <w:pStyle w:val="Absender"/>
      </w:pPr>
      <w:r>
        <w:rPr>
          <w:lang w:val="fr-CH" w:eastAsia="de-DE"/>
        </w:rPr>
        <w:t xml:space="preserve">En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nombre)"/>
            </w:ddList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rPr>
          <w:lang w:eastAsia="de-DE"/>
        </w:rPr>
        <w:t xml:space="preserve"> </w:t>
      </w:r>
      <w:r>
        <w:rPr>
          <w:lang w:val="fr-CH" w:eastAsia="de-DE"/>
        </w:rPr>
        <w:t>exemplaires</w:t>
      </w:r>
      <w:bookmarkStart w:id="4" w:name="_GoBack"/>
      <w:bookmarkEnd w:id="4"/>
    </w:p>
    <w:p w:rsidR="009D186D" w:rsidRDefault="009D186D" w:rsidP="00496AC7">
      <w:pPr>
        <w:pStyle w:val="Absender"/>
      </w:pPr>
    </w:p>
    <w:p w:rsidR="00496AC7" w:rsidRDefault="00A975C1" w:rsidP="00496AC7">
      <w:pPr>
        <w:pStyle w:val="Absender"/>
      </w:pPr>
      <w:r>
        <w:t>Annexe</w:t>
      </w:r>
    </w:p>
    <w:p w:rsidR="00496AC7" w:rsidRPr="009D186D" w:rsidRDefault="009D186D" w:rsidP="009D186D">
      <w:pPr>
        <w:pStyle w:val="Aufzhlung85pt"/>
        <w:rPr>
          <w:lang w:val="fr-CH"/>
        </w:rPr>
      </w:pPr>
      <w:r>
        <w:rPr>
          <w:lang w:val="fr-CH"/>
        </w:rPr>
        <w:t>D</w:t>
      </w:r>
      <w:r>
        <w:rPr>
          <w:lang w:val="fr-CH"/>
        </w:rPr>
        <w:t>ossier du projet de construction</w:t>
      </w:r>
    </w:p>
    <w:sectPr w:rsidR="00496AC7" w:rsidRPr="009D186D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9D186D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9D186D">
                            <w:fldChar w:fldCharType="begin"/>
                          </w:r>
                          <w:r w:rsidR="009D186D">
                            <w:instrText xml:space="preserve"> NUMPAGES   \* MERGEFORMAT </w:instrText>
                          </w:r>
                          <w:r w:rsidR="009D186D">
                            <w:fldChar w:fldCharType="separate"/>
                          </w:r>
                          <w:r w:rsidR="009D186D">
                            <w:t>2</w:t>
                          </w:r>
                          <w:r w:rsidR="009D186D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9D186D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9D186D">
                      <w:fldChar w:fldCharType="begin"/>
                    </w:r>
                    <w:r w:rsidR="009D186D">
                      <w:instrText xml:space="preserve"> NUMPAGES   \* MERGEFORMAT </w:instrText>
                    </w:r>
                    <w:r w:rsidR="009D186D">
                      <w:fldChar w:fldCharType="separate"/>
                    </w:r>
                    <w:r w:rsidR="009D186D">
                      <w:t>2</w:t>
                    </w:r>
                    <w:r w:rsidR="009D186D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SortMethod w:val="0000"/>
  <w:defaultTabStop w:val="720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C61A6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D1389"/>
    <w:rsid w:val="001D213B"/>
    <w:rsid w:val="001E2E1A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225"/>
    <w:rsid w:val="0032051A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5AC8"/>
    <w:rsid w:val="00617696"/>
    <w:rsid w:val="00630F1C"/>
    <w:rsid w:val="006358F2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8068AB"/>
    <w:rsid w:val="0080695C"/>
    <w:rsid w:val="008232F0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186D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75C1"/>
    <w:rsid w:val="00AD50BA"/>
    <w:rsid w:val="00AE2D5C"/>
    <w:rsid w:val="00AF0A06"/>
    <w:rsid w:val="00AF3AA7"/>
    <w:rsid w:val="00AF705E"/>
    <w:rsid w:val="00B000F6"/>
    <w:rsid w:val="00B123A8"/>
    <w:rsid w:val="00B41F8D"/>
    <w:rsid w:val="00B71B70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2B21"/>
    <w:rsid w:val="00F91D8D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4ADD0EFA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6358F2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arberg\Informatik\SARSTA\&#220;BERARBEITUNG%20Vorlagen\Normal.dot\Normal-new%20CI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618D9-DDE7-4420-8120-EECB56035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Normal-new CI.dotm</Template>
  <TotalTime>0</TotalTime>
  <Pages>2</Pages>
  <Words>267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DIJ-RSTA-Seeland</cp:lastModifiedBy>
  <cp:revision>10</cp:revision>
  <dcterms:created xsi:type="dcterms:W3CDTF">2021-03-29T08:32:00Z</dcterms:created>
  <dcterms:modified xsi:type="dcterms:W3CDTF">2021-11-18T11:07:00Z</dcterms:modified>
</cp:coreProperties>
</file>