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876"/>
      </w:tblGrid>
      <w:tr w:rsidR="0041440D" w:rsidRPr="0041440D" w:rsidTr="007C2791">
        <w:trPr>
          <w:trHeight w:val="1219"/>
        </w:trPr>
        <w:tc>
          <w:tcPr>
            <w:tcW w:w="5102" w:type="dxa"/>
            <w:vMerge w:val="restart"/>
          </w:tcPr>
          <w:p w:rsidR="0041440D" w:rsidRDefault="00F60EF3" w:rsidP="0041440D">
            <w:pPr>
              <w:pStyle w:val="Absender"/>
            </w:pPr>
            <w:r w:rsidRPr="00F60EF3">
              <w:t>{{MEINE_ORGANISATION_NAME}}</w:t>
            </w:r>
          </w:p>
          <w:p w:rsidR="00F60EF3" w:rsidRDefault="00F60EF3" w:rsidP="0041440D">
            <w:pPr>
              <w:pStyle w:val="Absender"/>
            </w:pPr>
          </w:p>
          <w:p w:rsidR="00F60EF3" w:rsidRDefault="00F60EF3" w:rsidP="00F60EF3">
            <w:pPr>
              <w:pStyle w:val="Absender"/>
            </w:pPr>
            <w:r>
              <w:t>{{MEINE_ORGANISATION_ADRESSE_1}}</w:t>
            </w:r>
          </w:p>
          <w:p w:rsidR="0041440D" w:rsidRDefault="00F60EF3" w:rsidP="00F60EF3">
            <w:pPr>
              <w:pStyle w:val="Absender"/>
            </w:pPr>
            <w:r>
              <w:t>{{MEINE_ORGANISATION_ADRESSE_2}}</w:t>
            </w:r>
          </w:p>
          <w:p w:rsidR="0041440D" w:rsidRDefault="00F60EF3" w:rsidP="0041440D">
            <w:pPr>
              <w:pStyle w:val="Absender"/>
            </w:pPr>
            <w:r w:rsidRPr="00F60EF3">
              <w:t>{{MEINE_ORGANISATION_TELEFON}}</w:t>
            </w:r>
          </w:p>
          <w:p w:rsidR="0041440D" w:rsidRDefault="00F60EF3" w:rsidP="0041440D">
            <w:pPr>
              <w:pStyle w:val="Absender"/>
            </w:pPr>
            <w:r w:rsidRPr="00F60EF3">
              <w:t>{{MEINE_ORGANISATION_EMAIL}}</w:t>
            </w:r>
          </w:p>
          <w:p w:rsidR="0010791D" w:rsidRDefault="0010791D" w:rsidP="0010791D">
            <w:pPr>
              <w:pStyle w:val="Absender"/>
            </w:pPr>
            <w:r w:rsidRPr="00F60EF3">
              <w:t>www.be.ch/</w:t>
            </w:r>
            <w:r>
              <w:t>prefectures</w:t>
            </w:r>
          </w:p>
          <w:p w:rsidR="00F60EF3" w:rsidRDefault="00F60EF3" w:rsidP="0041440D">
            <w:pPr>
              <w:pStyle w:val="Absender"/>
            </w:pPr>
          </w:p>
          <w:p w:rsidR="0041440D" w:rsidRDefault="00F60EF3" w:rsidP="0041440D">
            <w:pPr>
              <w:pStyle w:val="Absender"/>
            </w:pPr>
            <w:r w:rsidRPr="00F60EF3">
              <w:t>{{ZUSTAENDIG_NAME}}</w:t>
            </w:r>
          </w:p>
          <w:p w:rsidR="0041440D" w:rsidRDefault="00F60EF3" w:rsidP="0041440D">
            <w:pPr>
              <w:pStyle w:val="Absender"/>
            </w:pPr>
            <w:r w:rsidRPr="00F60EF3">
              <w:t>{{ZUSTAENDIG_TELEFON}}</w:t>
            </w:r>
          </w:p>
          <w:p w:rsidR="0041440D" w:rsidRPr="0041440D" w:rsidRDefault="00F60EF3" w:rsidP="0041440D">
            <w:pPr>
              <w:pStyle w:val="Absender"/>
            </w:pPr>
            <w:r w:rsidRPr="00F60EF3">
              <w:t>{{ZUSTAENDIG_EMAIL}}</w:t>
            </w:r>
          </w:p>
        </w:tc>
        <w:tc>
          <w:tcPr>
            <w:tcW w:w="4876" w:type="dxa"/>
            <w:vAlign w:val="bottom"/>
          </w:tcPr>
          <w:p w:rsidR="0041440D" w:rsidRPr="00336989" w:rsidRDefault="0041440D" w:rsidP="00314AFC">
            <w:pPr>
              <w:pStyle w:val="Fuzeile"/>
            </w:pPr>
          </w:p>
        </w:tc>
      </w:tr>
      <w:tr w:rsidR="0041440D" w:rsidRPr="0041440D" w:rsidTr="007C2791">
        <w:trPr>
          <w:trHeight w:val="2194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41440D" w:rsidRPr="0041440D" w:rsidTr="0041440D">
        <w:trPr>
          <w:trHeight w:val="283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41440D" w:rsidRPr="0041440D" w:rsidTr="0041440D">
        <w:trPr>
          <w:trHeight w:val="23"/>
        </w:trPr>
        <w:tc>
          <w:tcPr>
            <w:tcW w:w="5102" w:type="dxa"/>
          </w:tcPr>
          <w:p w:rsidR="0041440D" w:rsidRPr="0010791D" w:rsidRDefault="0010791D" w:rsidP="0041440D">
            <w:pPr>
              <w:pStyle w:val="Absender"/>
              <w:rPr>
                <w:lang w:val="fr-CH"/>
              </w:rPr>
            </w:pPr>
            <w:r w:rsidRPr="00783544">
              <w:rPr>
                <w:lang w:val="fr-CH"/>
              </w:rPr>
              <w:t>Notre référence :</w:t>
            </w:r>
            <w:r w:rsidRPr="00A975C1">
              <w:rPr>
                <w:lang w:val="fr-CH"/>
              </w:rPr>
              <w:t xml:space="preserve"> Numéro eBau {{EBAU_NR}} / {{DOSSIER_NR}}</w:t>
            </w:r>
          </w:p>
        </w:tc>
        <w:tc>
          <w:tcPr>
            <w:tcW w:w="4876" w:type="dxa"/>
          </w:tcPr>
          <w:p w:rsidR="0041440D" w:rsidRPr="0041440D" w:rsidRDefault="001C17C7" w:rsidP="0041440D">
            <w:pPr>
              <w:pStyle w:val="Absender"/>
            </w:pPr>
            <w:r w:rsidRPr="001C17C7">
              <w:t>{{HEUTE}}</w:t>
            </w:r>
          </w:p>
        </w:tc>
      </w:tr>
    </w:tbl>
    <w:p w:rsidR="007C2791" w:rsidRPr="00A35834" w:rsidRDefault="00A35834" w:rsidP="0041440D">
      <w:pPr>
        <w:pStyle w:val="BetreffTitel"/>
        <w:rPr>
          <w:lang w:val="fr-CH"/>
        </w:rPr>
      </w:pPr>
      <w:r w:rsidRPr="007E3CB4">
        <w:rPr>
          <w:lang w:val="fr-CH" w:eastAsia="de-DE"/>
        </w:rPr>
        <w:t>Procès-verbal des pourparlers de conciliation</w:t>
      </w:r>
    </w:p>
    <w:tbl>
      <w:tblPr>
        <w:tblStyle w:val="Tabellenraster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</w:tblCellMar>
        <w:tblLook w:val="04A0" w:firstRow="1" w:lastRow="0" w:firstColumn="1" w:lastColumn="0" w:noHBand="0" w:noVBand="1"/>
      </w:tblPr>
      <w:tblGrid>
        <w:gridCol w:w="2410"/>
        <w:gridCol w:w="3119"/>
        <w:gridCol w:w="1275"/>
        <w:gridCol w:w="3119"/>
      </w:tblGrid>
      <w:tr w:rsidR="00A35834" w:rsidTr="00A35834">
        <w:tc>
          <w:tcPr>
            <w:tcW w:w="2410" w:type="dxa"/>
          </w:tcPr>
          <w:p w:rsidR="00A35834" w:rsidRDefault="00A35834" w:rsidP="00790E5C">
            <w:pPr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Commune</w:t>
            </w:r>
            <w:proofErr w:type="spellEnd"/>
          </w:p>
        </w:tc>
        <w:tc>
          <w:tcPr>
            <w:tcW w:w="7513" w:type="dxa"/>
            <w:gridSpan w:val="3"/>
          </w:tcPr>
          <w:p w:rsidR="00A35834" w:rsidRDefault="00A35834" w:rsidP="00790E5C">
            <w:pPr>
              <w:rPr>
                <w:lang w:eastAsia="de-DE"/>
              </w:rPr>
            </w:pPr>
            <w:r w:rsidRPr="0042154F">
              <w:rPr>
                <w:lang w:eastAsia="de-DE"/>
              </w:rPr>
              <w:t>{{GEMEINDE}}</w:t>
            </w:r>
          </w:p>
        </w:tc>
      </w:tr>
      <w:tr w:rsidR="00A35834" w:rsidTr="00A35834">
        <w:tc>
          <w:tcPr>
            <w:tcW w:w="2410" w:type="dxa"/>
          </w:tcPr>
          <w:p w:rsidR="00A35834" w:rsidRDefault="00A35834" w:rsidP="00790E5C">
            <w:pPr>
              <w:rPr>
                <w:lang w:eastAsia="de-DE"/>
              </w:rPr>
            </w:pPr>
            <w:r w:rsidRPr="00AE0CC4">
              <w:rPr>
                <w:lang w:val="fr-CH" w:eastAsia="de-DE"/>
              </w:rPr>
              <w:t>Maître d’ouvrage</w:t>
            </w:r>
          </w:p>
        </w:tc>
        <w:tc>
          <w:tcPr>
            <w:tcW w:w="7513" w:type="dxa"/>
            <w:gridSpan w:val="3"/>
          </w:tcPr>
          <w:p w:rsidR="00A35834" w:rsidRPr="007A1D8D" w:rsidRDefault="00A35834" w:rsidP="00A35834">
            <w:pPr>
              <w:pStyle w:val="FettbasierendaufStandard"/>
            </w:pPr>
            <w:r w:rsidRPr="007A1D8D">
              <w:t xml:space="preserve">{{ALLE_GESUCHSTELLER_NAME_ADRESSE 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</w:tr>
      <w:tr w:rsidR="00A35834" w:rsidTr="00A35834">
        <w:tc>
          <w:tcPr>
            <w:tcW w:w="2410" w:type="dxa"/>
          </w:tcPr>
          <w:p w:rsidR="00A35834" w:rsidRDefault="00A35834" w:rsidP="00790E5C">
            <w:pPr>
              <w:rPr>
                <w:lang w:eastAsia="de-DE"/>
              </w:rPr>
            </w:pPr>
            <w:r w:rsidRPr="00AE0CC4"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représenté par"/>
                    <w:listEntry w:val="représentée par"/>
                  </w:ddList>
                </w:ffData>
              </w:fldChar>
            </w:r>
            <w:r w:rsidRPr="00AE0CC4">
              <w:rPr>
                <w:lang w:val="fr-CH" w:eastAsia="de-DE"/>
              </w:rPr>
              <w:instrText xml:space="preserve"> FORMDROPDOWN </w:instrText>
            </w:r>
            <w:r>
              <w:rPr>
                <w:lang w:val="fr-CH" w:eastAsia="de-DE"/>
              </w:rPr>
            </w:r>
            <w:r>
              <w:rPr>
                <w:lang w:val="fr-CH" w:eastAsia="de-DE"/>
              </w:rPr>
              <w:fldChar w:fldCharType="separate"/>
            </w:r>
            <w:r w:rsidRPr="00AE0CC4">
              <w:rPr>
                <w:lang w:val="fr-CH" w:eastAsia="de-DE"/>
              </w:rPr>
              <w:fldChar w:fldCharType="end"/>
            </w:r>
          </w:p>
        </w:tc>
        <w:tc>
          <w:tcPr>
            <w:tcW w:w="7513" w:type="dxa"/>
            <w:gridSpan w:val="3"/>
          </w:tcPr>
          <w:p w:rsidR="00A35834" w:rsidRDefault="00A35834" w:rsidP="00790E5C">
            <w:r w:rsidRPr="00AA6625">
              <w:rPr>
                <w:rFonts w:cs="Arial"/>
              </w:rPr>
              <w:t>{{</w:t>
            </w:r>
            <w:r>
              <w:rPr>
                <w:rFonts w:cs="Arial"/>
              </w:rPr>
              <w:t>ALLE_</w:t>
            </w:r>
            <w:r w:rsidRPr="00AA6625">
              <w:rPr>
                <w:rFonts w:cs="Arial"/>
              </w:rPr>
              <w:t xml:space="preserve">VERTRETER_NAME_ADRESSE </w:t>
            </w:r>
            <w:r>
              <w:rPr>
                <w:rFonts w:cs="Arial"/>
              </w:rPr>
              <w:t xml:space="preserve">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</w:tr>
      <w:tr w:rsidR="00A35834" w:rsidTr="00A35834">
        <w:tc>
          <w:tcPr>
            <w:tcW w:w="2410" w:type="dxa"/>
          </w:tcPr>
          <w:p w:rsidR="00A35834" w:rsidRDefault="00A35834" w:rsidP="00790E5C">
            <w:pPr>
              <w:rPr>
                <w:lang w:eastAsia="de-DE"/>
              </w:rPr>
            </w:pPr>
            <w:r w:rsidRPr="00AE0CC4">
              <w:rPr>
                <w:lang w:val="fr-CH" w:eastAsia="de-DE"/>
              </w:rPr>
              <w:t>Projet de construction</w:t>
            </w:r>
          </w:p>
        </w:tc>
        <w:tc>
          <w:tcPr>
            <w:tcW w:w="7513" w:type="dxa"/>
            <w:gridSpan w:val="3"/>
          </w:tcPr>
          <w:p w:rsidR="00A35834" w:rsidRDefault="00A35834" w:rsidP="00A35834">
            <w:pPr>
              <w:pStyle w:val="FettbasierendaufStandard"/>
              <w:rPr>
                <w:lang w:eastAsia="de-DE"/>
              </w:rPr>
            </w:pPr>
            <w:r w:rsidRPr="0042154F">
              <w:rPr>
                <w:lang w:eastAsia="de-DE"/>
              </w:rPr>
              <w:t>{{BESCHREIBUNG_BAUVORHABEN}}</w:t>
            </w:r>
          </w:p>
        </w:tc>
      </w:tr>
      <w:tr w:rsidR="00A35834" w:rsidTr="00A35834">
        <w:tc>
          <w:tcPr>
            <w:tcW w:w="2410" w:type="dxa"/>
          </w:tcPr>
          <w:p w:rsidR="00A35834" w:rsidRDefault="00A35834" w:rsidP="00790E5C">
            <w:pPr>
              <w:rPr>
                <w:lang w:eastAsia="de-DE"/>
              </w:rPr>
            </w:pPr>
            <w:r w:rsidRPr="00AE0CC4">
              <w:rPr>
                <w:lang w:val="fr-CH" w:eastAsia="de-DE"/>
              </w:rPr>
              <w:t>Emplacement</w:t>
            </w:r>
          </w:p>
        </w:tc>
        <w:tc>
          <w:tcPr>
            <w:tcW w:w="7513" w:type="dxa"/>
            <w:gridSpan w:val="3"/>
          </w:tcPr>
          <w:p w:rsidR="00A35834" w:rsidRDefault="00A35834" w:rsidP="00790E5C">
            <w:pPr>
              <w:rPr>
                <w:lang w:eastAsia="de-DE"/>
              </w:rPr>
            </w:pPr>
            <w:r>
              <w:t xml:space="preserve">{{ADRESSE}}, </w:t>
            </w:r>
            <w:r>
              <w:rPr>
                <w:lang w:val="fr-CH"/>
              </w:rPr>
              <w:t>n</w:t>
            </w:r>
            <w:r w:rsidRPr="00C94C10">
              <w:rPr>
                <w:vertAlign w:val="superscript"/>
                <w:lang w:val="fr-CH"/>
              </w:rPr>
              <w:t>o</w:t>
            </w:r>
            <w:r w:rsidRPr="00AE0CC4">
              <w:rPr>
                <w:lang w:val="fr-CH"/>
              </w:rPr>
              <w:t xml:space="preserve"> </w:t>
            </w:r>
            <w:r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de la"/>
                    <w:listEntry w:val="des"/>
                  </w:ddList>
                </w:ffData>
              </w:fldChar>
            </w:r>
            <w:r>
              <w:rPr>
                <w:lang w:val="fr-CH" w:eastAsia="de-DE"/>
              </w:rPr>
              <w:instrText xml:space="preserve"> FORMDROPDOWN </w:instrText>
            </w:r>
            <w:r>
              <w:rPr>
                <w:lang w:val="fr-CH" w:eastAsia="de-DE"/>
              </w:rPr>
            </w:r>
            <w:r>
              <w:rPr>
                <w:lang w:val="fr-CH" w:eastAsia="de-DE"/>
              </w:rPr>
              <w:fldChar w:fldCharType="separate"/>
            </w:r>
            <w:r>
              <w:rPr>
                <w:lang w:val="fr-CH" w:eastAsia="de-DE"/>
              </w:rPr>
              <w:fldChar w:fldCharType="end"/>
            </w:r>
            <w:r w:rsidRPr="00AE0CC4">
              <w:rPr>
                <w:lang w:val="fr-CH"/>
              </w:rPr>
              <w:t xml:space="preserve"> parcelle</w:t>
            </w:r>
            <w:r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s"/>
                  </w:ddList>
                </w:ffData>
              </w:fldChar>
            </w:r>
            <w:r>
              <w:rPr>
                <w:lang w:val="fr-CH" w:eastAsia="de-DE"/>
              </w:rPr>
              <w:instrText xml:space="preserve"> FORMDROPDOWN </w:instrText>
            </w:r>
            <w:r>
              <w:rPr>
                <w:lang w:val="fr-CH" w:eastAsia="de-DE"/>
              </w:rPr>
            </w:r>
            <w:r>
              <w:rPr>
                <w:lang w:val="fr-CH" w:eastAsia="de-DE"/>
              </w:rPr>
              <w:fldChar w:fldCharType="separate"/>
            </w:r>
            <w:r>
              <w:rPr>
                <w:lang w:val="fr-CH" w:eastAsia="de-DE"/>
              </w:rPr>
              <w:fldChar w:fldCharType="end"/>
            </w:r>
            <w:r>
              <w:t xml:space="preserve"> {{PARZELLE}}</w:t>
            </w:r>
          </w:p>
        </w:tc>
      </w:tr>
      <w:tr w:rsidR="00A35834" w:rsidTr="00A35834">
        <w:tc>
          <w:tcPr>
            <w:tcW w:w="2410" w:type="dxa"/>
          </w:tcPr>
          <w:p w:rsidR="00A35834" w:rsidRPr="00AE0CC4" w:rsidRDefault="00A35834" w:rsidP="00790E5C">
            <w:pPr>
              <w:rPr>
                <w:lang w:val="fr-CH" w:eastAsia="de-DE"/>
              </w:rPr>
            </w:pPr>
            <w:proofErr w:type="spellStart"/>
            <w:r>
              <w:rPr>
                <w:lang w:eastAsia="de-DE"/>
              </w:rPr>
              <w:t>Opposant</w:t>
            </w:r>
            <w:proofErr w:type="spellEnd"/>
          </w:p>
        </w:tc>
        <w:tc>
          <w:tcPr>
            <w:tcW w:w="7513" w:type="dxa"/>
            <w:gridSpan w:val="3"/>
          </w:tcPr>
          <w:p w:rsidR="00A35834" w:rsidRDefault="00A35834" w:rsidP="00A35834">
            <w:pPr>
              <w:pStyle w:val="AufzhlungBrief"/>
              <w:numPr>
                <w:ilvl w:val="0"/>
                <w:numId w:val="9"/>
              </w:numPr>
              <w:spacing w:line="280" w:lineRule="atLeast"/>
              <w:ind w:left="357" w:hanging="357"/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>
              <w:rPr>
                <w:lang w:eastAsia="de-DE"/>
              </w:rPr>
            </w:r>
            <w:r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</w:tr>
      <w:tr w:rsidR="00A35834" w:rsidTr="00A35834">
        <w:tc>
          <w:tcPr>
            <w:tcW w:w="2410" w:type="dxa"/>
          </w:tcPr>
          <w:p w:rsidR="00A35834" w:rsidRPr="00AE0CC4" w:rsidRDefault="00A35834" w:rsidP="00790E5C">
            <w:pPr>
              <w:rPr>
                <w:lang w:val="fr-CH" w:eastAsia="de-DE"/>
              </w:rPr>
            </w:pPr>
            <w:r>
              <w:rPr>
                <w:lang w:val="fr-CH" w:eastAsia="de-DE"/>
              </w:rPr>
              <w:t>Date</w:t>
            </w:r>
          </w:p>
        </w:tc>
        <w:tc>
          <w:tcPr>
            <w:tcW w:w="3119" w:type="dxa"/>
          </w:tcPr>
          <w:p w:rsidR="00A35834" w:rsidRDefault="00A35834" w:rsidP="00790E5C">
            <w:r w:rsidRPr="00FB4667">
              <w:t>{{HEUTE}}</w:t>
            </w:r>
          </w:p>
        </w:tc>
        <w:tc>
          <w:tcPr>
            <w:tcW w:w="1275" w:type="dxa"/>
          </w:tcPr>
          <w:p w:rsidR="00A35834" w:rsidRDefault="00A35834" w:rsidP="00790E5C">
            <w:r>
              <w:t>Heure</w:t>
            </w:r>
          </w:p>
        </w:tc>
        <w:tc>
          <w:tcPr>
            <w:tcW w:w="3119" w:type="dxa"/>
          </w:tcPr>
          <w:p w:rsidR="00A35834" w:rsidRDefault="00A35834" w:rsidP="00790E5C"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>
              <w:rPr>
                <w:lang w:eastAsia="de-DE"/>
              </w:rPr>
            </w:r>
            <w:r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</w:tr>
      <w:tr w:rsidR="00A35834" w:rsidTr="00A35834">
        <w:tc>
          <w:tcPr>
            <w:tcW w:w="2410" w:type="dxa"/>
          </w:tcPr>
          <w:p w:rsidR="00A35834" w:rsidRPr="00AE0CC4" w:rsidRDefault="00A35834" w:rsidP="00790E5C">
            <w:pPr>
              <w:rPr>
                <w:lang w:val="fr-CH" w:eastAsia="de-DE"/>
              </w:rPr>
            </w:pPr>
            <w:r>
              <w:rPr>
                <w:lang w:val="fr-CH" w:eastAsia="de-DE"/>
              </w:rPr>
              <w:t>Lieu</w:t>
            </w:r>
          </w:p>
        </w:tc>
        <w:tc>
          <w:tcPr>
            <w:tcW w:w="7513" w:type="dxa"/>
            <w:gridSpan w:val="3"/>
          </w:tcPr>
          <w:p w:rsidR="00A35834" w:rsidRDefault="00A35834" w:rsidP="00790E5C">
            <w:r>
              <w:rPr>
                <w:lang w:eastAsia="de-DE"/>
              </w:rPr>
              <w:t>{{MEINE_ORGANISATION_NAME_ADRESSE}}</w:t>
            </w:r>
          </w:p>
        </w:tc>
      </w:tr>
      <w:tr w:rsidR="00A35834" w:rsidTr="00A35834">
        <w:tc>
          <w:tcPr>
            <w:tcW w:w="2410" w:type="dxa"/>
          </w:tcPr>
          <w:p w:rsidR="00A35834" w:rsidRPr="00AE0CC4" w:rsidRDefault="00A35834" w:rsidP="00790E5C">
            <w:pPr>
              <w:rPr>
                <w:lang w:val="fr-CH" w:eastAsia="de-DE"/>
              </w:rPr>
            </w:pPr>
            <w:proofErr w:type="spellStart"/>
            <w:r>
              <w:rPr>
                <w:lang w:eastAsia="de-DE"/>
              </w:rPr>
              <w:t>Présidence</w:t>
            </w:r>
            <w:proofErr w:type="spellEnd"/>
          </w:p>
        </w:tc>
        <w:tc>
          <w:tcPr>
            <w:tcW w:w="7513" w:type="dxa"/>
            <w:gridSpan w:val="3"/>
          </w:tcPr>
          <w:p w:rsidR="00A35834" w:rsidRDefault="00A35834" w:rsidP="00790E5C"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La prétète"/>
                    <w:listEntry w:val="Le préfet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>
              <w:rPr>
                <w:lang w:eastAsia="de-DE"/>
              </w:rPr>
            </w:r>
            <w:r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  <w:r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om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>
              <w:rPr>
                <w:lang w:eastAsia="de-DE"/>
              </w:rPr>
            </w:r>
            <w:r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</w:tr>
      <w:tr w:rsidR="00A35834" w:rsidTr="00A35834">
        <w:tc>
          <w:tcPr>
            <w:tcW w:w="2410" w:type="dxa"/>
          </w:tcPr>
          <w:p w:rsidR="00A35834" w:rsidRPr="00AE0CC4" w:rsidRDefault="00A35834" w:rsidP="00790E5C">
            <w:pPr>
              <w:rPr>
                <w:lang w:val="fr-CH" w:eastAsia="de-DE"/>
              </w:rPr>
            </w:pPr>
            <w:proofErr w:type="spellStart"/>
            <w:r>
              <w:rPr>
                <w:lang w:eastAsia="de-DE"/>
              </w:rPr>
              <w:t>Protocole</w:t>
            </w:r>
            <w:proofErr w:type="spellEnd"/>
          </w:p>
        </w:tc>
        <w:tc>
          <w:tcPr>
            <w:tcW w:w="7513" w:type="dxa"/>
            <w:gridSpan w:val="3"/>
          </w:tcPr>
          <w:p w:rsidR="00A35834" w:rsidRDefault="00A35834" w:rsidP="00790E5C">
            <w:r w:rsidRPr="002933B4">
              <w:t>{{ZUSTAENDIG_NAME}}</w:t>
            </w:r>
          </w:p>
        </w:tc>
      </w:tr>
      <w:tr w:rsidR="00A35834" w:rsidTr="00A35834">
        <w:tc>
          <w:tcPr>
            <w:tcW w:w="2410" w:type="dxa"/>
          </w:tcPr>
          <w:p w:rsidR="00A35834" w:rsidRPr="00AE0CC4" w:rsidRDefault="00A35834" w:rsidP="00790E5C">
            <w:pPr>
              <w:rPr>
                <w:lang w:val="fr-CH" w:eastAsia="de-DE"/>
              </w:rPr>
            </w:pPr>
            <w:r>
              <w:rPr>
                <w:lang w:val="fr-CH" w:eastAsia="de-DE"/>
              </w:rPr>
              <w:t>Personnes présentes</w:t>
            </w:r>
          </w:p>
        </w:tc>
        <w:tc>
          <w:tcPr>
            <w:tcW w:w="7513" w:type="dxa"/>
            <w:gridSpan w:val="3"/>
          </w:tcPr>
          <w:p w:rsidR="00A35834" w:rsidRDefault="00A35834" w:rsidP="00A35834">
            <w:pPr>
              <w:pStyle w:val="AufzhlungBrief"/>
              <w:numPr>
                <w:ilvl w:val="0"/>
                <w:numId w:val="9"/>
              </w:numPr>
              <w:spacing w:line="280" w:lineRule="atLeast"/>
              <w:ind w:left="357" w:hanging="357"/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>
              <w:rPr>
                <w:lang w:eastAsia="de-DE"/>
              </w:rPr>
            </w:r>
            <w:r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</w:tr>
    </w:tbl>
    <w:p w:rsidR="007C2791" w:rsidRDefault="0010791D" w:rsidP="007C2791">
      <w:pPr>
        <w:pStyle w:val="berschrift1"/>
      </w:pPr>
      <w:proofErr w:type="spellStart"/>
      <w:r>
        <w:rPr>
          <w:lang w:eastAsia="de-DE"/>
        </w:rPr>
        <w:t>Faits</w:t>
      </w:r>
      <w:proofErr w:type="spellEnd"/>
    </w:p>
    <w:p w:rsidR="00A35834" w:rsidRDefault="00A35834" w:rsidP="00A35834">
      <w:r>
        <w:rPr>
          <w:lang w:eastAsia="de-DE"/>
        </w:rPr>
        <w:fldChar w:fldCharType="begin">
          <w:ffData>
            <w:name w:val=""/>
            <w:enabled/>
            <w:calcOnExit w:val="0"/>
            <w:ddList/>
          </w:ffData>
        </w:fldChar>
      </w:r>
      <w:r>
        <w:rPr>
          <w:lang w:eastAsia="de-DE"/>
        </w:rPr>
        <w:instrText xml:space="preserve"> FORMDROPDOWN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496AC7" w:rsidRDefault="00A35834" w:rsidP="007C2791">
      <w:pPr>
        <w:pStyle w:val="berschrift1"/>
        <w:rPr>
          <w:lang w:val="fr-CH" w:eastAsia="de-DE"/>
        </w:rPr>
      </w:pPr>
      <w:r>
        <w:rPr>
          <w:lang w:val="fr-CH" w:eastAsia="de-DE"/>
        </w:rPr>
        <w:t>Pourparlers</w:t>
      </w:r>
    </w:p>
    <w:p w:rsidR="00A35834" w:rsidRPr="00A35834" w:rsidRDefault="00A35834" w:rsidP="00A35834">
      <w:pPr>
        <w:rPr>
          <w:lang w:val="fr-CH" w:eastAsia="de-DE"/>
        </w:rPr>
      </w:pPr>
      <w:r>
        <w:rPr>
          <w:lang w:eastAsia="de-DE"/>
        </w:rPr>
        <w:fldChar w:fldCharType="begin">
          <w:ffData>
            <w:name w:val=""/>
            <w:enabled/>
            <w:calcOnExit w:val="0"/>
            <w:ddList/>
          </w:ffData>
        </w:fldChar>
      </w:r>
      <w:r>
        <w:rPr>
          <w:lang w:eastAsia="de-DE"/>
        </w:rPr>
        <w:instrText xml:space="preserve"> FORMDROPDOWN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496AC7" w:rsidRDefault="00A35834" w:rsidP="007C2791">
      <w:pPr>
        <w:pStyle w:val="berschrift1"/>
      </w:pPr>
      <w:r>
        <w:rPr>
          <w:lang w:val="fr-CH" w:eastAsia="de-DE"/>
        </w:rPr>
        <w:t>Résultat</w:t>
      </w:r>
    </w:p>
    <w:p w:rsidR="00F92689" w:rsidRDefault="00A35834" w:rsidP="00A35834">
      <w:r>
        <w:rPr>
          <w:lang w:eastAsia="de-DE"/>
        </w:rPr>
        <w:fldChar w:fldCharType="begin">
          <w:ffData>
            <w:name w:val=""/>
            <w:enabled/>
            <w:calcOnExit w:val="0"/>
            <w:ddList/>
          </w:ffData>
        </w:fldChar>
      </w:r>
      <w:r>
        <w:rPr>
          <w:lang w:eastAsia="de-DE"/>
        </w:rPr>
        <w:instrText xml:space="preserve"> FORMDROPDOWN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tbl>
      <w:tblPr>
        <w:tblStyle w:val="Tabellenraster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</w:tblCellMar>
        <w:tblLook w:val="04A0" w:firstRow="1" w:lastRow="0" w:firstColumn="1" w:lastColumn="0" w:noHBand="0" w:noVBand="1"/>
      </w:tblPr>
      <w:tblGrid>
        <w:gridCol w:w="4706"/>
        <w:gridCol w:w="4706"/>
      </w:tblGrid>
      <w:tr w:rsidR="00A35834" w:rsidTr="00790E5C">
        <w:tc>
          <w:tcPr>
            <w:tcW w:w="4706" w:type="dxa"/>
          </w:tcPr>
          <w:p w:rsidR="00A35834" w:rsidRDefault="00A35834" w:rsidP="00790E5C">
            <w:pPr>
              <w:rPr>
                <w:lang w:eastAsia="de-DE"/>
              </w:rPr>
            </w:pPr>
          </w:p>
          <w:p w:rsidR="00A35834" w:rsidRDefault="00A35834" w:rsidP="00790E5C">
            <w:pPr>
              <w:rPr>
                <w:lang w:eastAsia="de-DE"/>
              </w:rPr>
            </w:pPr>
          </w:p>
          <w:p w:rsidR="00A35834" w:rsidRDefault="00A35834" w:rsidP="00790E5C">
            <w:pPr>
              <w:rPr>
                <w:lang w:eastAsia="de-DE"/>
              </w:rPr>
            </w:pPr>
            <w:r w:rsidRPr="007A1D8D">
              <w:t xml:space="preserve">{{ALLE_GESUCHSTELLER_NAME_ADRESSE 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  <w:r>
              <w:t xml:space="preserve"> </w:t>
            </w:r>
            <w:r w:rsidRPr="00AE0CC4"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représenté par"/>
                    <w:listEntry w:val="représentée par"/>
                  </w:ddList>
                </w:ffData>
              </w:fldChar>
            </w:r>
            <w:r w:rsidRPr="00AE0CC4">
              <w:rPr>
                <w:lang w:val="fr-CH" w:eastAsia="de-DE"/>
              </w:rPr>
              <w:instrText xml:space="preserve"> FORMDROPDOWN </w:instrText>
            </w:r>
            <w:r>
              <w:rPr>
                <w:lang w:val="fr-CH" w:eastAsia="de-DE"/>
              </w:rPr>
            </w:r>
            <w:r>
              <w:rPr>
                <w:lang w:val="fr-CH" w:eastAsia="de-DE"/>
              </w:rPr>
              <w:fldChar w:fldCharType="separate"/>
            </w:r>
            <w:r w:rsidRPr="00AE0CC4">
              <w:rPr>
                <w:lang w:val="fr-CH" w:eastAsia="de-DE"/>
              </w:rPr>
              <w:fldChar w:fldCharType="end"/>
            </w:r>
            <w:bookmarkStart w:id="0" w:name="_GoBack"/>
            <w:bookmarkEnd w:id="0"/>
            <w:r>
              <w:rPr>
                <w:lang w:eastAsia="de-DE"/>
              </w:rPr>
              <w:t xml:space="preserve"> </w:t>
            </w:r>
            <w:r w:rsidRPr="00AA6625">
              <w:rPr>
                <w:rFonts w:cs="Arial"/>
              </w:rPr>
              <w:t>{{</w:t>
            </w:r>
            <w:r>
              <w:rPr>
                <w:rFonts w:cs="Arial"/>
              </w:rPr>
              <w:t>ALLE_</w:t>
            </w:r>
            <w:r w:rsidRPr="00AA6625">
              <w:rPr>
                <w:rFonts w:cs="Arial"/>
              </w:rPr>
              <w:t xml:space="preserve">VERTRETER_NAME_ADRESSE </w:t>
            </w:r>
            <w:r>
              <w:rPr>
                <w:rFonts w:cs="Arial"/>
              </w:rPr>
              <w:t xml:space="preserve">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  <w:tc>
          <w:tcPr>
            <w:tcW w:w="4706" w:type="dxa"/>
          </w:tcPr>
          <w:p w:rsidR="00A35834" w:rsidRDefault="00A35834" w:rsidP="00790E5C">
            <w:pPr>
              <w:rPr>
                <w:lang w:eastAsia="de-DE"/>
              </w:rPr>
            </w:pPr>
          </w:p>
          <w:p w:rsidR="00A35834" w:rsidRDefault="00A35834" w:rsidP="00790E5C">
            <w:pPr>
              <w:rPr>
                <w:lang w:eastAsia="de-DE"/>
              </w:rPr>
            </w:pPr>
          </w:p>
          <w:p w:rsidR="00A35834" w:rsidRDefault="00A35834" w:rsidP="00790E5C">
            <w:pPr>
              <w:rPr>
                <w:lang w:eastAsia="de-DE"/>
              </w:rPr>
            </w:pPr>
            <w:r>
              <w:rPr>
                <w:lang w:eastAsia="de-DE"/>
              </w:rPr>
              <w:t xml:space="preserve">{{ALLE_PROJEKTVERFASSER | </w:t>
            </w:r>
            <w:proofErr w:type="spellStart"/>
            <w:r>
              <w:rPr>
                <w:lang w:eastAsia="de-DE"/>
              </w:rPr>
              <w:t>multiline</w:t>
            </w:r>
            <w:proofErr w:type="spellEnd"/>
            <w:r>
              <w:rPr>
                <w:lang w:eastAsia="de-DE"/>
              </w:rPr>
              <w:t>}}</w:t>
            </w:r>
          </w:p>
        </w:tc>
      </w:tr>
      <w:tr w:rsidR="00A35834" w:rsidTr="00790E5C">
        <w:tc>
          <w:tcPr>
            <w:tcW w:w="4706" w:type="dxa"/>
          </w:tcPr>
          <w:p w:rsidR="00A35834" w:rsidRDefault="00A35834" w:rsidP="00790E5C">
            <w:pPr>
              <w:rPr>
                <w:lang w:eastAsia="de-DE"/>
              </w:rPr>
            </w:pPr>
          </w:p>
          <w:p w:rsidR="00A35834" w:rsidRDefault="00A35834" w:rsidP="00790E5C">
            <w:pPr>
              <w:rPr>
                <w:lang w:eastAsia="de-DE"/>
              </w:rPr>
            </w:pPr>
          </w:p>
          <w:p w:rsidR="00A35834" w:rsidRDefault="00A35834" w:rsidP="00790E5C">
            <w:pPr>
              <w:rPr>
                <w:lang w:eastAsia="de-DE"/>
              </w:rPr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>
              <w:rPr>
                <w:lang w:eastAsia="de-DE"/>
              </w:rPr>
            </w:r>
            <w:r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  <w:tc>
          <w:tcPr>
            <w:tcW w:w="4706" w:type="dxa"/>
          </w:tcPr>
          <w:p w:rsidR="00A35834" w:rsidRDefault="00A35834" w:rsidP="00790E5C">
            <w:pPr>
              <w:rPr>
                <w:lang w:eastAsia="de-DE"/>
              </w:rPr>
            </w:pPr>
          </w:p>
          <w:p w:rsidR="00A35834" w:rsidRDefault="00A35834" w:rsidP="00790E5C">
            <w:pPr>
              <w:rPr>
                <w:lang w:eastAsia="de-DE"/>
              </w:rPr>
            </w:pPr>
          </w:p>
          <w:p w:rsidR="00A35834" w:rsidRDefault="00A35834" w:rsidP="00790E5C">
            <w:pPr>
              <w:rPr>
                <w:lang w:eastAsia="de-DE"/>
              </w:rPr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>
              <w:rPr>
                <w:lang w:eastAsia="de-DE"/>
              </w:rPr>
            </w:r>
            <w:r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</w:tr>
      <w:tr w:rsidR="00A35834" w:rsidTr="00790E5C">
        <w:tc>
          <w:tcPr>
            <w:tcW w:w="4706" w:type="dxa"/>
          </w:tcPr>
          <w:p w:rsidR="00A35834" w:rsidRDefault="00A35834" w:rsidP="00790E5C">
            <w:pPr>
              <w:rPr>
                <w:lang w:eastAsia="de-DE"/>
              </w:rPr>
            </w:pPr>
          </w:p>
          <w:p w:rsidR="00A35834" w:rsidRDefault="00A35834" w:rsidP="00790E5C">
            <w:pPr>
              <w:rPr>
                <w:lang w:eastAsia="de-DE"/>
              </w:rPr>
            </w:pPr>
          </w:p>
          <w:p w:rsidR="00A35834" w:rsidRDefault="00A35834" w:rsidP="00790E5C">
            <w:pPr>
              <w:rPr>
                <w:lang w:eastAsia="de-DE"/>
              </w:rPr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>
              <w:rPr>
                <w:lang w:eastAsia="de-DE"/>
              </w:rPr>
            </w:r>
            <w:r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  <w:tc>
          <w:tcPr>
            <w:tcW w:w="4706" w:type="dxa"/>
          </w:tcPr>
          <w:p w:rsidR="00A35834" w:rsidRDefault="00A35834" w:rsidP="00790E5C">
            <w:pPr>
              <w:rPr>
                <w:lang w:eastAsia="de-DE"/>
              </w:rPr>
            </w:pPr>
          </w:p>
          <w:p w:rsidR="00A35834" w:rsidRDefault="00A35834" w:rsidP="00790E5C">
            <w:pPr>
              <w:rPr>
                <w:lang w:eastAsia="de-DE"/>
              </w:rPr>
            </w:pPr>
          </w:p>
          <w:p w:rsidR="00A35834" w:rsidRDefault="00A35834" w:rsidP="00790E5C">
            <w:pPr>
              <w:rPr>
                <w:lang w:eastAsia="de-DE"/>
              </w:rPr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>
              <w:rPr>
                <w:lang w:eastAsia="de-DE"/>
              </w:rPr>
            </w:r>
            <w:r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</w:tr>
      <w:tr w:rsidR="00A35834" w:rsidTr="00790E5C">
        <w:tc>
          <w:tcPr>
            <w:tcW w:w="4706" w:type="dxa"/>
          </w:tcPr>
          <w:p w:rsidR="00A35834" w:rsidRDefault="00A35834" w:rsidP="00790E5C">
            <w:pPr>
              <w:rPr>
                <w:lang w:eastAsia="de-DE"/>
              </w:rPr>
            </w:pPr>
          </w:p>
          <w:p w:rsidR="00A35834" w:rsidRDefault="00A35834" w:rsidP="00790E5C">
            <w:pPr>
              <w:rPr>
                <w:lang w:eastAsia="de-DE"/>
              </w:rPr>
            </w:pPr>
          </w:p>
          <w:p w:rsidR="00A35834" w:rsidRDefault="00A35834" w:rsidP="00790E5C">
            <w:pPr>
              <w:rPr>
                <w:lang w:eastAsia="de-DE"/>
              </w:rPr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>
              <w:rPr>
                <w:lang w:eastAsia="de-DE"/>
              </w:rPr>
            </w:r>
            <w:r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  <w:tc>
          <w:tcPr>
            <w:tcW w:w="4706" w:type="dxa"/>
          </w:tcPr>
          <w:p w:rsidR="00A35834" w:rsidRDefault="00A35834" w:rsidP="00790E5C">
            <w:pPr>
              <w:rPr>
                <w:lang w:eastAsia="de-DE"/>
              </w:rPr>
            </w:pPr>
          </w:p>
          <w:p w:rsidR="00A35834" w:rsidRDefault="00A35834" w:rsidP="00790E5C">
            <w:pPr>
              <w:rPr>
                <w:lang w:eastAsia="de-DE"/>
              </w:rPr>
            </w:pPr>
          </w:p>
          <w:p w:rsidR="00A35834" w:rsidRDefault="00A35834" w:rsidP="00790E5C">
            <w:pPr>
              <w:rPr>
                <w:lang w:eastAsia="de-DE"/>
              </w:rPr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>
              <w:rPr>
                <w:lang w:eastAsia="de-DE"/>
              </w:rPr>
            </w:r>
            <w:r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</w:tr>
      <w:tr w:rsidR="00A35834" w:rsidTr="00790E5C">
        <w:tc>
          <w:tcPr>
            <w:tcW w:w="4706" w:type="dxa"/>
          </w:tcPr>
          <w:p w:rsidR="00A35834" w:rsidRDefault="00A35834" w:rsidP="00790E5C">
            <w:pPr>
              <w:rPr>
                <w:lang w:eastAsia="de-DE"/>
              </w:rPr>
            </w:pPr>
          </w:p>
          <w:p w:rsidR="00A35834" w:rsidRDefault="00A35834" w:rsidP="00790E5C">
            <w:pPr>
              <w:rPr>
                <w:lang w:eastAsia="de-DE"/>
              </w:rPr>
            </w:pPr>
          </w:p>
          <w:p w:rsidR="00A35834" w:rsidRDefault="00A35834" w:rsidP="00790E5C">
            <w:pPr>
              <w:rPr>
                <w:lang w:eastAsia="de-DE"/>
              </w:rPr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>
              <w:rPr>
                <w:lang w:eastAsia="de-DE"/>
              </w:rPr>
            </w:r>
            <w:r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  <w:tc>
          <w:tcPr>
            <w:tcW w:w="4706" w:type="dxa"/>
          </w:tcPr>
          <w:p w:rsidR="00A35834" w:rsidRDefault="00A35834" w:rsidP="00790E5C">
            <w:pPr>
              <w:rPr>
                <w:lang w:eastAsia="de-DE"/>
              </w:rPr>
            </w:pPr>
          </w:p>
          <w:p w:rsidR="00A35834" w:rsidRDefault="00A35834" w:rsidP="00790E5C">
            <w:pPr>
              <w:rPr>
                <w:lang w:eastAsia="de-DE"/>
              </w:rPr>
            </w:pPr>
          </w:p>
          <w:p w:rsidR="00A35834" w:rsidRDefault="00A35834" w:rsidP="00790E5C">
            <w:pPr>
              <w:rPr>
                <w:lang w:eastAsia="de-DE"/>
              </w:rPr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>
              <w:rPr>
                <w:lang w:eastAsia="de-DE"/>
              </w:rPr>
            </w:r>
            <w:r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</w:tr>
      <w:tr w:rsidR="00A35834" w:rsidTr="00790E5C">
        <w:tc>
          <w:tcPr>
            <w:tcW w:w="4706" w:type="dxa"/>
          </w:tcPr>
          <w:p w:rsidR="00A35834" w:rsidRDefault="00A35834" w:rsidP="00790E5C">
            <w:pPr>
              <w:rPr>
                <w:lang w:eastAsia="de-DE"/>
              </w:rPr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La prétète"/>
                    <w:listEntry w:val="Le préfet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>
              <w:rPr>
                <w:lang w:eastAsia="de-DE"/>
              </w:rPr>
            </w:r>
            <w:r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  <w:p w:rsidR="00A35834" w:rsidRDefault="00A35834" w:rsidP="00790E5C">
            <w:pPr>
              <w:rPr>
                <w:lang w:eastAsia="de-DE"/>
              </w:rPr>
            </w:pPr>
          </w:p>
          <w:p w:rsidR="00A35834" w:rsidRDefault="00A35834" w:rsidP="00790E5C">
            <w:pPr>
              <w:rPr>
                <w:lang w:eastAsia="de-DE"/>
              </w:rPr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om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>
              <w:rPr>
                <w:lang w:eastAsia="de-DE"/>
              </w:rPr>
            </w:r>
            <w:r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  <w:tc>
          <w:tcPr>
            <w:tcW w:w="4706" w:type="dxa"/>
          </w:tcPr>
          <w:p w:rsidR="00A35834" w:rsidRDefault="00A35834" w:rsidP="00790E5C">
            <w:pPr>
              <w:rPr>
                <w:lang w:eastAsia="de-DE"/>
              </w:rPr>
            </w:pPr>
            <w:r>
              <w:rPr>
                <w:lang w:val="fr-CH" w:eastAsia="de-DE"/>
              </w:rPr>
              <w:t>Pour le procès-verbal</w:t>
            </w:r>
            <w:r w:rsidRPr="006C01FB">
              <w:rPr>
                <w:lang w:val="fr-CH" w:eastAsia="de-DE"/>
              </w:rPr>
              <w:t>:</w:t>
            </w:r>
          </w:p>
          <w:p w:rsidR="00A35834" w:rsidRDefault="00A35834" w:rsidP="00790E5C">
            <w:pPr>
              <w:rPr>
                <w:lang w:eastAsia="de-DE"/>
              </w:rPr>
            </w:pPr>
          </w:p>
          <w:p w:rsidR="00A35834" w:rsidRDefault="00A35834" w:rsidP="00790E5C">
            <w:pPr>
              <w:rPr>
                <w:lang w:eastAsia="de-DE"/>
              </w:rPr>
            </w:pPr>
            <w:r>
              <w:rPr>
                <w:lang w:eastAsia="de-DE"/>
              </w:rPr>
              <w:t>{</w:t>
            </w:r>
            <w:r w:rsidRPr="00196500">
              <w:rPr>
                <w:lang w:eastAsia="de-DE"/>
              </w:rPr>
              <w:t>{ZUSTAENDIG_NAME}}</w:t>
            </w:r>
          </w:p>
        </w:tc>
      </w:tr>
    </w:tbl>
    <w:p w:rsidR="00496AC7" w:rsidRDefault="00496AC7" w:rsidP="00496AC7">
      <w:pPr>
        <w:pStyle w:val="KeinLeerraum"/>
      </w:pPr>
    </w:p>
    <w:sectPr w:rsidR="00496AC7" w:rsidSect="00496AC7">
      <w:headerReference w:type="default" r:id="rId8"/>
      <w:footerReference w:type="default" r:id="rId9"/>
      <w:headerReference w:type="first" r:id="rId10"/>
      <w:pgSz w:w="11906" w:h="16838" w:code="9"/>
      <w:pgMar w:top="1707" w:right="567" w:bottom="851" w:left="1361" w:header="482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9E4" w:rsidRDefault="000F59E4" w:rsidP="0055074A">
      <w:pPr>
        <w:spacing w:after="0" w:line="240" w:lineRule="auto"/>
      </w:pPr>
      <w:r>
        <w:separator/>
      </w:r>
    </w:p>
  </w:endnote>
  <w:end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F7A" w:rsidRPr="00205F7A" w:rsidRDefault="00495178" w:rsidP="00205F7A">
    <w:pPr>
      <w:pStyle w:val="Fuzeile"/>
    </w:pPr>
    <w:r>
      <w:rPr>
        <w:lang w:eastAsia="de-CH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3B174754" wp14:editId="071846D3">
              <wp:simplePos x="0" y="0"/>
              <wp:positionH relativeFrom="margin">
                <wp:posOffset>5706110</wp:posOffset>
              </wp:positionH>
              <wp:positionV relativeFrom="page">
                <wp:posOffset>10123805</wp:posOffset>
              </wp:positionV>
              <wp:extent cx="630000" cy="568800"/>
              <wp:effectExtent l="0" t="0" r="0" b="0"/>
              <wp:wrapNone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0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5178" w:rsidRPr="00495178" w:rsidRDefault="00495178" w:rsidP="00495178">
                          <w:pPr>
                            <w:pStyle w:val="Fuzeile"/>
                            <w:jc w:val="right"/>
                          </w:pPr>
                          <w:r w:rsidRPr="00495178">
                            <w:fldChar w:fldCharType="begin"/>
                          </w:r>
                          <w:r w:rsidRPr="00495178">
                            <w:instrText>PAGE   \* MERGEFORMAT</w:instrText>
                          </w:r>
                          <w:r w:rsidRPr="00495178">
                            <w:fldChar w:fldCharType="separate"/>
                          </w:r>
                          <w:r w:rsidR="00A35834">
                            <w:t>2</w:t>
                          </w:r>
                          <w:r w:rsidRPr="00495178">
                            <w:fldChar w:fldCharType="end"/>
                          </w:r>
                          <w:r w:rsidRPr="00495178">
                            <w:t>/</w:t>
                          </w:r>
                          <w:r w:rsidR="00A35834">
                            <w:fldChar w:fldCharType="begin"/>
                          </w:r>
                          <w:r w:rsidR="00A35834">
                            <w:instrText xml:space="preserve"> NUMPAGES   \* MERGEFORMAT </w:instrText>
                          </w:r>
                          <w:r w:rsidR="00A35834">
                            <w:fldChar w:fldCharType="separate"/>
                          </w:r>
                          <w:r w:rsidR="00A35834">
                            <w:t>2</w:t>
                          </w:r>
                          <w:r w:rsidR="00A35834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288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74754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style="position:absolute;margin-left:449.3pt;margin-top:797.15pt;width:49.6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" filled="f" stroked="f" strokeweight=".5pt">
              <v:textbox inset="0,0,0,8mm">
                <w:txbxContent>
                  <w:p w:rsidR="00495178" w:rsidRPr="00495178" w:rsidRDefault="00495178" w:rsidP="00495178">
                    <w:pPr>
                      <w:pStyle w:val="Fuzeile"/>
                      <w:jc w:val="right"/>
                    </w:pPr>
                    <w:r w:rsidRPr="00495178">
                      <w:fldChar w:fldCharType="begin"/>
                    </w:r>
                    <w:r w:rsidRPr="00495178">
                      <w:instrText>PAGE   \* MERGEFORMAT</w:instrText>
                    </w:r>
                    <w:r w:rsidRPr="00495178">
                      <w:fldChar w:fldCharType="separate"/>
                    </w:r>
                    <w:r w:rsidR="00A35834">
                      <w:t>2</w:t>
                    </w:r>
                    <w:r w:rsidRPr="00495178">
                      <w:fldChar w:fldCharType="end"/>
                    </w:r>
                    <w:r w:rsidRPr="00495178">
                      <w:t>/</w:t>
                    </w:r>
                    <w:r w:rsidR="00A35834">
                      <w:fldChar w:fldCharType="begin"/>
                    </w:r>
                    <w:r w:rsidR="00A35834">
                      <w:instrText xml:space="preserve"> NUMPAGES   \* MERGEFORMAT </w:instrText>
                    </w:r>
                    <w:r w:rsidR="00A35834">
                      <w:fldChar w:fldCharType="separate"/>
                    </w:r>
                    <w:r w:rsidR="00A35834">
                      <w:t>2</w:t>
                    </w:r>
                    <w:r w:rsidR="00A35834">
                      <w:fldChar w:fldCharType="end"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9E4" w:rsidRDefault="000F59E4" w:rsidP="0055074A">
      <w:pPr>
        <w:spacing w:after="0" w:line="240" w:lineRule="auto"/>
      </w:pPr>
      <w:r>
        <w:separator/>
      </w:r>
    </w:p>
  </w:footnote>
  <w:foot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2"/>
      <w:gridCol w:w="4876"/>
    </w:tblGrid>
    <w:tr w:rsidR="00205F7A" w:rsidRPr="0041440D" w:rsidTr="00205F7A">
      <w:trPr>
        <w:trHeight w:val="374"/>
      </w:trPr>
      <w:tc>
        <w:tcPr>
          <w:tcW w:w="5102" w:type="dxa"/>
        </w:tcPr>
        <w:p w:rsidR="00205F7A" w:rsidRPr="0041440D" w:rsidRDefault="00205F7A" w:rsidP="00205F7A">
          <w:pPr>
            <w:pStyle w:val="Kopfzeile"/>
          </w:pPr>
          <w:r w:rsidRPr="00B0249E">
            <w:drawing>
              <wp:anchor distT="0" distB="0" distL="114300" distR="114300" simplePos="0" relativeHeight="251663360" behindDoc="0" locked="1" layoutInCell="1" allowOverlap="1" wp14:anchorId="31CD83CD" wp14:editId="344620B2">
                <wp:simplePos x="0" y="0"/>
                <wp:positionH relativeFrom="page">
                  <wp:posOffset>-6985</wp:posOffset>
                </wp:positionH>
                <wp:positionV relativeFrom="page">
                  <wp:posOffset>-30480</wp:posOffset>
                </wp:positionV>
                <wp:extent cx="939165" cy="229870"/>
                <wp:effectExtent l="0" t="0" r="0" b="0"/>
                <wp:wrapNone/>
                <wp:docPr id="24" name="Grafi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chrift Kanton Bern.em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9165" cy="229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76" w:type="dxa"/>
        </w:tcPr>
        <w:p w:rsidR="00205F7A" w:rsidRPr="0041440D" w:rsidRDefault="00205F7A" w:rsidP="00205F7A">
          <w:pPr>
            <w:pStyle w:val="Kopfzeile"/>
          </w:pPr>
        </w:p>
      </w:tc>
    </w:tr>
  </w:tbl>
  <w:p w:rsidR="00205F7A" w:rsidRPr="00205F7A" w:rsidRDefault="00205F7A" w:rsidP="00205F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AC7" w:rsidRDefault="00496AC7">
    <w:pPr>
      <w:pStyle w:val="Kopfzeile"/>
    </w:pPr>
    <w:r>
      <w:drawing>
        <wp:anchor distT="0" distB="0" distL="114300" distR="114300" simplePos="0" relativeHeight="251661312" behindDoc="0" locked="1" layoutInCell="1" allowOverlap="1" wp14:anchorId="785819B7" wp14:editId="66DF6E0D">
          <wp:simplePos x="0" y="0"/>
          <wp:positionH relativeFrom="page">
            <wp:posOffset>312420</wp:posOffset>
          </wp:positionH>
          <wp:positionV relativeFrom="page">
            <wp:posOffset>184785</wp:posOffset>
          </wp:positionV>
          <wp:extent cx="1482725" cy="69469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272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8AC7163"/>
    <w:multiLevelType w:val="hybridMultilevel"/>
    <w:tmpl w:val="CB889F8E"/>
    <w:lvl w:ilvl="0" w:tplc="BB204F92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34431"/>
    <w:multiLevelType w:val="hybridMultilevel"/>
    <w:tmpl w:val="85466490"/>
    <w:lvl w:ilvl="0" w:tplc="1CD454E4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4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D300835"/>
    <w:multiLevelType w:val="hybridMultilevel"/>
    <w:tmpl w:val="18A85974"/>
    <w:lvl w:ilvl="0" w:tplc="0D58340E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32013"/>
    <w:multiLevelType w:val="hybridMultilevel"/>
    <w:tmpl w:val="139CB16E"/>
    <w:lvl w:ilvl="0" w:tplc="5C246626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9" w15:restartNumberingAfterBreak="0">
    <w:nsid w:val="64F4255A"/>
    <w:multiLevelType w:val="hybridMultilevel"/>
    <w:tmpl w:val="B9C2FC90"/>
    <w:lvl w:ilvl="0" w:tplc="705605B8">
      <w:start w:val="1"/>
      <w:numFmt w:val="upperRoman"/>
      <w:pStyle w:val="berschrift1rmisch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12" w15:restartNumberingAfterBreak="0">
    <w:nsid w:val="7F094B40"/>
    <w:multiLevelType w:val="hybridMultilevel"/>
    <w:tmpl w:val="42B4685C"/>
    <w:lvl w:ilvl="0" w:tplc="C9F07A94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3"/>
  </w:num>
  <w:num w:numId="17">
    <w:abstractNumId w:val="8"/>
  </w:num>
  <w:num w:numId="18">
    <w:abstractNumId w:val="4"/>
  </w:num>
  <w:num w:numId="19">
    <w:abstractNumId w:val="7"/>
  </w:num>
  <w:num w:numId="20">
    <w:abstractNumId w:val="1"/>
  </w:num>
  <w:num w:numId="21">
    <w:abstractNumId w:val="5"/>
  </w:num>
  <w:num w:numId="22">
    <w:abstractNumId w:val="2"/>
  </w:num>
  <w:num w:numId="23">
    <w:abstractNumId w:val="10"/>
  </w:num>
  <w:num w:numId="24">
    <w:abstractNumId w:val="0"/>
  </w:num>
  <w:num w:numId="2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SortMethod w:val="0000"/>
  <w:defaultTabStop w:val="720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E4"/>
    <w:rsid w:val="00000B2C"/>
    <w:rsid w:val="000129D0"/>
    <w:rsid w:val="00015B8D"/>
    <w:rsid w:val="00020654"/>
    <w:rsid w:val="0002358A"/>
    <w:rsid w:val="000259CB"/>
    <w:rsid w:val="000327BA"/>
    <w:rsid w:val="000421D1"/>
    <w:rsid w:val="000447E8"/>
    <w:rsid w:val="00061961"/>
    <w:rsid w:val="000739C7"/>
    <w:rsid w:val="0007500F"/>
    <w:rsid w:val="00076A04"/>
    <w:rsid w:val="000C106C"/>
    <w:rsid w:val="000F24D7"/>
    <w:rsid w:val="000F367F"/>
    <w:rsid w:val="000F59E4"/>
    <w:rsid w:val="0010031D"/>
    <w:rsid w:val="001005A8"/>
    <w:rsid w:val="0010388D"/>
    <w:rsid w:val="001049E5"/>
    <w:rsid w:val="00105E13"/>
    <w:rsid w:val="0010791D"/>
    <w:rsid w:val="00115BCB"/>
    <w:rsid w:val="00137EA3"/>
    <w:rsid w:val="00146710"/>
    <w:rsid w:val="0017694A"/>
    <w:rsid w:val="00187B1C"/>
    <w:rsid w:val="001B3A2F"/>
    <w:rsid w:val="001C001B"/>
    <w:rsid w:val="001C17C7"/>
    <w:rsid w:val="001D1389"/>
    <w:rsid w:val="001D213B"/>
    <w:rsid w:val="001E2E1A"/>
    <w:rsid w:val="001F0A0F"/>
    <w:rsid w:val="001F5C73"/>
    <w:rsid w:val="0020102F"/>
    <w:rsid w:val="00205F7A"/>
    <w:rsid w:val="00212E3B"/>
    <w:rsid w:val="00215B00"/>
    <w:rsid w:val="00220E14"/>
    <w:rsid w:val="00220FB9"/>
    <w:rsid w:val="00231B19"/>
    <w:rsid w:val="00243EFC"/>
    <w:rsid w:val="00246F6D"/>
    <w:rsid w:val="00251E63"/>
    <w:rsid w:val="00267ED6"/>
    <w:rsid w:val="00286165"/>
    <w:rsid w:val="0028650C"/>
    <w:rsid w:val="002902EE"/>
    <w:rsid w:val="00293705"/>
    <w:rsid w:val="002A3E83"/>
    <w:rsid w:val="002A56A1"/>
    <w:rsid w:val="002C7D25"/>
    <w:rsid w:val="002D015D"/>
    <w:rsid w:val="002D2F42"/>
    <w:rsid w:val="002F208B"/>
    <w:rsid w:val="00314AFC"/>
    <w:rsid w:val="003476C8"/>
    <w:rsid w:val="003526DF"/>
    <w:rsid w:val="003554ED"/>
    <w:rsid w:val="00361AC4"/>
    <w:rsid w:val="00365695"/>
    <w:rsid w:val="00365E80"/>
    <w:rsid w:val="003672C7"/>
    <w:rsid w:val="00374438"/>
    <w:rsid w:val="00387EA9"/>
    <w:rsid w:val="003A51F5"/>
    <w:rsid w:val="003A527B"/>
    <w:rsid w:val="003E5960"/>
    <w:rsid w:val="0040268C"/>
    <w:rsid w:val="00404BC3"/>
    <w:rsid w:val="0041041B"/>
    <w:rsid w:val="00411C63"/>
    <w:rsid w:val="004136ED"/>
    <w:rsid w:val="00414316"/>
    <w:rsid w:val="0041440D"/>
    <w:rsid w:val="00423FFC"/>
    <w:rsid w:val="00435442"/>
    <w:rsid w:val="004403C6"/>
    <w:rsid w:val="004942C5"/>
    <w:rsid w:val="00494E49"/>
    <w:rsid w:val="00495178"/>
    <w:rsid w:val="00496AC7"/>
    <w:rsid w:val="004A1A7B"/>
    <w:rsid w:val="004A3059"/>
    <w:rsid w:val="004A3CB7"/>
    <w:rsid w:val="004B4A27"/>
    <w:rsid w:val="004C68C7"/>
    <w:rsid w:val="004D7833"/>
    <w:rsid w:val="005000BC"/>
    <w:rsid w:val="005007D3"/>
    <w:rsid w:val="00517814"/>
    <w:rsid w:val="00522975"/>
    <w:rsid w:val="0055074A"/>
    <w:rsid w:val="00551250"/>
    <w:rsid w:val="00553B90"/>
    <w:rsid w:val="005617F0"/>
    <w:rsid w:val="00574537"/>
    <w:rsid w:val="00580F04"/>
    <w:rsid w:val="005822AA"/>
    <w:rsid w:val="005B4609"/>
    <w:rsid w:val="005C4055"/>
    <w:rsid w:val="005D532C"/>
    <w:rsid w:val="005E73AA"/>
    <w:rsid w:val="005F5AC8"/>
    <w:rsid w:val="00617696"/>
    <w:rsid w:val="00630F1C"/>
    <w:rsid w:val="006636B6"/>
    <w:rsid w:val="0066578F"/>
    <w:rsid w:val="00682DA2"/>
    <w:rsid w:val="0069623B"/>
    <w:rsid w:val="006A7494"/>
    <w:rsid w:val="006A79A4"/>
    <w:rsid w:val="006C6613"/>
    <w:rsid w:val="006D053F"/>
    <w:rsid w:val="006D4EC1"/>
    <w:rsid w:val="006D59FC"/>
    <w:rsid w:val="006F2C61"/>
    <w:rsid w:val="006F2D77"/>
    <w:rsid w:val="006F576C"/>
    <w:rsid w:val="00705AC6"/>
    <w:rsid w:val="00716BB6"/>
    <w:rsid w:val="0071707D"/>
    <w:rsid w:val="0072083C"/>
    <w:rsid w:val="00740E13"/>
    <w:rsid w:val="007601D2"/>
    <w:rsid w:val="007609AA"/>
    <w:rsid w:val="007A1DE8"/>
    <w:rsid w:val="007A2EA2"/>
    <w:rsid w:val="007A6C01"/>
    <w:rsid w:val="007B7ED1"/>
    <w:rsid w:val="007C2791"/>
    <w:rsid w:val="007C3295"/>
    <w:rsid w:val="007C3E76"/>
    <w:rsid w:val="007D6763"/>
    <w:rsid w:val="007E7A71"/>
    <w:rsid w:val="008068AB"/>
    <w:rsid w:val="0080695C"/>
    <w:rsid w:val="0083467D"/>
    <w:rsid w:val="0086322D"/>
    <w:rsid w:val="00863E30"/>
    <w:rsid w:val="00890E5E"/>
    <w:rsid w:val="00891C01"/>
    <w:rsid w:val="008A2CEA"/>
    <w:rsid w:val="008C79FC"/>
    <w:rsid w:val="008D56C2"/>
    <w:rsid w:val="008F5F97"/>
    <w:rsid w:val="0090442B"/>
    <w:rsid w:val="00947899"/>
    <w:rsid w:val="009806AB"/>
    <w:rsid w:val="00985C88"/>
    <w:rsid w:val="00990569"/>
    <w:rsid w:val="00996CF4"/>
    <w:rsid w:val="009C4C4A"/>
    <w:rsid w:val="009D5995"/>
    <w:rsid w:val="009E0D0C"/>
    <w:rsid w:val="009E1005"/>
    <w:rsid w:val="009F45F9"/>
    <w:rsid w:val="00A01FB4"/>
    <w:rsid w:val="00A1475F"/>
    <w:rsid w:val="00A16829"/>
    <w:rsid w:val="00A21C3E"/>
    <w:rsid w:val="00A35834"/>
    <w:rsid w:val="00A37879"/>
    <w:rsid w:val="00A4393C"/>
    <w:rsid w:val="00A44612"/>
    <w:rsid w:val="00A44916"/>
    <w:rsid w:val="00A45964"/>
    <w:rsid w:val="00A4597A"/>
    <w:rsid w:val="00A542D4"/>
    <w:rsid w:val="00A61BD0"/>
    <w:rsid w:val="00A65F2A"/>
    <w:rsid w:val="00A6715E"/>
    <w:rsid w:val="00A7013D"/>
    <w:rsid w:val="00A71982"/>
    <w:rsid w:val="00A731E5"/>
    <w:rsid w:val="00A95C79"/>
    <w:rsid w:val="00AD50BA"/>
    <w:rsid w:val="00AE2D5C"/>
    <w:rsid w:val="00AF0A06"/>
    <w:rsid w:val="00AF3AA7"/>
    <w:rsid w:val="00AF705E"/>
    <w:rsid w:val="00B000F6"/>
    <w:rsid w:val="00B123A8"/>
    <w:rsid w:val="00B41F8D"/>
    <w:rsid w:val="00B70428"/>
    <w:rsid w:val="00B77307"/>
    <w:rsid w:val="00B87927"/>
    <w:rsid w:val="00B9019A"/>
    <w:rsid w:val="00B9397F"/>
    <w:rsid w:val="00BA4B59"/>
    <w:rsid w:val="00BA6629"/>
    <w:rsid w:val="00BB11AE"/>
    <w:rsid w:val="00BB52EE"/>
    <w:rsid w:val="00BD7C53"/>
    <w:rsid w:val="00BF3C86"/>
    <w:rsid w:val="00BF5F00"/>
    <w:rsid w:val="00C229F3"/>
    <w:rsid w:val="00C24AD1"/>
    <w:rsid w:val="00C25703"/>
    <w:rsid w:val="00C26892"/>
    <w:rsid w:val="00C64080"/>
    <w:rsid w:val="00C74EEB"/>
    <w:rsid w:val="00C873A0"/>
    <w:rsid w:val="00CA022A"/>
    <w:rsid w:val="00CA052B"/>
    <w:rsid w:val="00CA1D01"/>
    <w:rsid w:val="00CB18D4"/>
    <w:rsid w:val="00CB3A63"/>
    <w:rsid w:val="00CC2811"/>
    <w:rsid w:val="00CC315B"/>
    <w:rsid w:val="00CC3F3A"/>
    <w:rsid w:val="00CE4BE9"/>
    <w:rsid w:val="00CF034C"/>
    <w:rsid w:val="00D07ED9"/>
    <w:rsid w:val="00D1472A"/>
    <w:rsid w:val="00D3322D"/>
    <w:rsid w:val="00D36317"/>
    <w:rsid w:val="00D7547A"/>
    <w:rsid w:val="00D84DFF"/>
    <w:rsid w:val="00D90A6B"/>
    <w:rsid w:val="00DA13F1"/>
    <w:rsid w:val="00DB0383"/>
    <w:rsid w:val="00DB6C74"/>
    <w:rsid w:val="00DC1B8A"/>
    <w:rsid w:val="00DF0156"/>
    <w:rsid w:val="00E149C9"/>
    <w:rsid w:val="00E172A7"/>
    <w:rsid w:val="00E22AEA"/>
    <w:rsid w:val="00E2786D"/>
    <w:rsid w:val="00E32349"/>
    <w:rsid w:val="00E655DD"/>
    <w:rsid w:val="00E813EB"/>
    <w:rsid w:val="00E826C3"/>
    <w:rsid w:val="00EA7BDD"/>
    <w:rsid w:val="00EB63A0"/>
    <w:rsid w:val="00EC1C2B"/>
    <w:rsid w:val="00EC65F8"/>
    <w:rsid w:val="00ED65F7"/>
    <w:rsid w:val="00ED6667"/>
    <w:rsid w:val="00ED777D"/>
    <w:rsid w:val="00F17455"/>
    <w:rsid w:val="00F45438"/>
    <w:rsid w:val="00F60EF3"/>
    <w:rsid w:val="00F611C6"/>
    <w:rsid w:val="00F72B21"/>
    <w:rsid w:val="00F91D8D"/>
    <w:rsid w:val="00F92689"/>
    <w:rsid w:val="00F97BBF"/>
    <w:rsid w:val="00FA210E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;"/>
  <w14:docId w14:val="26172BF7"/>
  <w15:chartTrackingRefBased/>
  <w15:docId w15:val="{691E7363-1E28-4E91-A829-79545C87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/>
    <w:lsdException w:name="header" w:semiHidden="1" w:uiPriority="79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0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3A2F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9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1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1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1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1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9"/>
    <w:semiHidden/>
    <w:qFormat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9"/>
    <w:semiHidden/>
    <w:qFormat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left" w:pos="709"/>
      </w:tabs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5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"/>
    <w:basedOn w:val="Standard"/>
    <w:uiPriority w:val="2"/>
    <w:qFormat/>
    <w:rsid w:val="005000BC"/>
    <w:pPr>
      <w:numPr>
        <w:numId w:val="20"/>
      </w:numPr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rsid w:val="001B3A2F"/>
    <w:rPr>
      <w:spacing w:val="2"/>
      <w:sz w:val="17"/>
      <w:lang w:val="de-CH"/>
    </w:rPr>
  </w:style>
  <w:style w:type="character" w:styleId="Funotenzeichen">
    <w:name w:val="footnote reference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1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495178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495178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1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1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4136ED"/>
    <w:pPr>
      <w:numPr>
        <w:numId w:val="21"/>
      </w:numPr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4A3059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Absenderzeile">
    <w:name w:val="Absenderzeile"/>
    <w:basedOn w:val="Standard"/>
    <w:uiPriority w:val="84"/>
    <w:semiHidden/>
    <w:rsid w:val="0041440D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rFonts w:asciiTheme="minorHAnsi" w:eastAsiaTheme="minorHAnsi" w:hAnsiTheme="minorHAnsi" w:cs="System"/>
      <w:bCs/>
      <w:sz w:val="13"/>
    </w:rPr>
  </w:style>
  <w:style w:type="paragraph" w:customStyle="1" w:styleId="Seitenzahlen">
    <w:name w:val="Seitenzahlen"/>
    <w:basedOn w:val="Fuzeile"/>
    <w:uiPriority w:val="85"/>
    <w:semiHidden/>
    <w:rsid w:val="00495178"/>
    <w:pPr>
      <w:spacing w:line="240" w:lineRule="auto"/>
      <w:jc w:val="right"/>
    </w:pPr>
    <w:rPr>
      <w:rFonts w:asciiTheme="minorHAnsi" w:hAnsiTheme="minorHAnsi"/>
      <w:noProof w:val="0"/>
    </w:rPr>
  </w:style>
  <w:style w:type="paragraph" w:customStyle="1" w:styleId="berschrift1rmisch">
    <w:name w:val="Überschrift 1 römisch"/>
    <w:basedOn w:val="Standard"/>
    <w:next w:val="berschrift2"/>
    <w:uiPriority w:val="1"/>
    <w:qFormat/>
    <w:rsid w:val="00863E30"/>
    <w:pPr>
      <w:keepNext/>
      <w:numPr>
        <w:numId w:val="25"/>
      </w:numPr>
      <w:spacing w:before="200" w:line="280" w:lineRule="atLeast"/>
      <w:ind w:left="709" w:hanging="709"/>
    </w:pPr>
    <w:rPr>
      <w:b/>
      <w:spacing w:val="0"/>
      <w:lang w:eastAsia="de-DE"/>
    </w:rPr>
  </w:style>
  <w:style w:type="character" w:styleId="Hyperlink">
    <w:name w:val="Hyperlink"/>
    <w:basedOn w:val="Absatz-Standardschriftart"/>
    <w:uiPriority w:val="99"/>
    <w:semiHidden/>
    <w:rsid w:val="00F60EF3"/>
    <w:rPr>
      <w:color w:val="0563C1" w:themeColor="hyperlink"/>
      <w:u w:val="single"/>
    </w:rPr>
  </w:style>
  <w:style w:type="paragraph" w:customStyle="1" w:styleId="FettbasierendaufStandard">
    <w:name w:val="Fett basierend auf Standard"/>
    <w:basedOn w:val="Standard"/>
    <w:uiPriority w:val="2"/>
    <w:qFormat/>
    <w:rsid w:val="00F17455"/>
    <w:pPr>
      <w:spacing w:line="280" w:lineRule="atLeast"/>
    </w:pPr>
    <w:rPr>
      <w:b/>
      <w:spacing w:val="0"/>
    </w:rPr>
  </w:style>
  <w:style w:type="paragraph" w:customStyle="1" w:styleId="KeinLeerraumfett">
    <w:name w:val="Kein Leerraum fett"/>
    <w:basedOn w:val="KeinLeerraum"/>
    <w:uiPriority w:val="2"/>
    <w:qFormat/>
    <w:rsid w:val="00F17455"/>
    <w:pPr>
      <w:spacing w:line="280" w:lineRule="atLeast"/>
    </w:pPr>
    <w:rPr>
      <w:b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Aarberg\Informatik\SARSTA\&#220;BERARBEITUNG%20Vorlagen\Normal.dot\Normal-new%20CI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A4EB5-8B92-4A54-AA43-3CE5557AD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Normal-new CI.dotm</Template>
  <TotalTime>0</TotalTime>
  <Pages>2</Pages>
  <Words>190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Plattner Michelle, JGK-RSTA-Seeland</dc:creator>
  <cp:keywords/>
  <dc:description/>
  <cp:lastModifiedBy>Plattner Michelle, DIJ-RSTA-Seeland</cp:lastModifiedBy>
  <cp:revision>16</cp:revision>
  <dcterms:created xsi:type="dcterms:W3CDTF">2021-03-29T08:32:00Z</dcterms:created>
  <dcterms:modified xsi:type="dcterms:W3CDTF">2021-11-18T10:27:00Z</dcterms:modified>
</cp:coreProperties>
</file>