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187B1C">
        <w:trPr>
          <w:trHeight w:val="1219"/>
        </w:trPr>
        <w:tc>
          <w:tcPr>
            <w:tcW w:w="5102" w:type="dxa"/>
            <w:vMerge w:val="restart"/>
          </w:tcPr>
          <w:p w:rsidR="00DA2228" w:rsidRDefault="00DA2228" w:rsidP="00DA2228">
            <w:pPr>
              <w:pStyle w:val="Absender"/>
            </w:pPr>
            <w:r w:rsidRPr="00F60EF3">
              <w:t>{{MEINE_ORGANISATION_NAME}}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>
              <w:t>{{MEINE_ORGANISATION_ADRESSE_1}}</w:t>
            </w:r>
          </w:p>
          <w:p w:rsidR="00DA2228" w:rsidRDefault="00DA2228" w:rsidP="00DA2228">
            <w:pPr>
              <w:pStyle w:val="Absender"/>
            </w:pPr>
            <w:r>
              <w:t>{{MEINE_ORGANISATION_ADRESSE_2}}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{{MEINE_ORGANISATION_TELEFON}}</w:t>
            </w:r>
          </w:p>
          <w:p w:rsidR="00DA2228" w:rsidRDefault="00DA2228" w:rsidP="00DA2228">
            <w:pPr>
              <w:pStyle w:val="Absender"/>
            </w:pPr>
            <w:r w:rsidRPr="00F60EF3">
              <w:t>{{MEINE_ORGANISATION_EMAIL}}</w:t>
            </w:r>
          </w:p>
          <w:p w:rsidR="00DA2228" w:rsidRDefault="00DA2228" w:rsidP="00DA2228">
            <w:pPr>
              <w:pStyle w:val="Absender"/>
            </w:pPr>
            <w:r w:rsidRPr="00F60EF3">
              <w:t>www.be.ch/</w:t>
            </w:r>
            <w:r w:rsidR="00A975C1">
              <w:t>prefectures</w:t>
            </w:r>
          </w:p>
          <w:p w:rsidR="00DA2228" w:rsidRDefault="00DA2228" w:rsidP="00DA2228">
            <w:pPr>
              <w:pStyle w:val="Absender"/>
            </w:pPr>
          </w:p>
          <w:p w:rsidR="00DA2228" w:rsidRDefault="00DA2228" w:rsidP="00DA2228">
            <w:pPr>
              <w:pStyle w:val="Absender"/>
            </w:pPr>
            <w:r w:rsidRPr="00F60EF3">
              <w:t>{{ZUSTAENDIG_NAME}}</w:t>
            </w:r>
          </w:p>
          <w:p w:rsidR="00DA2228" w:rsidRDefault="00DA2228" w:rsidP="00DA2228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DA2228" w:rsidP="00DA2228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vAlign w:val="bottom"/>
          </w:tcPr>
          <w:p w:rsidR="0041440D" w:rsidRPr="00336989" w:rsidRDefault="00DA2228" w:rsidP="00314AFC">
            <w:pPr>
              <w:pStyle w:val="Fuzeile"/>
            </w:pPr>
            <w:r w:rsidRPr="00F60EF3">
              <w:t>{{MEINE_ORGANISATION_NAME}}</w:t>
            </w:r>
            <w:r>
              <w:t xml:space="preserve">, </w:t>
            </w:r>
            <w:r w:rsidRPr="00DA2228">
              <w:t>{{MEINE_ORGANISATION_ADRESSE_1}}</w:t>
            </w:r>
            <w:r>
              <w:t>, {{MEINE_ORGANISATION_ADRESSE_2}}</w:t>
            </w:r>
          </w:p>
        </w:tc>
      </w:tr>
      <w:tr w:rsidR="0041440D" w:rsidRPr="0041440D" w:rsidTr="00187B1C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41440D" w:rsidRDefault="0041440D" w:rsidP="0041440D">
            <w:pPr>
              <w:pStyle w:val="Absender"/>
            </w:pPr>
          </w:p>
          <w:p w:rsidR="0041440D" w:rsidRDefault="0041440D" w:rsidP="0041440D">
            <w:pPr>
              <w:pStyle w:val="Absender"/>
            </w:pPr>
          </w:p>
          <w:p w:rsidR="00B72FD8" w:rsidRPr="00B72FD8" w:rsidRDefault="00B72FD8" w:rsidP="00B72FD8">
            <w:pPr>
              <w:pStyle w:val="Absender"/>
              <w:rPr>
                <w:lang w:val="fr-CH"/>
              </w:rPr>
            </w:pPr>
            <w:r w:rsidRPr="00B72FD8">
              <w:rPr>
                <w:lang w:val="fr-CH"/>
              </w:rPr>
              <w:t>Office de l’agriculture et de la nature (OAN)</w:t>
            </w:r>
          </w:p>
          <w:p w:rsidR="00B72FD8" w:rsidRPr="00B72FD8" w:rsidRDefault="00B72FD8" w:rsidP="00B72FD8">
            <w:pPr>
              <w:pStyle w:val="Absender"/>
              <w:rPr>
                <w:lang w:val="fr-CH"/>
              </w:rPr>
            </w:pPr>
            <w:r w:rsidRPr="00B72FD8">
              <w:rPr>
                <w:lang w:val="fr-CH"/>
              </w:rPr>
              <w:t>Service de la promotion de la nature (SPN)</w:t>
            </w:r>
          </w:p>
          <w:p w:rsidR="00B72FD8" w:rsidRDefault="00B72FD8" w:rsidP="00B72FD8">
            <w:pPr>
              <w:pStyle w:val="Absender"/>
            </w:pPr>
            <w:r>
              <w:t>Schwand 17</w:t>
            </w:r>
          </w:p>
          <w:p w:rsidR="00495178" w:rsidRDefault="00B72FD8" w:rsidP="00B72FD8">
            <w:pPr>
              <w:pStyle w:val="Absender"/>
            </w:pPr>
            <w:r>
              <w:t>3110 Münsingen</w:t>
            </w:r>
          </w:p>
          <w:p w:rsidR="00DA2228" w:rsidRDefault="00DA2228" w:rsidP="0041440D">
            <w:pPr>
              <w:pStyle w:val="Absender"/>
            </w:pPr>
          </w:p>
          <w:p w:rsidR="00DA2228" w:rsidRPr="0041440D" w:rsidRDefault="00DA2228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DA2228" w:rsidRPr="0041440D" w:rsidTr="0041440D">
        <w:trPr>
          <w:trHeight w:val="23"/>
        </w:trPr>
        <w:tc>
          <w:tcPr>
            <w:tcW w:w="5102" w:type="dxa"/>
          </w:tcPr>
          <w:p w:rsidR="00DA2228" w:rsidRPr="00A975C1" w:rsidRDefault="00A975C1" w:rsidP="00DA2228">
            <w:pPr>
              <w:pStyle w:val="Absender"/>
              <w:rPr>
                <w:lang w:val="fr-CH"/>
              </w:rPr>
            </w:pPr>
            <w:r w:rsidRPr="00783544">
              <w:rPr>
                <w:lang w:val="fr-CH"/>
              </w:rPr>
              <w:t>Notre référence :</w:t>
            </w:r>
            <w:r w:rsidR="00DA2228" w:rsidRPr="00A975C1">
              <w:rPr>
                <w:lang w:val="fr-CH"/>
              </w:rPr>
              <w:t xml:space="preserve"> </w:t>
            </w:r>
            <w:r w:rsidRPr="00A975C1">
              <w:rPr>
                <w:lang w:val="fr-CH"/>
              </w:rPr>
              <w:t>Numéro eBau</w:t>
            </w:r>
            <w:r w:rsidR="00DA2228" w:rsidRPr="00A975C1">
              <w:rPr>
                <w:lang w:val="fr-CH"/>
              </w:rPr>
              <w:t xml:space="preserve"> {{EBAU_NR}} / {{DOSSIER_NR}}</w:t>
            </w:r>
          </w:p>
        </w:tc>
        <w:tc>
          <w:tcPr>
            <w:tcW w:w="4876" w:type="dxa"/>
          </w:tcPr>
          <w:p w:rsidR="00DA2228" w:rsidRPr="0041440D" w:rsidRDefault="00DA2228" w:rsidP="00DA2228">
            <w:pPr>
              <w:pStyle w:val="Absender"/>
            </w:pPr>
            <w:r w:rsidRPr="001C17C7">
              <w:t>{{HEUTE}}</w:t>
            </w:r>
          </w:p>
        </w:tc>
      </w:tr>
    </w:tbl>
    <w:p w:rsidR="004A3059" w:rsidRDefault="00B72FD8" w:rsidP="0041440D">
      <w:pPr>
        <w:pStyle w:val="BetreffTitel"/>
      </w:pPr>
      <w:proofErr w:type="spellStart"/>
      <w:r>
        <w:rPr>
          <w:lang w:val="fr-CH" w:eastAsia="de-DE"/>
        </w:rPr>
        <w:t>Corapport</w:t>
      </w:r>
      <w:proofErr w:type="spellEnd"/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410"/>
        <w:gridCol w:w="7513"/>
      </w:tblGrid>
      <w:tr w:rsidR="00B72FD8" w:rsidTr="00B72FD8">
        <w:tc>
          <w:tcPr>
            <w:tcW w:w="2410" w:type="dxa"/>
          </w:tcPr>
          <w:p w:rsidR="00B72FD8" w:rsidRDefault="00B72FD8" w:rsidP="00790E5C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Commune</w:t>
            </w:r>
            <w:proofErr w:type="spellEnd"/>
          </w:p>
        </w:tc>
        <w:tc>
          <w:tcPr>
            <w:tcW w:w="7513" w:type="dxa"/>
          </w:tcPr>
          <w:p w:rsidR="00B72FD8" w:rsidRDefault="00B72FD8" w:rsidP="00790E5C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B72FD8" w:rsidTr="00B72FD8">
        <w:tc>
          <w:tcPr>
            <w:tcW w:w="2410" w:type="dxa"/>
          </w:tcPr>
          <w:p w:rsidR="00B72FD8" w:rsidRDefault="00B72FD8" w:rsidP="00790E5C">
            <w:pPr>
              <w:rPr>
                <w:lang w:eastAsia="de-DE"/>
              </w:rPr>
            </w:pPr>
            <w:r w:rsidRPr="00BF55C7">
              <w:rPr>
                <w:lang w:val="fr-CH" w:eastAsia="de-DE"/>
              </w:rPr>
              <w:t>Personne</w:t>
            </w:r>
            <w:r w:rsidRPr="00BF55C7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 w:rsidRPr="00BF55C7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BF55C7">
              <w:rPr>
                <w:lang w:val="fr-CH" w:eastAsia="de-DE"/>
              </w:rPr>
              <w:fldChar w:fldCharType="end"/>
            </w:r>
            <w:r w:rsidRPr="00BF55C7">
              <w:rPr>
                <w:lang w:val="fr-CH" w:eastAsia="de-DE"/>
              </w:rPr>
              <w:t xml:space="preserve"> requérante</w:t>
            </w:r>
            <w:r w:rsidRPr="00BF55C7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 w:rsidRPr="00BF55C7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BF55C7">
              <w:rPr>
                <w:lang w:val="fr-CH" w:eastAsia="de-DE"/>
              </w:rPr>
              <w:fldChar w:fldCharType="end"/>
            </w:r>
          </w:p>
        </w:tc>
        <w:tc>
          <w:tcPr>
            <w:tcW w:w="7513" w:type="dxa"/>
          </w:tcPr>
          <w:p w:rsidR="00B72FD8" w:rsidRPr="007A1D8D" w:rsidRDefault="00B72FD8" w:rsidP="00B72FD8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B72FD8" w:rsidTr="00B72FD8">
        <w:tc>
          <w:tcPr>
            <w:tcW w:w="2410" w:type="dxa"/>
          </w:tcPr>
          <w:p w:rsidR="00B72FD8" w:rsidRDefault="00B72FD8" w:rsidP="00790E5C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présenté par"/>
                    <w:listEntry w:val="représentée par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</w:tc>
        <w:tc>
          <w:tcPr>
            <w:tcW w:w="7513" w:type="dxa"/>
          </w:tcPr>
          <w:p w:rsidR="00B72FD8" w:rsidRDefault="00B72FD8" w:rsidP="00790E5C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B72FD8" w:rsidRPr="00F35B19" w:rsidTr="00B72FD8">
        <w:tc>
          <w:tcPr>
            <w:tcW w:w="2410" w:type="dxa"/>
          </w:tcPr>
          <w:p w:rsidR="00B72FD8" w:rsidRDefault="00B72FD8" w:rsidP="00790E5C">
            <w:pPr>
              <w:rPr>
                <w:lang w:eastAsia="de-DE"/>
              </w:rPr>
            </w:pPr>
            <w:r>
              <w:rPr>
                <w:lang w:val="fr-CH" w:eastAsia="de-DE"/>
              </w:rPr>
              <w:t>Projet</w:t>
            </w:r>
          </w:p>
        </w:tc>
        <w:tc>
          <w:tcPr>
            <w:tcW w:w="7513" w:type="dxa"/>
          </w:tcPr>
          <w:p w:rsidR="00B72FD8" w:rsidRPr="006D5649" w:rsidRDefault="00B72FD8" w:rsidP="00B72FD8">
            <w:pPr>
              <w:pStyle w:val="FettbasierendaufStandard"/>
              <w:rPr>
                <w:lang w:val="fr-CH" w:eastAsia="de-DE"/>
              </w:rPr>
            </w:pPr>
            <w:r w:rsidRPr="00BF55C7">
              <w:rPr>
                <w:lang w:val="fr-CH"/>
              </w:rPr>
              <w:t xml:space="preserve">Arrachage de haies / Interventions </w:t>
            </w:r>
            <w:r>
              <w:rPr>
                <w:lang w:val="fr-CH"/>
              </w:rPr>
              <w:t>sur d</w:t>
            </w:r>
            <w:r w:rsidRPr="00BF55C7">
              <w:rPr>
                <w:lang w:val="fr-CH"/>
              </w:rPr>
              <w:t xml:space="preserve">es haies et </w:t>
            </w:r>
            <w:r>
              <w:rPr>
                <w:lang w:val="fr-CH"/>
              </w:rPr>
              <w:t>d</w:t>
            </w:r>
            <w:r w:rsidRPr="00BF55C7">
              <w:rPr>
                <w:lang w:val="fr-CH"/>
              </w:rPr>
              <w:t>es bosquets</w:t>
            </w:r>
          </w:p>
        </w:tc>
      </w:tr>
      <w:tr w:rsidR="00B72FD8" w:rsidTr="00B72FD8">
        <w:tc>
          <w:tcPr>
            <w:tcW w:w="2410" w:type="dxa"/>
          </w:tcPr>
          <w:p w:rsidR="00B72FD8" w:rsidRDefault="00B72FD8" w:rsidP="00790E5C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Emplacement</w:t>
            </w:r>
          </w:p>
        </w:tc>
        <w:tc>
          <w:tcPr>
            <w:tcW w:w="7513" w:type="dxa"/>
          </w:tcPr>
          <w:p w:rsidR="00B72FD8" w:rsidRDefault="00B72FD8" w:rsidP="00790E5C">
            <w:pPr>
              <w:rPr>
                <w:lang w:eastAsia="de-DE"/>
              </w:rPr>
            </w:pPr>
            <w:r>
              <w:t xml:space="preserve">{{ADRESSE}}, </w:t>
            </w:r>
            <w:r>
              <w:rPr>
                <w:lang w:val="fr-CH"/>
              </w:rPr>
              <w:t>n</w:t>
            </w:r>
            <w:r w:rsidRPr="00C94C10">
              <w:rPr>
                <w:vertAlign w:val="superscript"/>
                <w:lang w:val="fr-CH"/>
              </w:rPr>
              <w:t>o</w:t>
            </w:r>
            <w:r w:rsidRPr="00AE0CC4">
              <w:rPr>
                <w:lang w:val="fr-CH"/>
              </w:rPr>
              <w:t xml:space="preserve"> 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 la"/>
                    <w:listEntry w:val="de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 w:rsidRPr="00AE0CC4">
              <w:rPr>
                <w:lang w:val="fr-CH"/>
              </w:rPr>
              <w:t xml:space="preserve"> parcelle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>
              <w:rPr>
                <w:lang w:val="fr-CH" w:eastAsia="de-DE"/>
              </w:rPr>
            </w:r>
            <w:r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>
              <w:t xml:space="preserve"> {{PARZELLE}}</w:t>
            </w:r>
          </w:p>
        </w:tc>
      </w:tr>
    </w:tbl>
    <w:p w:rsidR="00B72FD8" w:rsidRPr="00BF55C7" w:rsidRDefault="00B72FD8" w:rsidP="00B72FD8">
      <w:pPr>
        <w:rPr>
          <w:lang w:val="fr-CH" w:eastAsia="de-DE"/>
        </w:rPr>
      </w:pPr>
      <w:r>
        <w:rPr>
          <w:lang w:val="fr-CH" w:eastAsia="de-DE"/>
        </w:rPr>
        <w:t>Mesdames, Messieurs,</w:t>
      </w:r>
    </w:p>
    <w:p w:rsidR="00B72FD8" w:rsidRPr="006D5649" w:rsidRDefault="00B72FD8" w:rsidP="00B72FD8">
      <w:pPr>
        <w:rPr>
          <w:lang w:val="fr-CH" w:eastAsia="de-DE"/>
        </w:rPr>
      </w:pPr>
      <w:r w:rsidRPr="00BF55C7">
        <w:rPr>
          <w:lang w:val="fr-CH" w:eastAsia="de-DE"/>
        </w:rPr>
        <w:t xml:space="preserve">Le </w:t>
      </w:r>
      <w:r w:rsidRPr="00BF55C7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BF55C7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BF55C7">
        <w:rPr>
          <w:lang w:val="fr-CH" w:eastAsia="de-DE"/>
        </w:rPr>
        <w:fldChar w:fldCharType="end"/>
      </w:r>
      <w:r w:rsidRPr="00BF55C7">
        <w:rPr>
          <w:lang w:val="fr-CH" w:eastAsia="de-DE"/>
        </w:rPr>
        <w:t xml:space="preserve">,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nom de la personne requérante"/>
            </w:ddList>
          </w:ffData>
        </w:fldChar>
      </w:r>
      <w:r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BF55C7">
        <w:rPr>
          <w:lang w:val="fr-CH" w:eastAsia="de-DE"/>
        </w:rPr>
        <w:t xml:space="preserve"> a déposé une demande d</w:t>
      </w:r>
      <w:r>
        <w:rPr>
          <w:lang w:val="fr-CH" w:eastAsia="de-DE"/>
        </w:rPr>
        <w:t>e</w:t>
      </w:r>
      <w:r w:rsidRPr="00BF55C7">
        <w:rPr>
          <w:lang w:val="fr-CH" w:eastAsia="de-DE"/>
        </w:rPr>
        <w:t xml:space="preserve"> dérogation à l’interdiction d</w:t>
      </w:r>
      <w:r>
        <w:rPr>
          <w:lang w:val="fr-CH" w:eastAsia="de-DE"/>
        </w:rPr>
        <w:t xml:space="preserve">’arrachage </w:t>
      </w:r>
      <w:r w:rsidRPr="00BF55C7">
        <w:rPr>
          <w:lang w:val="fr-CH" w:eastAsia="de-DE"/>
        </w:rPr>
        <w:t>d’une haie ou d’un bosquet</w:t>
      </w:r>
      <w:r>
        <w:rPr>
          <w:rStyle w:val="Funotenzeichen"/>
          <w:lang w:val="fr-CH" w:eastAsia="de-DE"/>
        </w:rPr>
        <w:footnoteReference w:id="1"/>
      </w:r>
      <w:r>
        <w:rPr>
          <w:lang w:val="fr-CH" w:eastAsia="de-DE"/>
        </w:rPr>
        <w:t xml:space="preserve">. </w:t>
      </w:r>
      <w:r w:rsidRPr="00BF55C7">
        <w:rPr>
          <w:lang w:val="fr-CH"/>
        </w:rPr>
        <w:t xml:space="preserve">Nous vous prions de bien vouloir nous faire parvenir un rapport officiel à ce sujet d’ici le </w:t>
      </w:r>
      <w:r w:rsidRPr="00BF55C7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ate"/>
            </w:ddList>
          </w:ffData>
        </w:fldChar>
      </w:r>
      <w:r w:rsidRPr="00BF55C7">
        <w:rPr>
          <w:lang w:val="fr-CH" w:eastAsia="de-DE"/>
        </w:rPr>
        <w:instrText xml:space="preserve"> FORMDROPDOWN </w:instrText>
      </w:r>
      <w:r>
        <w:rPr>
          <w:lang w:val="fr-CH" w:eastAsia="de-DE"/>
        </w:rPr>
      </w:r>
      <w:r>
        <w:rPr>
          <w:lang w:val="fr-CH" w:eastAsia="de-DE"/>
        </w:rPr>
        <w:fldChar w:fldCharType="separate"/>
      </w:r>
      <w:r w:rsidRPr="00BF55C7">
        <w:rPr>
          <w:lang w:val="fr-CH" w:eastAsia="de-DE"/>
        </w:rPr>
        <w:fldChar w:fldCharType="end"/>
      </w:r>
      <w:r w:rsidRPr="00BF55C7">
        <w:rPr>
          <w:lang w:val="fr-CH" w:eastAsia="de-DE"/>
        </w:rPr>
        <w:t>.</w:t>
      </w:r>
    </w:p>
    <w:p w:rsidR="00A975C1" w:rsidRPr="00A975C1" w:rsidRDefault="00B72FD8" w:rsidP="00B72FD8">
      <w:pPr>
        <w:rPr>
          <w:lang w:val="fr-CH"/>
        </w:rPr>
      </w:pPr>
      <w:r w:rsidRPr="00BF55C7">
        <w:rPr>
          <w:lang w:val="fr-CH" w:eastAsia="de-DE"/>
        </w:rPr>
        <w:t>En restant à votre disposition pour répondre à toute question, nous vous adressons</w:t>
      </w:r>
      <w:r>
        <w:rPr>
          <w:lang w:val="fr-CH" w:eastAsia="de-DE"/>
        </w:rPr>
        <w:t>, Mesdames, Messieurs,</w:t>
      </w:r>
      <w:r w:rsidRPr="00BF55C7">
        <w:rPr>
          <w:lang w:val="fr-CH" w:eastAsia="de-DE"/>
        </w:rPr>
        <w:t xml:space="preserve"> nos salutations les meilleures.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DA2228" w:rsidRPr="00B72FD8" w:rsidRDefault="00A975C1" w:rsidP="00DA2228">
            <w:pPr>
              <w:pStyle w:val="KeinLeerraum"/>
              <w:keepNext/>
              <w:keepLines/>
              <w:rPr>
                <w:lang w:val="fr-CH"/>
              </w:rPr>
            </w:pPr>
            <w:r w:rsidRPr="00B72FD8">
              <w:rPr>
                <w:lang w:val="fr-CH"/>
              </w:rPr>
              <w:t>Préfecture du/de</w:t>
            </w:r>
          </w:p>
          <w:p w:rsidR="00496AC7" w:rsidRPr="00B72FD8" w:rsidRDefault="00DA2228" w:rsidP="00DA2228">
            <w:pPr>
              <w:pStyle w:val="KeinLeerraum"/>
              <w:keepNext/>
              <w:keepLines/>
              <w:rPr>
                <w:lang w:val="fr-CH"/>
              </w:rPr>
            </w:pPr>
            <w:r w:rsidRPr="00B72FD8">
              <w:rPr>
                <w:lang w:val="fr-CH"/>
              </w:rPr>
              <w:t>{{MEINE_ORGANISATION_NAME_KURZ}}</w:t>
            </w:r>
          </w:p>
          <w:p w:rsidR="00DA2228" w:rsidRPr="00B72FD8" w:rsidRDefault="00DA2228" w:rsidP="00DA2228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B72FD8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B72FD8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B72FD8" w:rsidRDefault="00496AC7" w:rsidP="00B71B70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Default="00DA2228" w:rsidP="00B71B70">
            <w:pPr>
              <w:pStyle w:val="KeinLeerraum"/>
              <w:keepNext/>
              <w:keepLines/>
            </w:pPr>
            <w:r w:rsidRPr="002933B4">
              <w:t>{{ZUSTAENDIG_NAME}}</w:t>
            </w:r>
          </w:p>
        </w:tc>
      </w:tr>
    </w:tbl>
    <w:p w:rsidR="00496AC7" w:rsidRDefault="00496AC7" w:rsidP="00B72FD8">
      <w:pPr>
        <w:pStyle w:val="KeinLeerraum"/>
      </w:pPr>
      <w:bookmarkStart w:id="0" w:name="_GoBack"/>
      <w:bookmarkEnd w:id="0"/>
    </w:p>
    <w:sectPr w:rsidR="00496AC7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B72FD8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fldSimple w:instr=" NUMPAGES   \* MERGEFORMAT ">
                            <w:r w:rsidR="00B72FD8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B72FD8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fldSimple w:instr=" NUMPAGES   \* MERGEFORMAT ">
                      <w:r w:rsidR="00B72FD8">
                        <w:t>2</w:t>
                      </w:r>
                    </w:fldSimple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  <w:footnote w:id="1">
    <w:p w:rsidR="00B72FD8" w:rsidRPr="006D5649" w:rsidRDefault="00B72FD8" w:rsidP="00B72FD8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6D5649">
        <w:rPr>
          <w:lang w:val="fr-CH"/>
        </w:rPr>
        <w:t xml:space="preserve"> </w:t>
      </w:r>
      <w:r w:rsidRPr="006D5649">
        <w:rPr>
          <w:lang w:val="fr-CH"/>
        </w:rPr>
        <w:tab/>
      </w:r>
      <w:r w:rsidRPr="00F17E97">
        <w:rPr>
          <w:szCs w:val="16"/>
          <w:lang w:val="fr-CH"/>
        </w:rPr>
        <w:t>Article 27 de la loi du 15 septembre 1992 sur la protection de la nature (RSB 426.11).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C61A6"/>
    <w:rsid w:val="000F24D7"/>
    <w:rsid w:val="000F367F"/>
    <w:rsid w:val="000F59E4"/>
    <w:rsid w:val="0010031D"/>
    <w:rsid w:val="001005A8"/>
    <w:rsid w:val="0010388D"/>
    <w:rsid w:val="001049E5"/>
    <w:rsid w:val="00105E13"/>
    <w:rsid w:val="00115BCB"/>
    <w:rsid w:val="00137EA3"/>
    <w:rsid w:val="00146710"/>
    <w:rsid w:val="0017694A"/>
    <w:rsid w:val="00187B1C"/>
    <w:rsid w:val="001B3A2F"/>
    <w:rsid w:val="001C001B"/>
    <w:rsid w:val="001D1389"/>
    <w:rsid w:val="001D213B"/>
    <w:rsid w:val="001E2E1A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2051A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C51A4"/>
    <w:rsid w:val="005D532C"/>
    <w:rsid w:val="005F5AC8"/>
    <w:rsid w:val="00617696"/>
    <w:rsid w:val="00630F1C"/>
    <w:rsid w:val="006358F2"/>
    <w:rsid w:val="006636B6"/>
    <w:rsid w:val="0066578F"/>
    <w:rsid w:val="0069623B"/>
    <w:rsid w:val="006A7494"/>
    <w:rsid w:val="006A79A4"/>
    <w:rsid w:val="006C6613"/>
    <w:rsid w:val="006D053F"/>
    <w:rsid w:val="006D4EC1"/>
    <w:rsid w:val="006D59FC"/>
    <w:rsid w:val="006F2C61"/>
    <w:rsid w:val="006F2D77"/>
    <w:rsid w:val="006F576C"/>
    <w:rsid w:val="00705AC6"/>
    <w:rsid w:val="00716BB6"/>
    <w:rsid w:val="0071707D"/>
    <w:rsid w:val="0072083C"/>
    <w:rsid w:val="00740E13"/>
    <w:rsid w:val="007609AA"/>
    <w:rsid w:val="007A1DE8"/>
    <w:rsid w:val="007A2EA2"/>
    <w:rsid w:val="007A6C01"/>
    <w:rsid w:val="007B7ED1"/>
    <w:rsid w:val="007C3295"/>
    <w:rsid w:val="007C3E76"/>
    <w:rsid w:val="007D6763"/>
    <w:rsid w:val="007E7A71"/>
    <w:rsid w:val="008068AB"/>
    <w:rsid w:val="0080695C"/>
    <w:rsid w:val="008232F0"/>
    <w:rsid w:val="0083467D"/>
    <w:rsid w:val="0086322D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75C1"/>
    <w:rsid w:val="00AD50BA"/>
    <w:rsid w:val="00AE2D5C"/>
    <w:rsid w:val="00AF0A06"/>
    <w:rsid w:val="00AF3AA7"/>
    <w:rsid w:val="00AF705E"/>
    <w:rsid w:val="00B000F6"/>
    <w:rsid w:val="00B123A8"/>
    <w:rsid w:val="00B41F8D"/>
    <w:rsid w:val="00B71B70"/>
    <w:rsid w:val="00B72FD8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A2228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45438"/>
    <w:rsid w:val="00F611C6"/>
    <w:rsid w:val="00F72B21"/>
    <w:rsid w:val="00F91D8D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629FF282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3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6358F2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paragraph" w:customStyle="1" w:styleId="FettbasierendaufStandard">
    <w:name w:val="Fett basierend auf Standard"/>
    <w:basedOn w:val="Standard"/>
    <w:uiPriority w:val="2"/>
    <w:qFormat/>
    <w:rsid w:val="008232F0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8232F0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2E72C-1231-41EE-A6D3-9B7F14CE8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1</Pages>
  <Words>188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9</cp:revision>
  <dcterms:created xsi:type="dcterms:W3CDTF">2021-03-29T08:32:00Z</dcterms:created>
  <dcterms:modified xsi:type="dcterms:W3CDTF">2021-11-18T08:03:00Z</dcterms:modified>
</cp:coreProperties>
</file>