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8134CC" w:rsidRPr="008134CC" w:rsidRDefault="008134CC" w:rsidP="008134CC">
            <w:pPr>
              <w:pStyle w:val="Absender"/>
              <w:rPr>
                <w:b/>
              </w:rPr>
            </w:pPr>
            <w:r w:rsidRPr="008134CC">
              <w:rPr>
                <w:b/>
              </w:rPr>
              <w:t>Einschreiben</w:t>
            </w:r>
          </w:p>
          <w:p w:rsidR="008134CC" w:rsidRDefault="008134CC" w:rsidP="008134CC">
            <w:pPr>
              <w:pStyle w:val="Absender"/>
            </w:pPr>
            <w:r>
              <w:t>Bau- und Verkehrsdirektion</w:t>
            </w:r>
          </w:p>
          <w:p w:rsidR="008134CC" w:rsidRDefault="008134CC" w:rsidP="008134CC">
            <w:pPr>
              <w:pStyle w:val="Absender"/>
            </w:pPr>
            <w:r>
              <w:t>Rechtsamt</w:t>
            </w:r>
          </w:p>
          <w:p w:rsidR="008134CC" w:rsidRDefault="008134CC" w:rsidP="008134CC">
            <w:pPr>
              <w:pStyle w:val="Absender"/>
            </w:pPr>
            <w:r>
              <w:t>Reiterstrasse 11</w:t>
            </w:r>
          </w:p>
          <w:p w:rsidR="00DA2228" w:rsidRDefault="008134CC" w:rsidP="008134CC">
            <w:pPr>
              <w:pStyle w:val="Absender"/>
            </w:pPr>
            <w:r>
              <w:t>3011 Bern</w:t>
            </w:r>
          </w:p>
          <w:p w:rsidR="008134CC" w:rsidRPr="0041440D" w:rsidRDefault="008134CC" w:rsidP="008134CC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8134CC" w:rsidP="0041440D">
      <w:pPr>
        <w:pStyle w:val="BetreffTitel"/>
      </w:pPr>
      <w:r w:rsidRPr="008134CC">
        <w:t>Stellungnahme</w:t>
      </w:r>
    </w:p>
    <w:p w:rsidR="008134CC" w:rsidRDefault="008134CC" w:rsidP="00DA2228">
      <w:r w:rsidRPr="008134CC">
        <w:t>in der Beschwerdesache</w:t>
      </w:r>
    </w:p>
    <w:p w:rsidR="008134CC" w:rsidRPr="008134CC" w:rsidRDefault="008134CC" w:rsidP="008134CC">
      <w:pPr>
        <w:pStyle w:val="KeinLeerraum"/>
      </w:pPr>
      <w:r w:rsidRPr="008134CC">
        <w:fldChar w:fldCharType="begin">
          <w:ffData>
            <w:name w:val=""/>
            <w:enabled/>
            <w:calcOnExit w:val="0"/>
            <w:ddList>
              <w:listEntry w:val="Bescherdeführer/in Name und Adresse"/>
            </w:ddList>
          </w:ffData>
        </w:fldChar>
      </w:r>
      <w:r w:rsidRPr="008134CC">
        <w:instrText xml:space="preserve"> FORMDROPDOWN </w:instrText>
      </w:r>
      <w:r w:rsidR="005F2A79">
        <w:fldChar w:fldCharType="separate"/>
      </w:r>
      <w:r w:rsidRPr="008134CC">
        <w:fldChar w:fldCharType="end"/>
      </w:r>
    </w:p>
    <w:p w:rsidR="008134CC" w:rsidRDefault="008134CC" w:rsidP="008134CC">
      <w:pPr>
        <w:rPr>
          <w:lang w:eastAsia="de-DE"/>
        </w:rPr>
      </w:pPr>
      <w:r>
        <w:t xml:space="preserve">vertreten durch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treter/in Name und Adresse"/>
            </w:ddList>
          </w:ffData>
        </w:fldChar>
      </w:r>
      <w:r>
        <w:rPr>
          <w:lang w:eastAsia="de-DE"/>
        </w:rPr>
        <w:instrText xml:space="preserve"> FORMDROPDOWN </w:instrText>
      </w:r>
      <w:r w:rsidR="005F2A79">
        <w:rPr>
          <w:lang w:eastAsia="de-DE"/>
        </w:rPr>
      </w:r>
      <w:r w:rsidR="005F2A79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8134CC" w:rsidRDefault="008134CC" w:rsidP="008134CC">
      <w:pPr>
        <w:pStyle w:val="Ausrichtungrechtsfett"/>
        <w:rPr>
          <w:rFonts w:eastAsia="Times New Roman"/>
          <w:noProof/>
          <w:szCs w:val="20"/>
        </w:rPr>
      </w:pPr>
      <w:r w:rsidRPr="00EB48B4">
        <w:rPr>
          <w:b w:val="0"/>
        </w:rPr>
        <w:t>-</w:t>
      </w:r>
      <w:r>
        <w:t xml:space="preserve"> Beschwerdeführende</w:t>
      </w:r>
      <w:r>
        <w:rPr>
          <w:rFonts w:eastAsia="Times New Roman"/>
          <w:noProof/>
          <w:szCs w:val="20"/>
        </w:rPr>
        <w:fldChar w:fldCharType="begin">
          <w:ffData>
            <w:name w:val=""/>
            <w:enabled/>
            <w:calcOnExit w:val="0"/>
            <w:ddList>
              <w:listEntry w:val="r"/>
            </w:ddList>
          </w:ffData>
        </w:fldChar>
      </w:r>
      <w:r>
        <w:rPr>
          <w:rFonts w:eastAsia="Times New Roman"/>
          <w:noProof/>
          <w:szCs w:val="20"/>
        </w:rPr>
        <w:instrText xml:space="preserve"> FORMDROPDOWN </w:instrText>
      </w:r>
      <w:r w:rsidR="005F2A79">
        <w:rPr>
          <w:rFonts w:eastAsia="Times New Roman"/>
          <w:noProof/>
          <w:szCs w:val="20"/>
        </w:rPr>
      </w:r>
      <w:r w:rsidR="005F2A79">
        <w:rPr>
          <w:rFonts w:eastAsia="Times New Roman"/>
          <w:noProof/>
          <w:szCs w:val="20"/>
        </w:rPr>
        <w:fldChar w:fldCharType="separate"/>
      </w:r>
      <w:r>
        <w:rPr>
          <w:rFonts w:eastAsia="Times New Roman"/>
          <w:noProof/>
          <w:szCs w:val="20"/>
        </w:rPr>
        <w:fldChar w:fldCharType="end"/>
      </w:r>
      <w:r>
        <w:rPr>
          <w:rFonts w:eastAsia="Times New Roman"/>
          <w:noProof/>
          <w:szCs w:val="20"/>
        </w:rPr>
        <w:t xml:space="preserve"> -</w:t>
      </w:r>
    </w:p>
    <w:p w:rsidR="008134CC" w:rsidRDefault="008134CC" w:rsidP="008134CC">
      <w:r>
        <w:t>gegen</w:t>
      </w:r>
    </w:p>
    <w:p w:rsidR="008134CC" w:rsidRDefault="008134CC" w:rsidP="008134CC">
      <w:pPr>
        <w:rPr>
          <w:rFonts w:cs="Arial"/>
        </w:rPr>
      </w:pPr>
      <w:r w:rsidRPr="00A07233">
        <w:t xml:space="preserve">{{GESUCHSTELLER_NAME_ADRESSE}} {{VERTRETER_NAME_ADRESSE </w:t>
      </w:r>
      <w:proofErr w:type="spellStart"/>
      <w:r w:rsidRPr="00A07233">
        <w:t>and</w:t>
      </w:r>
      <w:proofErr w:type="spellEnd"/>
      <w:r w:rsidRPr="00A07233">
        <w:t xml:space="preserve"> ", vertreten</w:t>
      </w:r>
      <w:r>
        <w:rPr>
          <w:rFonts w:cs="Arial"/>
        </w:rPr>
        <w:t xml:space="preserve"> durch Rechtsanwalt / Rechtsanwältin </w:t>
      </w:r>
      <w:r>
        <w:rPr>
          <w:rFonts w:cs="Arial"/>
          <w:szCs w:val="24"/>
        </w:rPr>
        <w:t>"</w:t>
      </w:r>
      <w:r>
        <w:rPr>
          <w:rFonts w:cs="Arial"/>
        </w:rPr>
        <w:t xml:space="preserve"> + VERTRETER_NAME_ADRESSE}}</w:t>
      </w:r>
    </w:p>
    <w:p w:rsidR="008134CC" w:rsidRDefault="008134CC" w:rsidP="008134CC">
      <w:pPr>
        <w:pStyle w:val="Ausrichtungrechtsfett"/>
      </w:pPr>
      <w:r w:rsidRPr="00A07233">
        <w:t>- Beschwerdegegner</w:t>
      </w:r>
      <w:r w:rsidRPr="00A07233">
        <w:fldChar w:fldCharType="begin">
          <w:ffData>
            <w:name w:val=""/>
            <w:enabled/>
            <w:calcOnExit w:val="0"/>
            <w:ddList>
              <w:listEntry w:val="in"/>
            </w:ddList>
          </w:ffData>
        </w:fldChar>
      </w:r>
      <w:r w:rsidRPr="00A07233">
        <w:instrText xml:space="preserve"> FORMDROPDOWN </w:instrText>
      </w:r>
      <w:r w:rsidR="005F2A79">
        <w:fldChar w:fldCharType="separate"/>
      </w:r>
      <w:r w:rsidRPr="00A07233">
        <w:fldChar w:fldCharType="end"/>
      </w:r>
      <w:r w:rsidRPr="00A07233">
        <w:t xml:space="preserve"> -</w:t>
      </w:r>
    </w:p>
    <w:p w:rsidR="008134CC" w:rsidRDefault="008134CC" w:rsidP="008134CC">
      <w:r>
        <w:t>und</w:t>
      </w:r>
    </w:p>
    <w:p w:rsidR="008134CC" w:rsidRDefault="008134CC" w:rsidP="008134CC">
      <w:r>
        <w:t>{{MEINE_ORGANISATION_NAME_ADRESSE}}</w:t>
      </w:r>
    </w:p>
    <w:p w:rsidR="008134CC" w:rsidRDefault="008134CC" w:rsidP="008134CC">
      <w:r>
        <w:t>{{GEMEINDE_NAME_ADRESSE}}</w:t>
      </w:r>
    </w:p>
    <w:p w:rsidR="008134CC" w:rsidRDefault="008134CC" w:rsidP="008134CC">
      <w:r>
        <w:t>betreffend {{</w:t>
      </w:r>
      <w:r w:rsidRPr="00EB48B4">
        <w:t>BESCHREIBUNG_BAUVORHABEN</w:t>
      </w:r>
      <w:r>
        <w:t>}}</w:t>
      </w:r>
    </w:p>
    <w:p w:rsidR="008134CC" w:rsidRDefault="008134CC" w:rsidP="008134CC">
      <w:r>
        <w:t>Wir beantragen die Abweisung der Beschwerde soweit darauf einzutreten ist und verweisen auf die Erwägungen im angefochtenen Gesamtbauentscheid.</w:t>
      </w:r>
    </w:p>
    <w:p w:rsidR="008134CC" w:rsidRDefault="008134CC" w:rsidP="008134CC">
      <w:pPr>
        <w:rPr>
          <w:color w:val="FF0000"/>
        </w:rPr>
      </w:pPr>
      <w:r>
        <w:rPr>
          <w:color w:val="FF0000"/>
        </w:rPr>
        <w:t>oder</w:t>
      </w:r>
    </w:p>
    <w:p w:rsidR="008134CC" w:rsidRDefault="008134CC" w:rsidP="008134CC">
      <w:pPr>
        <w:rPr>
          <w:lang w:eastAsia="de-DE"/>
        </w:rPr>
      </w:pPr>
      <w:r>
        <w:t xml:space="preserve">Sie haben uns mit Verfügung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5F2A79">
        <w:rPr>
          <w:lang w:eastAsia="de-DE"/>
        </w:rPr>
      </w:r>
      <w:r w:rsidR="005F2A79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eingeladen, die vollständigen </w:t>
      </w:r>
      <w:proofErr w:type="spellStart"/>
      <w:r>
        <w:rPr>
          <w:lang w:eastAsia="de-DE"/>
        </w:rPr>
        <w:t>Baugesuchsakten</w:t>
      </w:r>
      <w:proofErr w:type="spellEnd"/>
      <w:r>
        <w:rPr>
          <w:lang w:eastAsia="de-DE"/>
        </w:rPr>
        <w:t xml:space="preserve"> der Bauherrschaft sowie eine Vernehmlassung zur erwähnten Beschwerde in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Anzahl)"/>
            </w:ddList>
          </w:ffData>
        </w:fldChar>
      </w:r>
      <w:r>
        <w:rPr>
          <w:lang w:eastAsia="de-DE"/>
        </w:rPr>
        <w:instrText xml:space="preserve"> FORMDROPDOWN </w:instrText>
      </w:r>
      <w:r w:rsidR="005F2A79">
        <w:rPr>
          <w:lang w:eastAsia="de-DE"/>
        </w:rPr>
      </w:r>
      <w:r w:rsidR="005F2A79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Exemplaren einzureichen.</w:t>
      </w:r>
    </w:p>
    <w:p w:rsidR="008134CC" w:rsidRDefault="008134CC" w:rsidP="008134CC">
      <w:r>
        <w:t>Die Akten legen wir diesem Brief bei. Die massgebenden bewilligten Pläne sind im Besitz der Bauverwaltung der Gemeinde {{GEMEINDE}}. Wir gehen davon aus, dass Sie diese entsprechend bei der Gemeinde einfordern werden.</w:t>
      </w:r>
    </w:p>
    <w:p w:rsidR="008134CC" w:rsidRDefault="008134CC" w:rsidP="008134CC">
      <w:r>
        <w:t xml:space="preserve">Nach Durchsicht der Beschwerdeschrift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5F2A79">
        <w:rPr>
          <w:lang w:eastAsia="de-DE"/>
        </w:rPr>
      </w:r>
      <w:r w:rsidR="005F2A79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proofErr w:type="spellStart"/>
      <w:r>
        <w:t>verzichten</w:t>
      </w:r>
      <w:proofErr w:type="spellEnd"/>
      <w:r>
        <w:t xml:space="preserve"> wir unter Verweis auf die Akten im Verfahren </w:t>
      </w:r>
      <w:proofErr w:type="spellStart"/>
      <w:r>
        <w:t>eBau</w:t>
      </w:r>
      <w:proofErr w:type="spellEnd"/>
      <w:r>
        <w:t xml:space="preserve"> {{DOSSIER_NR}} </w:t>
      </w:r>
      <w:r>
        <w:rPr>
          <w:rFonts w:cs="Arial"/>
        </w:rPr>
        <w:t xml:space="preserve">auf das Einreichen einer förmlichen </w:t>
      </w:r>
      <w:proofErr w:type="spellStart"/>
      <w:r>
        <w:rPr>
          <w:rFonts w:cs="Arial"/>
        </w:rPr>
        <w:t>Vernehmlassungseingabe</w:t>
      </w:r>
      <w:proofErr w:type="spellEnd"/>
      <w:r>
        <w:rPr>
          <w:rFonts w:cs="Arial"/>
        </w:rPr>
        <w:t>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496AC7" w:rsidRPr="0041440D" w:rsidRDefault="00496AC7" w:rsidP="00B71B70">
            <w:pPr>
              <w:keepNext/>
              <w:keepLines/>
            </w:pPr>
            <w:r>
              <w:lastRenderedPageBreak/>
              <w:t>Freundliche Grüsse</w:t>
            </w:r>
          </w:p>
        </w:tc>
      </w:tr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5F2A79" w:rsidRDefault="005F2A79" w:rsidP="005F2A79">
            <w:pPr>
              <w:pStyle w:val="KeinLeerraum"/>
              <w:keepNext/>
              <w:keepLines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496AC7" w:rsidRDefault="005F2A79" w:rsidP="005F2A79">
            <w:pPr>
              <w:pStyle w:val="KeinLeerraum"/>
              <w:keepNext/>
              <w:keepLines/>
            </w:pPr>
            <w:r>
              <w:rPr>
                <w:lang w:eastAsia="de-DE"/>
              </w:rPr>
              <w:t>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bookmarkStart w:id="0" w:name="_GoBack"/>
            <w:bookmarkEnd w:id="0"/>
          </w:p>
        </w:tc>
      </w:tr>
    </w:tbl>
    <w:p w:rsidR="00496AC7" w:rsidRDefault="00496AC7" w:rsidP="00496AC7">
      <w:pPr>
        <w:pStyle w:val="KeinLeerraum"/>
      </w:pPr>
    </w:p>
    <w:p w:rsidR="008134CC" w:rsidRDefault="008134CC" w:rsidP="008134CC">
      <w:pPr>
        <w:pStyle w:val="Absender"/>
        <w:rPr>
          <w:lang w:eastAsia="de-DE"/>
        </w:rPr>
      </w:pPr>
      <w:r>
        <w:t xml:space="preserve">In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Anzahl)"/>
            </w:ddList>
          </w:ffData>
        </w:fldChar>
      </w:r>
      <w:r>
        <w:rPr>
          <w:lang w:eastAsia="de-DE"/>
        </w:rPr>
        <w:instrText xml:space="preserve"> FORMDROPDOWN </w:instrText>
      </w:r>
      <w:r w:rsidR="005F2A79">
        <w:rPr>
          <w:lang w:eastAsia="de-DE"/>
        </w:rPr>
      </w:r>
      <w:r w:rsidR="005F2A79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Exemplaren</w:t>
      </w:r>
    </w:p>
    <w:p w:rsidR="008134CC" w:rsidRDefault="008134CC" w:rsidP="008134CC">
      <w:pPr>
        <w:pStyle w:val="Absender"/>
      </w:pPr>
    </w:p>
    <w:p w:rsidR="00496AC7" w:rsidRDefault="00496AC7" w:rsidP="00496AC7">
      <w:pPr>
        <w:pStyle w:val="Absender"/>
      </w:pPr>
      <w:r>
        <w:t>Beilage</w:t>
      </w:r>
    </w:p>
    <w:p w:rsidR="00496AC7" w:rsidRDefault="008134CC" w:rsidP="00496AC7">
      <w:pPr>
        <w:pStyle w:val="Aufzhlung85pt"/>
      </w:pPr>
      <w:r w:rsidRPr="00741D26">
        <w:rPr>
          <w:highlight w:val="yellow"/>
        </w:rPr>
        <w:t>Baudossier</w:t>
      </w:r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5F2A79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5F2A79">
                            <w:fldChar w:fldCharType="begin"/>
                          </w:r>
                          <w:r w:rsidR="005F2A79">
                            <w:instrText xml:space="preserve"> NUMPAGES   \* MERGEFORMAT </w:instrText>
                          </w:r>
                          <w:r w:rsidR="005F2A79">
                            <w:fldChar w:fldCharType="separate"/>
                          </w:r>
                          <w:r w:rsidR="005F2A79">
                            <w:t>2</w:t>
                          </w:r>
                          <w:r w:rsidR="005F2A79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5F2A79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5F2A79">
                      <w:fldChar w:fldCharType="begin"/>
                    </w:r>
                    <w:r w:rsidR="005F2A79">
                      <w:instrText xml:space="preserve"> NUMPAGES   \* MERGEFORMAT </w:instrText>
                    </w:r>
                    <w:r w:rsidR="005F2A79">
                      <w:fldChar w:fldCharType="separate"/>
                    </w:r>
                    <w:r w:rsidR="005F2A79">
                      <w:t>2</w:t>
                    </w:r>
                    <w:r w:rsidR="005F2A79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2A79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134C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B381A-6D20-410F-A65F-D5326E26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8</cp:revision>
  <dcterms:created xsi:type="dcterms:W3CDTF">2021-03-29T08:32:00Z</dcterms:created>
  <dcterms:modified xsi:type="dcterms:W3CDTF">2021-11-18T14:11:00Z</dcterms:modified>
</cp:coreProperties>
</file>