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D9" w:rsidRDefault="000F4CD9" w:rsidP="000F4CD9">
      <w:pPr>
        <w:pStyle w:val="Heading1"/>
      </w:pPr>
      <w:r>
        <w:t>Web Launch Checklist</w:t>
      </w:r>
    </w:p>
    <w:p w:rsidR="000F4CD9" w:rsidRDefault="000F4CD9" w:rsidP="000F4CD9">
      <w:pPr>
        <w:pStyle w:val="Heading2"/>
      </w:pPr>
      <w:r>
        <w:t>Performance</w:t>
      </w:r>
    </w:p>
    <w:p w:rsidR="00557CE6" w:rsidRPr="00D37582" w:rsidRDefault="00722E0C" w:rsidP="00D37582">
      <w:pPr>
        <w:pStyle w:val="Checkbox"/>
      </w:pPr>
      <w:sdt>
        <w:sdtPr>
          <w:id w:val="-194622981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>Image</w:t>
      </w:r>
      <w:r w:rsidR="00716159" w:rsidRPr="00D37582">
        <w:t>s</w:t>
      </w:r>
      <w:r w:rsidR="001D651A" w:rsidRPr="00D37582">
        <w:t xml:space="preserve"> Optimiz</w:t>
      </w:r>
      <w:r w:rsidR="00716159" w:rsidRPr="00D37582">
        <w:t>ed</w:t>
      </w:r>
    </w:p>
    <w:p w:rsidR="00557CE6" w:rsidRPr="00D37582" w:rsidRDefault="00722E0C" w:rsidP="00D37582">
      <w:pPr>
        <w:pStyle w:val="Checkbox"/>
      </w:pPr>
      <w:sdt>
        <w:sdtPr>
          <w:id w:val="-10720106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>Reduce</w:t>
      </w:r>
      <w:r w:rsidR="00716159" w:rsidRPr="00D37582">
        <w:t>d</w:t>
      </w:r>
      <w:r w:rsidR="001D651A" w:rsidRPr="00D37582">
        <w:t xml:space="preserve"> Page Weight </w:t>
      </w:r>
      <w:r w:rsidR="00A10371" w:rsidRPr="00D37582">
        <w:t xml:space="preserve">and </w:t>
      </w:r>
      <w:r w:rsidR="001D651A" w:rsidRPr="00D37582">
        <w:t>Requests</w:t>
      </w:r>
    </w:p>
    <w:p w:rsidR="00557CE6" w:rsidRPr="00D37582" w:rsidRDefault="00722E0C" w:rsidP="00D37582">
      <w:pPr>
        <w:pStyle w:val="Checkbox"/>
      </w:pPr>
      <w:sdt>
        <w:sdtPr>
          <w:id w:val="82169999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>Limit</w:t>
      </w:r>
      <w:r w:rsidR="0012626E" w:rsidRPr="00D37582">
        <w:t>ed</w:t>
      </w:r>
      <w:r w:rsidR="001D651A" w:rsidRPr="00D37582">
        <w:t xml:space="preserve"> Web Font Usage</w:t>
      </w:r>
    </w:p>
    <w:p w:rsidR="00557CE6" w:rsidRPr="00D37582" w:rsidRDefault="00722E0C" w:rsidP="00D37582">
      <w:pPr>
        <w:pStyle w:val="Checkbox"/>
      </w:pPr>
      <w:sdt>
        <w:sdtPr>
          <w:id w:val="-178132693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 xml:space="preserve">GZIP </w:t>
      </w:r>
      <w:r w:rsidR="00697401" w:rsidRPr="00D37582">
        <w:t>and</w:t>
      </w:r>
      <w:r w:rsidR="001D651A" w:rsidRPr="00D37582">
        <w:t xml:space="preserve"> JS/CSS Minified</w:t>
      </w:r>
    </w:p>
    <w:p w:rsidR="00557CE6" w:rsidRPr="00D37582" w:rsidRDefault="00722E0C" w:rsidP="00D37582">
      <w:pPr>
        <w:pStyle w:val="Checkbox"/>
      </w:pPr>
      <w:sdt>
        <w:sdtPr>
          <w:id w:val="106999620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>Implemented HTTP/2</w:t>
      </w:r>
    </w:p>
    <w:p w:rsidR="00557CE6" w:rsidRPr="00D37582" w:rsidRDefault="00722E0C" w:rsidP="00D37582">
      <w:pPr>
        <w:pStyle w:val="Checkbox"/>
      </w:pPr>
      <w:sdt>
        <w:sdtPr>
          <w:id w:val="88607477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 xml:space="preserve">Async </w:t>
      </w:r>
      <w:r w:rsidR="00A10371" w:rsidRPr="00D37582">
        <w:t xml:space="preserve">and </w:t>
      </w:r>
      <w:r w:rsidR="001D651A" w:rsidRPr="00D37582">
        <w:t>Defer Attributes</w:t>
      </w:r>
      <w:r w:rsidR="0012626E" w:rsidRPr="00D37582">
        <w:t xml:space="preserve"> Added</w:t>
      </w:r>
    </w:p>
    <w:p w:rsidR="0012626E" w:rsidRPr="00D37582" w:rsidRDefault="0012626E" w:rsidP="00D37582">
      <w:pPr>
        <w:pStyle w:val="Checkbox"/>
      </w:pPr>
      <w:sdt>
        <w:sdtPr>
          <w:id w:val="139370051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Resource Hinting Added</w:t>
      </w:r>
    </w:p>
    <w:p w:rsidR="001D651A" w:rsidRPr="00D37582" w:rsidRDefault="00722E0C" w:rsidP="00D37582">
      <w:pPr>
        <w:pStyle w:val="Checkbox"/>
      </w:pPr>
      <w:sdt>
        <w:sdtPr>
          <w:id w:val="-35496685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>Cache Headers</w:t>
      </w:r>
      <w:r w:rsidR="00281873" w:rsidRPr="00D37582">
        <w:t xml:space="preserve"> Set</w:t>
      </w:r>
    </w:p>
    <w:p w:rsidR="00557CE6" w:rsidRPr="00D37582" w:rsidRDefault="00722E0C" w:rsidP="00D37582">
      <w:pPr>
        <w:pStyle w:val="Checkbox"/>
      </w:pPr>
      <w:sdt>
        <w:sdtPr>
          <w:id w:val="-13457326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0F4CD9" w:rsidRPr="00D37582">
            <w:sym w:font="Wingdings" w:char="F0A8"/>
          </w:r>
        </w:sdtContent>
      </w:sdt>
      <w:r w:rsidRPr="00D37582">
        <w:t xml:space="preserve"> </w:t>
      </w:r>
      <w:r w:rsidR="001D651A" w:rsidRPr="00D37582">
        <w:t>Consider Service Workers</w:t>
      </w:r>
    </w:p>
    <w:p w:rsidR="001D651A" w:rsidRPr="00D37582" w:rsidRDefault="001D651A" w:rsidP="00D37582">
      <w:pPr>
        <w:pStyle w:val="Checkbox"/>
      </w:pPr>
      <w:sdt>
        <w:sdtPr>
          <w:id w:val="50517279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Run Testing</w:t>
      </w:r>
    </w:p>
    <w:p w:rsidR="000F4CD9" w:rsidRDefault="000F4CD9" w:rsidP="000F4CD9">
      <w:pPr>
        <w:pStyle w:val="Heading2"/>
      </w:pPr>
      <w:r>
        <w:t>SEO</w:t>
      </w:r>
    </w:p>
    <w:p w:rsidR="000F4CD9" w:rsidRPr="00D37582" w:rsidRDefault="000F4CD9" w:rsidP="00D37582">
      <w:pPr>
        <w:pStyle w:val="Checkbox"/>
      </w:pPr>
      <w:sdt>
        <w:sdtPr>
          <w:id w:val="210144316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39692D" w:rsidRPr="00D37582">
        <w:t>Page-Specific Keyword</w:t>
      </w:r>
      <w:r w:rsidR="00697401" w:rsidRPr="00D37582">
        <w:t>s Set</w:t>
      </w:r>
    </w:p>
    <w:p w:rsidR="000F4CD9" w:rsidRPr="00D37582" w:rsidRDefault="000F4CD9" w:rsidP="00D37582">
      <w:pPr>
        <w:pStyle w:val="Checkbox"/>
      </w:pPr>
      <w:sdt>
        <w:sdtPr>
          <w:id w:val="-627310201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697401" w:rsidRPr="00D37582">
        <w:t>Google Analytics and Google Search Console Setup</w:t>
      </w:r>
    </w:p>
    <w:p w:rsidR="000F4CD9" w:rsidRPr="00D37582" w:rsidRDefault="000F4CD9" w:rsidP="00D37582">
      <w:pPr>
        <w:pStyle w:val="Checkbox"/>
      </w:pPr>
      <w:sdt>
        <w:sdtPr>
          <w:id w:val="-29414536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672529" w:rsidRPr="00D37582">
        <w:t>XML Sitemap Created and</w:t>
      </w:r>
      <w:r w:rsidR="0039692D" w:rsidRPr="00D37582">
        <w:t xml:space="preserve"> Submitted</w:t>
      </w:r>
    </w:p>
    <w:p w:rsidR="000F4CD9" w:rsidRPr="00D37582" w:rsidRDefault="000F4CD9" w:rsidP="00D37582">
      <w:pPr>
        <w:pStyle w:val="Checkbox"/>
      </w:pPr>
      <w:sdt>
        <w:sdtPr>
          <w:id w:val="-174418298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39692D" w:rsidRPr="00D37582">
        <w:t>Robots.txt Created</w:t>
      </w:r>
    </w:p>
    <w:p w:rsidR="000F4CD9" w:rsidRPr="00D37582" w:rsidRDefault="000F4CD9" w:rsidP="00D37582">
      <w:pPr>
        <w:pStyle w:val="Checkbox"/>
      </w:pPr>
      <w:sdt>
        <w:sdtPr>
          <w:id w:val="756256063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39692D" w:rsidRPr="00D37582">
        <w:t>Scan</w:t>
      </w:r>
      <w:r w:rsidR="00672529" w:rsidRPr="00D37582">
        <w:t>ned</w:t>
      </w:r>
      <w:r w:rsidR="0039692D" w:rsidRPr="00D37582">
        <w:t xml:space="preserve"> for Broken Links</w:t>
      </w:r>
      <w:r w:rsidR="00E83658" w:rsidRPr="00D37582">
        <w:t xml:space="preserve"> </w:t>
      </w:r>
      <w:r w:rsidR="0039692D" w:rsidRPr="00D37582">
        <w:t>and Crawl Problems</w:t>
      </w:r>
    </w:p>
    <w:p w:rsidR="000F4CD9" w:rsidRPr="00D37582" w:rsidRDefault="000F4CD9" w:rsidP="00D37582">
      <w:pPr>
        <w:pStyle w:val="Checkbox"/>
      </w:pPr>
      <w:sdt>
        <w:sdtPr>
          <w:id w:val="37805122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39692D" w:rsidRPr="00D37582">
        <w:t>Canonical Links Set</w:t>
      </w:r>
    </w:p>
    <w:p w:rsidR="000F4CD9" w:rsidRPr="00D37582" w:rsidRDefault="000F4CD9" w:rsidP="00D37582">
      <w:pPr>
        <w:pStyle w:val="Checkbox"/>
      </w:pPr>
      <w:sdt>
        <w:sdtPr>
          <w:id w:val="-811176932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B55502" w:rsidRPr="00D37582">
        <w:t xml:space="preserve">Rich Snippets </w:t>
      </w:r>
      <w:r w:rsidR="00A10371" w:rsidRPr="00D37582">
        <w:t>and</w:t>
      </w:r>
      <w:r w:rsidR="00B55502" w:rsidRPr="00D37582">
        <w:t xml:space="preserve"> Structured Data</w:t>
      </w:r>
      <w:r w:rsidRPr="00D37582">
        <w:t xml:space="preserve"> </w:t>
      </w:r>
      <w:r w:rsidR="00B55502" w:rsidRPr="00D37582">
        <w:t>Added</w:t>
      </w:r>
    </w:p>
    <w:p w:rsidR="00D37582" w:rsidRDefault="000F4CD9" w:rsidP="00D37582">
      <w:pPr>
        <w:pStyle w:val="Checkbox"/>
      </w:pPr>
      <w:sdt>
        <w:sdtPr>
          <w:id w:val="-103411587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Pr="00D37582">
            <w:sym w:font="Wingdings" w:char="F0A8"/>
          </w:r>
        </w:sdtContent>
      </w:sdt>
      <w:r w:rsidRPr="00D37582">
        <w:t xml:space="preserve"> </w:t>
      </w:r>
      <w:r w:rsidR="00B55502" w:rsidRPr="00D37582">
        <w:t xml:space="preserve">Facebook </w:t>
      </w:r>
      <w:r w:rsidR="00A10371" w:rsidRPr="00D37582">
        <w:t xml:space="preserve">and </w:t>
      </w:r>
      <w:r w:rsidR="00B55502" w:rsidRPr="00D37582">
        <w:t>Twitter Cards Created</w:t>
      </w:r>
    </w:p>
    <w:p w:rsidR="00D37582" w:rsidRDefault="00D37582">
      <w:pPr>
        <w:spacing w:after="200"/>
        <w:rPr>
          <w:rFonts w:ascii="Calibri Light" w:eastAsiaTheme="majorEastAsia" w:hAnsi="Calibri Light" w:cstheme="majorBidi"/>
          <w:b/>
          <w:bCs/>
          <w:color w:val="234F77" w:themeColor="accent2" w:themeShade="80"/>
          <w:sz w:val="26"/>
          <w:szCs w:val="26"/>
        </w:rPr>
      </w:pPr>
      <w:bookmarkStart w:id="0" w:name="_GoBack"/>
      <w:bookmarkEnd w:id="0"/>
      <w:r>
        <w:br w:type="page"/>
      </w:r>
    </w:p>
    <w:p w:rsidR="000F4CD9" w:rsidRDefault="000F4CD9" w:rsidP="000F4CD9">
      <w:pPr>
        <w:pStyle w:val="Heading2"/>
      </w:pPr>
      <w:r>
        <w:lastRenderedPageBreak/>
        <w:t>Security</w:t>
      </w:r>
    </w:p>
    <w:p w:rsidR="000F4CD9" w:rsidRDefault="000F4CD9" w:rsidP="00D37582">
      <w:pPr>
        <w:pStyle w:val="Checkbox"/>
      </w:pPr>
      <w:sdt>
        <w:sdtPr>
          <w:id w:val="-109770395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B55502" w:rsidRPr="00B55502">
        <w:t xml:space="preserve">HTTPS </w:t>
      </w:r>
      <w:r w:rsidR="007A5CD2">
        <w:t xml:space="preserve">Set </w:t>
      </w:r>
      <w:r w:rsidR="00B55502" w:rsidRPr="00B55502">
        <w:t>Everywhere</w:t>
      </w:r>
    </w:p>
    <w:p w:rsidR="000F4CD9" w:rsidRDefault="000F4CD9" w:rsidP="00D37582">
      <w:pPr>
        <w:pStyle w:val="Checkbox"/>
      </w:pPr>
      <w:sdt>
        <w:sdtPr>
          <w:id w:val="-155268999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B55502" w:rsidRPr="00B55502">
        <w:t>Security Headers</w:t>
      </w:r>
      <w:r w:rsidR="00B55502">
        <w:t xml:space="preserve"> Set</w:t>
      </w:r>
    </w:p>
    <w:p w:rsidR="000F4CD9" w:rsidRDefault="000F4CD9" w:rsidP="00D37582">
      <w:pPr>
        <w:pStyle w:val="Checkbox"/>
      </w:pPr>
      <w:sdt>
        <w:sdtPr>
          <w:id w:val="66235337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B55502" w:rsidRPr="00B55502">
        <w:t>Sanitize</w:t>
      </w:r>
      <w:r w:rsidR="00A10371">
        <w:t>d</w:t>
      </w:r>
      <w:r w:rsidR="00B55502" w:rsidRPr="00B55502">
        <w:t xml:space="preserve"> </w:t>
      </w:r>
      <w:r w:rsidR="00A10371">
        <w:t>and</w:t>
      </w:r>
      <w:r w:rsidR="00A10371" w:rsidRPr="00697401">
        <w:t xml:space="preserve"> </w:t>
      </w:r>
      <w:r w:rsidR="00B55502" w:rsidRPr="00B55502">
        <w:t>Limit</w:t>
      </w:r>
      <w:r w:rsidR="00A10371">
        <w:t>ed</w:t>
      </w:r>
      <w:r w:rsidR="00B55502" w:rsidRPr="00B55502">
        <w:t xml:space="preserve"> User Input/Parameters</w:t>
      </w:r>
    </w:p>
    <w:p w:rsidR="000F4CD9" w:rsidRDefault="000F4CD9" w:rsidP="00D37582">
      <w:pPr>
        <w:pStyle w:val="Checkbox"/>
      </w:pPr>
      <w:sdt>
        <w:sdtPr>
          <w:id w:val="-34694324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B55502" w:rsidRPr="00B55502">
        <w:t xml:space="preserve">Password Hashes Stored in </w:t>
      </w:r>
      <w:r w:rsidR="00B55502" w:rsidRPr="0012626E">
        <w:rPr>
          <w:noProof/>
        </w:rPr>
        <w:t>scrypt</w:t>
      </w:r>
      <w:r w:rsidR="00B55502" w:rsidRPr="00B55502">
        <w:t xml:space="preserve"> or </w:t>
      </w:r>
      <w:r w:rsidR="00B55502" w:rsidRPr="0012626E">
        <w:rPr>
          <w:noProof/>
        </w:rPr>
        <w:t>bcrypt</w:t>
      </w:r>
    </w:p>
    <w:p w:rsidR="000F4CD9" w:rsidRDefault="000F4CD9" w:rsidP="00D37582">
      <w:pPr>
        <w:pStyle w:val="Checkbox"/>
      </w:pPr>
      <w:sdt>
        <w:sdtPr>
          <w:id w:val="121869756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B55502" w:rsidRPr="00B55502">
        <w:t>Rate Limit</w:t>
      </w:r>
      <w:r w:rsidR="00A10371">
        <w:t>ed</w:t>
      </w:r>
      <w:r w:rsidR="00B55502" w:rsidRPr="00B55502">
        <w:t xml:space="preserve"> Slower API paths</w:t>
      </w:r>
    </w:p>
    <w:p w:rsidR="000F4CD9" w:rsidRDefault="000F4CD9" w:rsidP="000F4CD9">
      <w:pPr>
        <w:pStyle w:val="Heading2"/>
      </w:pPr>
      <w:r>
        <w:t>Functionality</w:t>
      </w:r>
    </w:p>
    <w:p w:rsidR="000F4CD9" w:rsidRDefault="000F4CD9" w:rsidP="00D37582">
      <w:pPr>
        <w:pStyle w:val="Checkbox"/>
      </w:pPr>
      <w:sdt>
        <w:sdtPr>
          <w:id w:val="-99695736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804689">
        <w:t xml:space="preserve">Made </w:t>
      </w:r>
      <w:r w:rsidR="00716159">
        <w:t>Compatible</w:t>
      </w:r>
      <w:r w:rsidR="00716159" w:rsidRPr="00716159">
        <w:t xml:space="preserve"> with </w:t>
      </w:r>
      <w:r w:rsidR="00804689">
        <w:t>Browsers and</w:t>
      </w:r>
      <w:r w:rsidR="00716159" w:rsidRPr="00716159">
        <w:t xml:space="preserve"> Platforms</w:t>
      </w:r>
    </w:p>
    <w:p w:rsidR="000F4CD9" w:rsidRDefault="000F4CD9" w:rsidP="00D37582">
      <w:pPr>
        <w:pStyle w:val="Checkbox"/>
      </w:pPr>
      <w:sdt>
        <w:sdtPr>
          <w:id w:val="-68552374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716159" w:rsidRPr="00716159">
        <w:t>Responsive Analysis</w:t>
      </w:r>
      <w:r w:rsidR="00AD655A">
        <w:t xml:space="preserve"> </w:t>
      </w:r>
      <w:r w:rsidR="00AD655A" w:rsidRPr="00AD655A">
        <w:t>Done</w:t>
      </w:r>
    </w:p>
    <w:p w:rsidR="000F4CD9" w:rsidRDefault="000F4CD9" w:rsidP="00D37582">
      <w:pPr>
        <w:pStyle w:val="Checkbox"/>
      </w:pPr>
      <w:sdt>
        <w:sdtPr>
          <w:id w:val="-180569364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716159" w:rsidRPr="00716159">
        <w:t>Inputs are Mobile Optimized</w:t>
      </w:r>
    </w:p>
    <w:p w:rsidR="000F4CD9" w:rsidRDefault="000F4CD9" w:rsidP="000F4CD9">
      <w:pPr>
        <w:pStyle w:val="Heading2"/>
      </w:pPr>
      <w:r>
        <w:t>Content</w:t>
      </w:r>
    </w:p>
    <w:p w:rsidR="000F4CD9" w:rsidRDefault="000F4CD9" w:rsidP="00D37582">
      <w:pPr>
        <w:pStyle w:val="Checkbox"/>
      </w:pPr>
      <w:sdt>
        <w:sdtPr>
          <w:id w:val="-203317298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EB30DF" w:rsidRPr="00716159">
        <w:t>Check</w:t>
      </w:r>
      <w:r w:rsidR="00EB30DF">
        <w:t>ed</w:t>
      </w:r>
      <w:r w:rsidR="00EB30DF" w:rsidRPr="00716159">
        <w:t xml:space="preserve"> </w:t>
      </w:r>
      <w:r w:rsidR="00716159" w:rsidRPr="00716159">
        <w:t xml:space="preserve">Spelling </w:t>
      </w:r>
      <w:r w:rsidR="00A10371">
        <w:t>and</w:t>
      </w:r>
      <w:r w:rsidR="00A10371" w:rsidRPr="00697401">
        <w:t xml:space="preserve"> </w:t>
      </w:r>
      <w:r w:rsidR="00716159" w:rsidRPr="00716159">
        <w:t xml:space="preserve">Readability </w:t>
      </w:r>
    </w:p>
    <w:p w:rsidR="000F4CD9" w:rsidRDefault="000F4CD9" w:rsidP="00D37582">
      <w:pPr>
        <w:pStyle w:val="Checkbox"/>
      </w:pPr>
      <w:sdt>
        <w:sdtPr>
          <w:id w:val="-1715493909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071F58">
        <w:t>Contact Details and</w:t>
      </w:r>
      <w:r w:rsidR="00716159" w:rsidRPr="00716159">
        <w:t xml:space="preserve"> Social Media</w:t>
      </w:r>
      <w:r w:rsidR="00071F58">
        <w:t xml:space="preserve"> </w:t>
      </w:r>
      <w:r w:rsidR="00071F58" w:rsidRPr="00716159">
        <w:t>Review</w:t>
      </w:r>
      <w:r w:rsidR="00071F58">
        <w:t>ed</w:t>
      </w:r>
    </w:p>
    <w:p w:rsidR="000F4CD9" w:rsidRDefault="000F4CD9" w:rsidP="00D37582">
      <w:pPr>
        <w:pStyle w:val="Checkbox"/>
      </w:pPr>
      <w:sdt>
        <w:sdtPr>
          <w:id w:val="-76870080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 w:rsidR="00D37582">
            <w:sym w:font="Wingdings" w:char="F0A8"/>
          </w:r>
        </w:sdtContent>
      </w:sdt>
      <w:r>
        <w:t xml:space="preserve"> </w:t>
      </w:r>
      <w:r w:rsidR="00716159" w:rsidRPr="00716159">
        <w:t>Link</w:t>
      </w:r>
      <w:r w:rsidR="00ED3D71">
        <w:t>s</w:t>
      </w:r>
      <w:r w:rsidR="00716159" w:rsidRPr="00716159">
        <w:t xml:space="preserve"> Analy</w:t>
      </w:r>
      <w:r w:rsidR="00ED3D71">
        <w:t>zed</w:t>
      </w:r>
    </w:p>
    <w:p w:rsidR="000F4CD9" w:rsidRDefault="000F4CD9" w:rsidP="00D37582">
      <w:pPr>
        <w:pStyle w:val="Checkbox"/>
      </w:pPr>
      <w:sdt>
        <w:sdtPr>
          <w:id w:val="490683878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F22639" w:rsidRPr="00716159">
        <w:t>Created</w:t>
      </w:r>
      <w:r w:rsidR="00F22639" w:rsidRPr="00716159">
        <w:t xml:space="preserve"> </w:t>
      </w:r>
      <w:r w:rsidR="00716159" w:rsidRPr="00716159">
        <w:t xml:space="preserve">Favicon </w:t>
      </w:r>
      <w:r w:rsidR="00A10371">
        <w:t>and</w:t>
      </w:r>
      <w:r w:rsidR="00A10371" w:rsidRPr="00697401">
        <w:t xml:space="preserve"> </w:t>
      </w:r>
      <w:r w:rsidR="00716159" w:rsidRPr="00716159">
        <w:t xml:space="preserve">App Icons </w:t>
      </w:r>
    </w:p>
    <w:p w:rsidR="000F4CD9" w:rsidRDefault="000F4CD9" w:rsidP="00D37582">
      <w:pPr>
        <w:pStyle w:val="Checkbox"/>
      </w:pPr>
      <w:sdt>
        <w:sdtPr>
          <w:id w:val="-16178414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F22639">
        <w:t>Created</w:t>
      </w:r>
      <w:r w:rsidR="00F22639" w:rsidRPr="00716159">
        <w:t xml:space="preserve"> </w:t>
      </w:r>
      <w:r w:rsidR="00716159" w:rsidRPr="00716159">
        <w:t xml:space="preserve">Custom 404 </w:t>
      </w:r>
      <w:r w:rsidR="00A10371">
        <w:t>and</w:t>
      </w:r>
      <w:r w:rsidR="00A10371" w:rsidRPr="00697401">
        <w:t xml:space="preserve"> </w:t>
      </w:r>
      <w:r w:rsidR="00716159" w:rsidRPr="00716159">
        <w:t>Offline Pages</w:t>
      </w:r>
      <w:r w:rsidR="00804689">
        <w:t xml:space="preserve"> </w:t>
      </w:r>
    </w:p>
    <w:p w:rsidR="000F4CD9" w:rsidRDefault="000F4CD9" w:rsidP="000F4CD9">
      <w:pPr>
        <w:pStyle w:val="Heading2"/>
      </w:pPr>
      <w:r>
        <w:t>Accessibility</w:t>
      </w:r>
    </w:p>
    <w:p w:rsidR="000F4CD9" w:rsidRDefault="000F4CD9" w:rsidP="00D37582">
      <w:pPr>
        <w:pStyle w:val="Checkbox"/>
      </w:pPr>
      <w:sdt>
        <w:sdtPr>
          <w:id w:val="-1815863835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716159" w:rsidRPr="00716159">
        <w:t>Contrast</w:t>
      </w:r>
      <w:r w:rsidR="00A10371">
        <w:t xml:space="preserve"> </w:t>
      </w:r>
      <w:r w:rsidR="00A10371" w:rsidRPr="00A10371">
        <w:t>Analyzed</w:t>
      </w:r>
    </w:p>
    <w:p w:rsidR="000F4CD9" w:rsidRDefault="000F4CD9" w:rsidP="00D37582">
      <w:pPr>
        <w:pStyle w:val="Checkbox"/>
      </w:pPr>
      <w:sdt>
        <w:sdtPr>
          <w:id w:val="982584317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716159" w:rsidRPr="00716159">
        <w:t>Keyboard Navigation</w:t>
      </w:r>
      <w:r w:rsidR="00A10371">
        <w:t xml:space="preserve"> Added</w:t>
      </w:r>
    </w:p>
    <w:p w:rsidR="000F4CD9" w:rsidRDefault="000F4CD9" w:rsidP="00D37582">
      <w:pPr>
        <w:pStyle w:val="Checkbox"/>
      </w:pPr>
      <w:sdt>
        <w:sdtPr>
          <w:id w:val="578254226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716159" w:rsidRPr="00716159">
        <w:t>Menu</w:t>
      </w:r>
      <w:r w:rsidR="00A10371">
        <w:t>s</w:t>
      </w:r>
      <w:r w:rsidR="00716159" w:rsidRPr="00716159">
        <w:t xml:space="preserve"> </w:t>
      </w:r>
      <w:r w:rsidR="00A10371" w:rsidRPr="00A10371">
        <w:t>Analyzed</w:t>
      </w:r>
    </w:p>
    <w:p w:rsidR="000F4CD9" w:rsidRDefault="000F4CD9" w:rsidP="00D37582">
      <w:pPr>
        <w:pStyle w:val="Checkbox"/>
      </w:pPr>
      <w:sdt>
        <w:sdtPr>
          <w:id w:val="-960416934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716159" w:rsidRPr="00716159">
        <w:t>Non-Textual Elements Have Alt Tags</w:t>
      </w:r>
    </w:p>
    <w:p w:rsidR="000F4CD9" w:rsidRDefault="000F4CD9" w:rsidP="00D37582">
      <w:pPr>
        <w:pStyle w:val="Checkbox"/>
      </w:pPr>
      <w:sdt>
        <w:sdtPr>
          <w:id w:val="1190329690"/>
          <w15:appearance w15:val="hidden"/>
          <w14:checkbox>
            <w14:checked w14:val="0"/>
            <w14:checkedState w14:val="00FE" w14:font="Wingdings"/>
            <w14:uncheckedState w14:val="00A8" w14:font="Wingdings"/>
          </w14:checkbox>
        </w:sdtPr>
        <w:sdtContent>
          <w:r>
            <w:sym w:font="Wingdings" w:char="F0A8"/>
          </w:r>
        </w:sdtContent>
      </w:sdt>
      <w:r>
        <w:t xml:space="preserve"> </w:t>
      </w:r>
      <w:r w:rsidR="00716159" w:rsidRPr="00716159">
        <w:t>Form</w:t>
      </w:r>
      <w:r w:rsidR="00A10371">
        <w:t>s</w:t>
      </w:r>
      <w:r w:rsidR="00716159" w:rsidRPr="00716159">
        <w:t xml:space="preserve"> </w:t>
      </w:r>
      <w:r w:rsidR="00A10371" w:rsidRPr="00A10371">
        <w:t>Analyzed</w:t>
      </w:r>
    </w:p>
    <w:sectPr w:rsidR="000F4C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E0C" w:rsidRDefault="00722E0C">
      <w:pPr>
        <w:spacing w:after="0" w:line="240" w:lineRule="auto"/>
      </w:pPr>
      <w:r>
        <w:separator/>
      </w:r>
    </w:p>
  </w:endnote>
  <w:endnote w:type="continuationSeparator" w:id="0">
    <w:p w:rsidR="00722E0C" w:rsidRDefault="00722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6F" w:rsidRDefault="0041056F">
    <w:pPr>
      <w:pStyle w:val="Footer"/>
      <w:rPr>
        <w:rFonts w:ascii="Calibri" w:hAnsi="Calibri" w:cs="Calibri"/>
        <w:spacing w:val="40"/>
      </w:rPr>
    </w:pPr>
  </w:p>
  <w:p w:rsidR="0041056F" w:rsidRPr="0041056F" w:rsidRDefault="0041056F">
    <w:pPr>
      <w:pStyle w:val="Footer"/>
      <w:rPr>
        <w:rFonts w:ascii="Calibri" w:hAnsi="Calibri" w:cs="Calibri"/>
        <w:spacing w:val="40"/>
      </w:rPr>
    </w:pPr>
    <w:r w:rsidRPr="0041056F">
      <w:rPr>
        <w:rFonts w:ascii="Calibri" w:hAnsi="Calibri" w:cs="Calibri"/>
        <w:spacing w:val="40"/>
      </w:rPr>
      <w:t xml:space="preserve">WebLaunchChecklist.com </w:t>
    </w:r>
  </w:p>
  <w:p w:rsidR="0041056F" w:rsidRPr="0041056F" w:rsidRDefault="0041056F">
    <w:pPr>
      <w:pStyle w:val="Footer"/>
      <w:rPr>
        <w:rFonts w:ascii="Calibri" w:hAnsi="Calibri" w:cs="Calibri"/>
        <w:spacing w:val="0"/>
      </w:rPr>
    </w:pPr>
    <w:r w:rsidRPr="0041056F">
      <w:rPr>
        <w:rFonts w:ascii="Calibri" w:hAnsi="Calibri" w:cs="Calibri"/>
        <w:spacing w:val="0"/>
      </w:rPr>
      <w:t xml:space="preserve">Created by </w:t>
    </w:r>
    <w:r>
      <w:rPr>
        <w:rFonts w:ascii="Calibri" w:hAnsi="Calibri" w:cs="Calibri"/>
        <w:spacing w:val="0"/>
      </w:rPr>
      <w:t>Harris J Thompson</w:t>
    </w:r>
    <w:r w:rsidRPr="0041056F">
      <w:rPr>
        <w:rFonts w:ascii="Calibri" w:hAnsi="Calibri" w:cs="Calibri"/>
        <w:spacing w:val="0"/>
      </w:rPr>
      <w:t xml:space="preserve"> – </w:t>
    </w:r>
    <w:hyperlink r:id="rId1" w:history="1">
      <w:r w:rsidRPr="0041056F">
        <w:rPr>
          <w:rStyle w:val="Hyperlink"/>
          <w:rFonts w:ascii="Calibri" w:hAnsi="Calibri" w:cs="Calibri"/>
          <w:spacing w:val="0"/>
        </w:rPr>
        <w:t>harrisjt.com</w:t>
      </w:r>
    </w:hyperlink>
  </w:p>
  <w:p w:rsidR="009909E1" w:rsidRPr="0041056F" w:rsidRDefault="009909E1" w:rsidP="009909E1">
    <w:pPr>
      <w:pStyle w:val="Footer"/>
      <w:jc w:val="lef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E0C" w:rsidRDefault="00722E0C">
      <w:pPr>
        <w:spacing w:after="0" w:line="240" w:lineRule="auto"/>
      </w:pPr>
      <w:r>
        <w:separator/>
      </w:r>
    </w:p>
  </w:footnote>
  <w:footnote w:type="continuationSeparator" w:id="0">
    <w:p w:rsidR="00722E0C" w:rsidRDefault="00722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58C"/>
    <w:multiLevelType w:val="hybridMultilevel"/>
    <w:tmpl w:val="BFD85E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B357B"/>
    <w:multiLevelType w:val="hybridMultilevel"/>
    <w:tmpl w:val="AF2A6E5C"/>
    <w:lvl w:ilvl="0" w:tplc="1DDE2948">
      <w:start w:val="1"/>
      <w:numFmt w:val="bullet"/>
      <w:pStyle w:val="ListParagraph"/>
      <w:lvlText w:val="n"/>
      <w:lvlJc w:val="left"/>
      <w:pPr>
        <w:ind w:left="720" w:hanging="360"/>
      </w:pPr>
      <w:rPr>
        <w:rFonts w:ascii="Wingdings" w:hAnsi="Wingdings" w:hint="default"/>
        <w:color w:val="629DD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24DA"/>
    <w:multiLevelType w:val="hybridMultilevel"/>
    <w:tmpl w:val="E15039FC"/>
    <w:lvl w:ilvl="0" w:tplc="08BEBDD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4A66A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F0E8C"/>
    <w:multiLevelType w:val="hybridMultilevel"/>
    <w:tmpl w:val="79DA0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B7372"/>
    <w:multiLevelType w:val="hybridMultilevel"/>
    <w:tmpl w:val="54827848"/>
    <w:lvl w:ilvl="0" w:tplc="C6C043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29DD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57EE7"/>
    <w:multiLevelType w:val="hybridMultilevel"/>
    <w:tmpl w:val="EA1E06F6"/>
    <w:lvl w:ilvl="0" w:tplc="5BECE1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A66A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F70A2"/>
    <w:multiLevelType w:val="hybridMultilevel"/>
    <w:tmpl w:val="A3CA1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4A66A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C0349"/>
    <w:multiLevelType w:val="hybridMultilevel"/>
    <w:tmpl w:val="503677F6"/>
    <w:lvl w:ilvl="0" w:tplc="08BEBDD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4A66A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A3NjYwN7cwNjA0NDRQ0lEKTi0uzszPAykwrAUAmpmx4SwAAAA="/>
  </w:docVars>
  <w:rsids>
    <w:rsidRoot w:val="000F4CD9"/>
    <w:rsid w:val="00071F58"/>
    <w:rsid w:val="000F4CD9"/>
    <w:rsid w:val="0012626E"/>
    <w:rsid w:val="001D651A"/>
    <w:rsid w:val="00281873"/>
    <w:rsid w:val="0032214E"/>
    <w:rsid w:val="0039692D"/>
    <w:rsid w:val="0041056F"/>
    <w:rsid w:val="00557CE6"/>
    <w:rsid w:val="00672529"/>
    <w:rsid w:val="00697401"/>
    <w:rsid w:val="00716159"/>
    <w:rsid w:val="00722E0C"/>
    <w:rsid w:val="00765F69"/>
    <w:rsid w:val="007A5CD2"/>
    <w:rsid w:val="00804689"/>
    <w:rsid w:val="009909E1"/>
    <w:rsid w:val="00A10371"/>
    <w:rsid w:val="00AB06E4"/>
    <w:rsid w:val="00AD655A"/>
    <w:rsid w:val="00B55502"/>
    <w:rsid w:val="00D37582"/>
    <w:rsid w:val="00E83658"/>
    <w:rsid w:val="00EB30DF"/>
    <w:rsid w:val="00ED3D71"/>
    <w:rsid w:val="00F2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D910B6"/>
  <w15:chartTrackingRefBased/>
  <w15:docId w15:val="{F7687463-4D37-4835-B7A8-7EAD7A37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20"/>
    </w:pPr>
  </w:style>
  <w:style w:type="paragraph" w:styleId="Heading1">
    <w:name w:val="heading 1"/>
    <w:basedOn w:val="Normal"/>
    <w:next w:val="Normal"/>
    <w:autoRedefine/>
    <w:qFormat/>
    <w:rsid w:val="00D37582"/>
    <w:pPr>
      <w:keepNext/>
      <w:keepLines/>
      <w:pBdr>
        <w:top w:val="single" w:sz="12" w:space="1" w:color="253356" w:themeColor="accent1" w:themeShade="80"/>
        <w:bottom w:val="single" w:sz="12" w:space="1" w:color="253356" w:themeColor="accent1" w:themeShade="80"/>
      </w:pBdr>
      <w:shd w:val="clear" w:color="auto" w:fill="D9DFEF" w:themeFill="accent1" w:themeFillTint="33"/>
      <w:spacing w:after="0"/>
      <w:jc w:val="center"/>
      <w:outlineLvl w:val="0"/>
    </w:pPr>
    <w:rPr>
      <w:rFonts w:ascii="Calibri Light" w:eastAsiaTheme="majorEastAsia" w:hAnsi="Calibri Light" w:cstheme="majorBidi"/>
      <w:b/>
      <w:bCs/>
      <w:color w:val="253356" w:themeColor="accent1" w:themeShade="80"/>
      <w:sz w:val="32"/>
      <w:szCs w:val="32"/>
    </w:rPr>
  </w:style>
  <w:style w:type="paragraph" w:styleId="Heading2">
    <w:name w:val="heading 2"/>
    <w:basedOn w:val="Normal"/>
    <w:next w:val="Normal"/>
    <w:unhideWhenUsed/>
    <w:qFormat/>
    <w:rsid w:val="00D37582"/>
    <w:pPr>
      <w:keepNext/>
      <w:keepLines/>
      <w:pBdr>
        <w:bottom w:val="single" w:sz="18" w:space="1" w:color="3476B1" w:themeColor="accent2" w:themeShade="BF"/>
      </w:pBdr>
      <w:shd w:val="clear" w:color="auto" w:fill="DFEBF5" w:themeFill="accent2" w:themeFillTint="33"/>
      <w:spacing w:before="360"/>
      <w:outlineLvl w:val="1"/>
    </w:pPr>
    <w:rPr>
      <w:rFonts w:ascii="Calibri Light" w:eastAsiaTheme="majorEastAsia" w:hAnsi="Calibri Light" w:cstheme="majorBidi"/>
      <w:b/>
      <w:bCs/>
      <w:color w:val="234F77" w:themeColor="accent2" w:themeShade="80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nhideWhenUsed/>
    <w:qFormat/>
    <w:pPr>
      <w:numPr>
        <w:numId w:val="8"/>
      </w:numPr>
      <w:spacing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pPr>
      <w:pBdr>
        <w:top w:val="single" w:sz="18" w:space="1" w:color="4A66AC" w:themeColor="accent1"/>
      </w:pBdr>
      <w:tabs>
        <w:tab w:val="center" w:pos="4680"/>
        <w:tab w:val="right" w:pos="9360"/>
      </w:tabs>
      <w:spacing w:after="0" w:line="240" w:lineRule="auto"/>
      <w:jc w:val="center"/>
    </w:pPr>
    <w:rPr>
      <w:color w:val="4A66AC" w:themeColor="accent1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Pr>
      <w:color w:val="4A66AC" w:themeColor="accent1"/>
      <w:spacing w:val="60"/>
    </w:rPr>
  </w:style>
  <w:style w:type="paragraph" w:customStyle="1" w:styleId="Checkbox">
    <w:name w:val="Checkbox"/>
    <w:basedOn w:val="Normal"/>
    <w:autoRedefine/>
    <w:qFormat/>
    <w:rsid w:val="00D37582"/>
    <w:rPr>
      <w:rFonts w:ascii="Calibri" w:hAnsi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CD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4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D9"/>
  </w:style>
  <w:style w:type="character" w:styleId="Hyperlink">
    <w:name w:val="Hyperlink"/>
    <w:basedOn w:val="DefaultParagraphFont"/>
    <w:uiPriority w:val="99"/>
    <w:unhideWhenUsed/>
    <w:rsid w:val="0041056F"/>
    <w:rPr>
      <w:color w:val="9454C3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1056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arrisjt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jtho\AppData\Roaming\Microsoft\Templates\Back-to-school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D5"/>
    <w:rsid w:val="007F1AD5"/>
    <w:rsid w:val="00ED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E751760C574D22BB27AE150438CF2D">
    <w:name w:val="DEE751760C574D22BB27AE150438CF2D"/>
  </w:style>
  <w:style w:type="paragraph" w:customStyle="1" w:styleId="9130DE7B92E2439091CBA6B40326BB3F">
    <w:name w:val="9130DE7B92E2439091CBA6B40326BB3F"/>
  </w:style>
  <w:style w:type="paragraph" w:customStyle="1" w:styleId="681292E756A148AAA5B4C7496D60E307">
    <w:name w:val="681292E756A148AAA5B4C7496D60E307"/>
    <w:rsid w:val="007F1A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BF05531-79E7-4056-961D-8525BC5549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2C7E3-B89B-4089-A48C-734508B0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Back-to-school checklist.dotx</Template>
  <TotalTime>56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Harris Thompson</dc:creator>
  <cp:keywords/>
  <cp:lastModifiedBy>Harris Thompson</cp:lastModifiedBy>
  <cp:revision>21</cp:revision>
  <cp:lastPrinted>2017-05-31T20:29:00Z</cp:lastPrinted>
  <dcterms:created xsi:type="dcterms:W3CDTF">2017-05-31T19:37:00Z</dcterms:created>
  <dcterms:modified xsi:type="dcterms:W3CDTF">2017-05-31T20:34:00Z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TC039615599991</vt:lpwstr>
  </property>
</Properties>
</file>