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F796F" w14:textId="6778EB08" w:rsidR="002F5B31" w:rsidRDefault="001C7D9C">
      <w:pPr>
        <w:pStyle w:val="Subtitle"/>
      </w:pPr>
      <w:r>
        <w:t>Summer activities</w:t>
      </w:r>
    </w:p>
    <w:p w14:paraId="4492A085" w14:textId="06CE4F6F" w:rsidR="002F5B31" w:rsidRDefault="001C7D9C">
      <w:pPr>
        <w:pStyle w:val="Title"/>
      </w:pPr>
      <w:r>
        <w:t>Swimming in the lake</w:t>
      </w:r>
    </w:p>
    <w:p w14:paraId="4824D845" w14:textId="44EBB4E9" w:rsidR="002F5B31" w:rsidRDefault="00872631">
      <w:pPr>
        <w:pStyle w:val="Author"/>
      </w:pPr>
      <w:r>
        <w:t>Duck</w:t>
      </w:r>
    </w:p>
    <w:p w14:paraId="0A9F1A66" w14:textId="77777777" w:rsidR="008B413D" w:rsidRDefault="00B869DE" w:rsidP="008B413D">
      <w:pPr>
        <w:keepNext/>
      </w:pPr>
      <w:r>
        <w:rPr>
          <w:noProof/>
        </w:rPr>
        <w:drawing>
          <wp:inline distT="0" distB="0" distL="0" distR="0" wp14:anchorId="4427CE06" wp14:editId="68291609">
            <wp:extent cx="1645920" cy="1645920"/>
            <wp:effectExtent l="0" t="0" r="0" b="0"/>
            <wp:docPr id="1886655121" name="Picture 2" descr="A cartoon duck holding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655121" name="Picture 2" descr="A cartoon duck holding a pap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24" cy="165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9B39F" w14:textId="334F394B" w:rsidR="002F5B31" w:rsidRDefault="008B413D" w:rsidP="008B413D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This is a cute duckling</w:t>
      </w:r>
    </w:p>
    <w:p w14:paraId="65BCAB75" w14:textId="4E159722" w:rsidR="002F5B31" w:rsidRDefault="001C7D9C">
      <w:pPr>
        <w:pStyle w:val="Heading1"/>
      </w:pPr>
      <w:r>
        <w:t>Let’s swim</w:t>
      </w:r>
      <w:r w:rsidR="00AD2E6A">
        <w:t>!</w:t>
      </w:r>
    </w:p>
    <w:p w14:paraId="120A9966" w14:textId="6C0B65EB" w:rsidR="002F5B31" w:rsidRDefault="001C7D9C">
      <w:r>
        <w:t xml:space="preserve">To get started with swimming, first lay down in a water and try not to </w:t>
      </w:r>
      <w:r w:rsidR="005A4648">
        <w:t>drown</w:t>
      </w:r>
      <w:r w:rsidR="00D8250F">
        <w:t>:</w:t>
      </w:r>
    </w:p>
    <w:p w14:paraId="4AA074E4" w14:textId="6EAE72FC" w:rsidR="001C7D9C" w:rsidRDefault="001C7D9C" w:rsidP="00740BC4">
      <w:pPr>
        <w:pStyle w:val="ListBullet"/>
        <w:numPr>
          <w:ilvl w:val="0"/>
          <w:numId w:val="19"/>
        </w:numPr>
      </w:pPr>
      <w:r>
        <w:t xml:space="preserve">You can relax and look </w:t>
      </w:r>
      <w:r w:rsidR="00B90F02">
        <w:t>around</w:t>
      </w:r>
    </w:p>
    <w:p w14:paraId="214D4742" w14:textId="6BF1BAB1" w:rsidR="001C7D9C" w:rsidRDefault="00B90F02" w:rsidP="00740BC4">
      <w:pPr>
        <w:pStyle w:val="ListBullet"/>
        <w:numPr>
          <w:ilvl w:val="0"/>
          <w:numId w:val="19"/>
        </w:numPr>
      </w:pPr>
      <w:r>
        <w:t>Paddle about</w:t>
      </w:r>
    </w:p>
    <w:p w14:paraId="2684044B" w14:textId="5F7A606F" w:rsidR="001C7D9C" w:rsidRDefault="001C7D9C" w:rsidP="00740BC4">
      <w:pPr>
        <w:pStyle w:val="ListBullet"/>
        <w:numPr>
          <w:ilvl w:val="0"/>
          <w:numId w:val="19"/>
        </w:numPr>
      </w:pPr>
      <w:r>
        <w:t>Enjoy summer warmth</w:t>
      </w:r>
    </w:p>
    <w:p w14:paraId="2B61625D" w14:textId="179F60FE" w:rsidR="00E37BBF" w:rsidRDefault="00E37BBF" w:rsidP="00E37BBF">
      <w:pPr>
        <w:pStyle w:val="ListBullet"/>
        <w:numPr>
          <w:ilvl w:val="0"/>
          <w:numId w:val="0"/>
        </w:numPr>
      </w:pPr>
      <w:r>
        <w:t>Also, don’t forget:</w:t>
      </w:r>
    </w:p>
    <w:p w14:paraId="45461055" w14:textId="7A073EEA" w:rsidR="00E37BBF" w:rsidRDefault="00E37BBF" w:rsidP="00E37BBF">
      <w:pPr>
        <w:pStyle w:val="ListBullet"/>
        <w:numPr>
          <w:ilvl w:val="0"/>
          <w:numId w:val="17"/>
        </w:numPr>
      </w:pPr>
      <w:r>
        <w:t>Wear sunglasses</w:t>
      </w:r>
    </w:p>
    <w:p w14:paraId="2BED5A0E" w14:textId="66C3E74E" w:rsidR="00E37BBF" w:rsidRDefault="00E37BBF" w:rsidP="00E37BBF">
      <w:pPr>
        <w:pStyle w:val="ListBullet"/>
        <w:numPr>
          <w:ilvl w:val="0"/>
          <w:numId w:val="17"/>
        </w:numPr>
      </w:pPr>
      <w:r>
        <w:t>Don’t forget to drink water</w:t>
      </w:r>
    </w:p>
    <w:p w14:paraId="4BA4A85F" w14:textId="492037B6" w:rsidR="00E37BBF" w:rsidRDefault="00E37BBF" w:rsidP="00E37BBF">
      <w:pPr>
        <w:pStyle w:val="ListBullet"/>
        <w:numPr>
          <w:ilvl w:val="0"/>
          <w:numId w:val="17"/>
        </w:numPr>
      </w:pPr>
      <w:r>
        <w:t>Use sun cream</w:t>
      </w:r>
    </w:p>
    <w:p w14:paraId="4084D9DF" w14:textId="7BB2B3D2" w:rsidR="002F5B31" w:rsidRDefault="006E34F8" w:rsidP="006E34F8">
      <w:pPr>
        <w:pStyle w:val="ListBullet"/>
        <w:numPr>
          <w:ilvl w:val="0"/>
          <w:numId w:val="0"/>
        </w:numPr>
      </w:pPr>
      <w:r>
        <w:t>Hmm, what else…</w:t>
      </w:r>
    </w:p>
    <w:p w14:paraId="43A71368" w14:textId="22D2BB0B" w:rsidR="002F5B31" w:rsidRDefault="001C7D9C">
      <w:pPr>
        <w:pStyle w:val="Heading2"/>
      </w:pPr>
      <w:r>
        <w:lastRenderedPageBreak/>
        <w:t>Let’s eat</w:t>
      </w:r>
    </w:p>
    <w:p w14:paraId="7BA05CFC" w14:textId="059F0CED" w:rsidR="002F5B31" w:rsidRDefault="001C7D9C">
      <w:r>
        <w:t>After we had a good day of swimming in the lake, it’s important to eat something nice</w:t>
      </w:r>
    </w:p>
    <w:p w14:paraId="521C3871" w14:textId="59AEBFFF" w:rsidR="002F5B31" w:rsidRDefault="001C7D9C">
      <w:pPr>
        <w:pStyle w:val="Quote"/>
      </w:pPr>
      <w:r>
        <w:t xml:space="preserve">I like to eat </w:t>
      </w:r>
      <w:r w:rsidR="00A344D8">
        <w:t>leaves</w:t>
      </w:r>
    </w:p>
    <w:p w14:paraId="1FAE1B7F" w14:textId="58A14AE9" w:rsidR="002F5B31" w:rsidRDefault="001C7D9C">
      <w:r>
        <w:t xml:space="preserve">Here are some interesting things a respectful </w:t>
      </w:r>
      <w:r w:rsidR="00A320FF">
        <w:t>duck</w:t>
      </w:r>
      <w:r>
        <w:t xml:space="preserve"> could eat:</w:t>
      </w:r>
    </w:p>
    <w:tbl>
      <w:tblPr>
        <w:tblStyle w:val="ReportTable"/>
        <w:tblW w:w="5000" w:type="pct"/>
        <w:tblLook w:val="04A0" w:firstRow="1" w:lastRow="0" w:firstColumn="1" w:lastColumn="0" w:noHBand="0" w:noVBand="1"/>
        <w:tblCaption w:val="Content table"/>
      </w:tblPr>
      <w:tblGrid>
        <w:gridCol w:w="3187"/>
        <w:gridCol w:w="3187"/>
        <w:gridCol w:w="3188"/>
      </w:tblGrid>
      <w:tr w:rsidR="002F5B31" w14:paraId="1DFF3225" w14:textId="77777777" w:rsidTr="002F5B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7561A5CF" w14:textId="77777777" w:rsidR="002F5B31" w:rsidRDefault="002F5B31"/>
        </w:tc>
        <w:tc>
          <w:tcPr>
            <w:tcW w:w="3187" w:type="dxa"/>
          </w:tcPr>
          <w:p w14:paraId="3E22EBC3" w14:textId="02CDBC26" w:rsidR="002F5B31" w:rsidRDefault="001C7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Food</w:t>
            </w:r>
          </w:p>
        </w:tc>
        <w:tc>
          <w:tcPr>
            <w:tcW w:w="3188" w:type="dxa"/>
          </w:tcPr>
          <w:p w14:paraId="5CBB7187" w14:textId="1BAA76B0" w:rsidR="002F5B31" w:rsidRDefault="001C7D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Calories per portion</w:t>
            </w:r>
          </w:p>
        </w:tc>
      </w:tr>
      <w:tr w:rsidR="002F5B31" w14:paraId="3FD77547" w14:textId="77777777" w:rsidTr="002F5B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623370B5" w14:textId="760BD5B8" w:rsidR="002F5B31" w:rsidRDefault="00C46438">
            <w:r>
              <w:t>Leaves</w:t>
            </w:r>
          </w:p>
        </w:tc>
        <w:tc>
          <w:tcPr>
            <w:tcW w:w="3187" w:type="dxa"/>
          </w:tcPr>
          <w:p w14:paraId="6A77C397" w14:textId="58BAA082" w:rsidR="002F5B31" w:rsidRDefault="00C24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Ash</w:t>
            </w:r>
            <w:r w:rsidR="001C7D9C">
              <w:t xml:space="preserve">, </w:t>
            </w:r>
            <w:r>
              <w:t>Elm</w:t>
            </w:r>
            <w:r w:rsidR="001C7D9C">
              <w:t xml:space="preserve">, </w:t>
            </w:r>
            <w:r>
              <w:t>Maple</w:t>
            </w:r>
          </w:p>
        </w:tc>
        <w:tc>
          <w:tcPr>
            <w:tcW w:w="3188" w:type="dxa"/>
          </w:tcPr>
          <w:p w14:paraId="0F977105" w14:textId="286D363E" w:rsidR="002F5B31" w:rsidRDefault="00C24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1C7D9C">
              <w:t>0</w:t>
            </w:r>
          </w:p>
        </w:tc>
      </w:tr>
      <w:tr w:rsidR="002F5B31" w14:paraId="5C668DC2" w14:textId="77777777" w:rsidTr="002F5B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47BB01EE" w14:textId="72743238" w:rsidR="002F5B31" w:rsidRDefault="001C7D9C">
            <w:r>
              <w:t>Berries</w:t>
            </w:r>
          </w:p>
        </w:tc>
        <w:tc>
          <w:tcPr>
            <w:tcW w:w="3187" w:type="dxa"/>
          </w:tcPr>
          <w:p w14:paraId="6C45D8D5" w14:textId="7415EA4D" w:rsidR="002F5B31" w:rsidRDefault="001C7D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Blueberry, Strawberry, Cranberry</w:t>
            </w:r>
          </w:p>
        </w:tc>
        <w:tc>
          <w:tcPr>
            <w:tcW w:w="3188" w:type="dxa"/>
          </w:tcPr>
          <w:p w14:paraId="4E9C4742" w14:textId="3BF73BAD" w:rsidR="002F5B31" w:rsidRDefault="001C7D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</w:tr>
      <w:tr w:rsidR="002F5B31" w14:paraId="212D9EAF" w14:textId="77777777" w:rsidTr="002F5B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6559430F" w14:textId="7979778B" w:rsidR="002F5B31" w:rsidRDefault="001C7D9C">
            <w:r>
              <w:t>Grain</w:t>
            </w:r>
          </w:p>
        </w:tc>
        <w:tc>
          <w:tcPr>
            <w:tcW w:w="3187" w:type="dxa"/>
          </w:tcPr>
          <w:p w14:paraId="2C6E92C2" w14:textId="4C060B63" w:rsidR="002F5B31" w:rsidRDefault="001C7D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Corn, Buckwheat, Barley</w:t>
            </w:r>
          </w:p>
        </w:tc>
        <w:tc>
          <w:tcPr>
            <w:tcW w:w="3188" w:type="dxa"/>
          </w:tcPr>
          <w:p w14:paraId="2900DD11" w14:textId="60B72283" w:rsidR="002F5B31" w:rsidRDefault="001C7D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C2430B">
              <w:t>0</w:t>
            </w:r>
            <w:r>
              <w:t>0</w:t>
            </w:r>
          </w:p>
        </w:tc>
      </w:tr>
    </w:tbl>
    <w:p w14:paraId="6E2D5A51" w14:textId="77777777" w:rsidR="002F5B31" w:rsidRDefault="002F5B31"/>
    <w:p w14:paraId="35A52E0F" w14:textId="1155AA97" w:rsidR="00C1692A" w:rsidRDefault="00C1692A">
      <w:r>
        <w:t>And let’s add another list in the end:</w:t>
      </w:r>
    </w:p>
    <w:p w14:paraId="3EE2E0D6" w14:textId="29ACC7F1" w:rsidR="00C1692A" w:rsidRDefault="00C1692A" w:rsidP="00C1692A">
      <w:pPr>
        <w:pStyle w:val="ListParagraph"/>
        <w:numPr>
          <w:ilvl w:val="0"/>
          <w:numId w:val="20"/>
        </w:numPr>
      </w:pPr>
      <w:r>
        <w:t>Leaves</w:t>
      </w:r>
    </w:p>
    <w:p w14:paraId="0134073A" w14:textId="42D55F85" w:rsidR="00C1692A" w:rsidRDefault="00C1692A" w:rsidP="00C1692A">
      <w:pPr>
        <w:pStyle w:val="ListParagraph"/>
        <w:numPr>
          <w:ilvl w:val="0"/>
          <w:numId w:val="20"/>
        </w:numPr>
      </w:pPr>
      <w:r>
        <w:t>Berries</w:t>
      </w:r>
    </w:p>
    <w:p w14:paraId="3766F768" w14:textId="1C2DDB72" w:rsidR="00C1692A" w:rsidRDefault="00C1692A" w:rsidP="00C1692A">
      <w:pPr>
        <w:pStyle w:val="ListParagraph"/>
        <w:numPr>
          <w:ilvl w:val="0"/>
          <w:numId w:val="20"/>
        </w:numPr>
      </w:pPr>
      <w:r>
        <w:t>Grain</w:t>
      </w:r>
    </w:p>
    <w:sectPr w:rsidR="00C1692A">
      <w:footerReference w:type="default" r:id="rId8"/>
      <w:pgSz w:w="12240" w:h="15840"/>
      <w:pgMar w:top="1267" w:right="1339" w:bottom="1339" w:left="133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93D6A" w14:textId="77777777" w:rsidR="0036599B" w:rsidRDefault="0036599B">
      <w:pPr>
        <w:spacing w:after="0" w:line="240" w:lineRule="auto"/>
      </w:pPr>
      <w:r>
        <w:separator/>
      </w:r>
    </w:p>
    <w:p w14:paraId="0165B77F" w14:textId="77777777" w:rsidR="0036599B" w:rsidRDefault="0036599B"/>
    <w:p w14:paraId="363D2827" w14:textId="77777777" w:rsidR="0036599B" w:rsidRDefault="0036599B"/>
  </w:endnote>
  <w:endnote w:type="continuationSeparator" w:id="0">
    <w:p w14:paraId="4A438DB6" w14:textId="77777777" w:rsidR="0036599B" w:rsidRDefault="0036599B">
      <w:pPr>
        <w:spacing w:after="0" w:line="240" w:lineRule="auto"/>
      </w:pPr>
      <w:r>
        <w:continuationSeparator/>
      </w:r>
    </w:p>
    <w:p w14:paraId="1CA049C0" w14:textId="77777777" w:rsidR="0036599B" w:rsidRDefault="0036599B"/>
    <w:p w14:paraId="4C39FAEE" w14:textId="77777777" w:rsidR="0036599B" w:rsidRDefault="003659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5635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55B6D" w14:textId="77777777" w:rsidR="002F5B31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FB32D" w14:textId="77777777" w:rsidR="0036599B" w:rsidRDefault="0036599B">
      <w:pPr>
        <w:spacing w:after="0" w:line="240" w:lineRule="auto"/>
      </w:pPr>
      <w:r>
        <w:separator/>
      </w:r>
    </w:p>
    <w:p w14:paraId="7CC9AF98" w14:textId="77777777" w:rsidR="0036599B" w:rsidRDefault="0036599B"/>
    <w:p w14:paraId="606249C9" w14:textId="77777777" w:rsidR="0036599B" w:rsidRDefault="0036599B"/>
  </w:footnote>
  <w:footnote w:type="continuationSeparator" w:id="0">
    <w:p w14:paraId="115653D1" w14:textId="77777777" w:rsidR="0036599B" w:rsidRDefault="0036599B">
      <w:pPr>
        <w:spacing w:after="0" w:line="240" w:lineRule="auto"/>
      </w:pPr>
      <w:r>
        <w:continuationSeparator/>
      </w:r>
    </w:p>
    <w:p w14:paraId="37DA3C96" w14:textId="77777777" w:rsidR="0036599B" w:rsidRDefault="0036599B"/>
    <w:p w14:paraId="4A532128" w14:textId="77777777" w:rsidR="0036599B" w:rsidRDefault="003659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00293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70B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96E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B4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B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B4E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83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2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C23A1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A05453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75710"/>
    <w:multiLevelType w:val="hybridMultilevel"/>
    <w:tmpl w:val="6884EB50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w w:val="100"/>
      </w:rPr>
    </w:lvl>
    <w:lvl w:ilvl="1" w:tplc="FFFFFFFF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1" w15:restartNumberingAfterBreak="0">
    <w:nsid w:val="181F2582"/>
    <w:multiLevelType w:val="hybridMultilevel"/>
    <w:tmpl w:val="3C72393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957834"/>
    <w:multiLevelType w:val="hybridMultilevel"/>
    <w:tmpl w:val="64709B02"/>
    <w:lvl w:ilvl="0" w:tplc="D0CE1B3C">
      <w:start w:val="1"/>
      <w:numFmt w:val="bullet"/>
      <w:lvlText w:val=""/>
      <w:lvlJc w:val="left"/>
      <w:pPr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03A33"/>
    <w:multiLevelType w:val="hybridMultilevel"/>
    <w:tmpl w:val="2CDAF4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C82C9A"/>
    <w:multiLevelType w:val="hybridMultilevel"/>
    <w:tmpl w:val="63F07864"/>
    <w:lvl w:ilvl="0" w:tplc="A552E8B8">
      <w:start w:val="1"/>
      <w:numFmt w:val="bullet"/>
      <w:lvlText w:val=""/>
      <w:lvlJc w:val="left"/>
      <w:pPr>
        <w:tabs>
          <w:tab w:val="num" w:pos="662"/>
        </w:tabs>
        <w:ind w:left="173" w:firstLine="3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C0320"/>
    <w:multiLevelType w:val="hybridMultilevel"/>
    <w:tmpl w:val="DC3C7298"/>
    <w:lvl w:ilvl="0" w:tplc="B92C4AE4">
      <w:start w:val="1"/>
      <w:numFmt w:val="bullet"/>
      <w:lvlText w:val=""/>
      <w:lvlJc w:val="left"/>
      <w:pPr>
        <w:ind w:left="662" w:hanging="172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83510"/>
    <w:multiLevelType w:val="hybridMultilevel"/>
    <w:tmpl w:val="BE6E19F6"/>
    <w:lvl w:ilvl="0" w:tplc="A50A105A">
      <w:start w:val="1"/>
      <w:numFmt w:val="bullet"/>
      <w:pStyle w:val="ListBullet"/>
      <w:lvlText w:val=""/>
      <w:lvlJc w:val="left"/>
      <w:pPr>
        <w:tabs>
          <w:tab w:val="num" w:pos="979"/>
        </w:tabs>
        <w:ind w:left="979" w:hanging="259"/>
      </w:pPr>
      <w:rPr>
        <w:rFonts w:ascii="Symbol" w:hAnsi="Symbol" w:hint="default"/>
        <w:color w:val="000000" w:themeColor="text1"/>
        <w:w w:val="100"/>
      </w:rPr>
    </w:lvl>
    <w:lvl w:ilvl="1" w:tplc="04090003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7" w15:restartNumberingAfterBreak="0">
    <w:nsid w:val="5B226C1F"/>
    <w:multiLevelType w:val="hybridMultilevel"/>
    <w:tmpl w:val="49ACD974"/>
    <w:lvl w:ilvl="0" w:tplc="2A7A1916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1CF9"/>
    <w:multiLevelType w:val="hybridMultilevel"/>
    <w:tmpl w:val="2F4A75D8"/>
    <w:lvl w:ilvl="0" w:tplc="62A25D7A">
      <w:start w:val="1"/>
      <w:numFmt w:val="decimal"/>
      <w:pStyle w:val="ListNumb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73E69"/>
    <w:multiLevelType w:val="hybridMultilevel"/>
    <w:tmpl w:val="20C0B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941010">
    <w:abstractNumId w:val="9"/>
  </w:num>
  <w:num w:numId="2" w16cid:durableId="410465598">
    <w:abstractNumId w:val="14"/>
  </w:num>
  <w:num w:numId="3" w16cid:durableId="706762957">
    <w:abstractNumId w:val="17"/>
  </w:num>
  <w:num w:numId="4" w16cid:durableId="1665931359">
    <w:abstractNumId w:val="15"/>
  </w:num>
  <w:num w:numId="5" w16cid:durableId="42028625">
    <w:abstractNumId w:val="12"/>
  </w:num>
  <w:num w:numId="6" w16cid:durableId="398334467">
    <w:abstractNumId w:val="7"/>
  </w:num>
  <w:num w:numId="7" w16cid:durableId="1484004325">
    <w:abstractNumId w:val="6"/>
  </w:num>
  <w:num w:numId="8" w16cid:durableId="1472558708">
    <w:abstractNumId w:val="5"/>
  </w:num>
  <w:num w:numId="9" w16cid:durableId="452792779">
    <w:abstractNumId w:val="4"/>
  </w:num>
  <w:num w:numId="10" w16cid:durableId="1196654346">
    <w:abstractNumId w:val="8"/>
  </w:num>
  <w:num w:numId="11" w16cid:durableId="2056269535">
    <w:abstractNumId w:val="3"/>
  </w:num>
  <w:num w:numId="12" w16cid:durableId="310990638">
    <w:abstractNumId w:val="2"/>
  </w:num>
  <w:num w:numId="13" w16cid:durableId="246115512">
    <w:abstractNumId w:val="1"/>
  </w:num>
  <w:num w:numId="14" w16cid:durableId="614289787">
    <w:abstractNumId w:val="0"/>
  </w:num>
  <w:num w:numId="15" w16cid:durableId="1357923423">
    <w:abstractNumId w:val="16"/>
  </w:num>
  <w:num w:numId="16" w16cid:durableId="332489890">
    <w:abstractNumId w:val="18"/>
  </w:num>
  <w:num w:numId="17" w16cid:durableId="1468281970">
    <w:abstractNumId w:val="10"/>
  </w:num>
  <w:num w:numId="18" w16cid:durableId="1853106202">
    <w:abstractNumId w:val="11"/>
  </w:num>
  <w:num w:numId="19" w16cid:durableId="1825393395">
    <w:abstractNumId w:val="13"/>
  </w:num>
  <w:num w:numId="20" w16cid:durableId="1309493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0F"/>
    <w:rsid w:val="00197ED5"/>
    <w:rsid w:val="001C7D9C"/>
    <w:rsid w:val="001F76DB"/>
    <w:rsid w:val="002F5B31"/>
    <w:rsid w:val="0036599B"/>
    <w:rsid w:val="003C4755"/>
    <w:rsid w:val="003D5BBD"/>
    <w:rsid w:val="0041073A"/>
    <w:rsid w:val="00450B0F"/>
    <w:rsid w:val="004D237F"/>
    <w:rsid w:val="005A4648"/>
    <w:rsid w:val="0067614D"/>
    <w:rsid w:val="006E34F8"/>
    <w:rsid w:val="00740BC4"/>
    <w:rsid w:val="007449DE"/>
    <w:rsid w:val="00852E55"/>
    <w:rsid w:val="00872631"/>
    <w:rsid w:val="008B413D"/>
    <w:rsid w:val="00A00E2B"/>
    <w:rsid w:val="00A2551D"/>
    <w:rsid w:val="00A320FF"/>
    <w:rsid w:val="00A344D8"/>
    <w:rsid w:val="00AD2E6A"/>
    <w:rsid w:val="00B869DE"/>
    <w:rsid w:val="00B90F02"/>
    <w:rsid w:val="00BF106B"/>
    <w:rsid w:val="00C1692A"/>
    <w:rsid w:val="00C2430B"/>
    <w:rsid w:val="00C46438"/>
    <w:rsid w:val="00C52C99"/>
    <w:rsid w:val="00D80502"/>
    <w:rsid w:val="00D8250F"/>
    <w:rsid w:val="00E37BBF"/>
    <w:rsid w:val="00E5074D"/>
    <w:rsid w:val="00E554EE"/>
    <w:rsid w:val="00F5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DF8B37"/>
  <w15:chartTrackingRefBased/>
  <w15:docId w15:val="{2D4C781A-1241-CE4C-9005-C28E6D0E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00" w:themeColor="text1"/>
        <w:sz w:val="24"/>
        <w:szCs w:val="24"/>
        <w:lang w:val="en-US" w:eastAsia="ja-JP" w:bidi="ar-SA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line="240" w:lineRule="auto"/>
      <w:contextualSpacing/>
      <w:outlineLvl w:val="0"/>
    </w:pPr>
    <w:rPr>
      <w:rFonts w:asciiTheme="majorHAnsi" w:eastAsiaTheme="majorEastAsia" w:hAnsiTheme="majorHAnsi" w:cstheme="majorBidi"/>
      <w:sz w:val="4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0" w:line="240" w:lineRule="auto"/>
      <w:outlineLvl w:val="2"/>
    </w:pPr>
    <w:rPr>
      <w:rFonts w:asciiTheme="majorHAnsi" w:eastAsiaTheme="majorEastAsia" w:hAnsiTheme="majorHAnsi" w:cstheme="majorBidi"/>
      <w:sz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0" w:line="240" w:lineRule="auto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0" w:line="240" w:lineRule="auto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300" w:line="240" w:lineRule="auto"/>
      <w:contextualSpacing/>
    </w:pPr>
    <w:rPr>
      <w:rFonts w:eastAsiaTheme="minorEastAsia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sz w:val="32"/>
    </w:rPr>
  </w:style>
  <w:style w:type="paragraph" w:styleId="Title">
    <w:name w:val="Title"/>
    <w:basedOn w:val="Normal"/>
    <w:link w:val="TitleChar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42"/>
      <w:szCs w:val="32"/>
    </w:rPr>
  </w:style>
  <w:style w:type="paragraph" w:styleId="ListNumber">
    <w:name w:val="List Number"/>
    <w:basedOn w:val="Normal"/>
    <w:uiPriority w:val="13"/>
    <w:qFormat/>
    <w:pPr>
      <w:numPr>
        <w:numId w:val="16"/>
      </w:numPr>
    </w:p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/>
      <w:ind w:left="490" w:right="49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Bullet">
    <w:name w:val="List Bullet"/>
    <w:basedOn w:val="Normal"/>
    <w:uiPriority w:val="12"/>
    <w:qFormat/>
    <w:pPr>
      <w:numPr>
        <w:numId w:val="15"/>
      </w:numPr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">
    <w:name w:val="Author"/>
    <w:basedOn w:val="Normal"/>
    <w:uiPriority w:val="3"/>
    <w:qFormat/>
    <w:pPr>
      <w:pBdr>
        <w:bottom w:val="single" w:sz="8" w:space="17" w:color="000000" w:themeColor="text1"/>
      </w:pBdr>
      <w:spacing w:after="640" w:line="240" w:lineRule="auto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000000" w:themeColor="tex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sz w:val="20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TableNormal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sz w:val="3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Header">
    <w:name w:val="header"/>
    <w:basedOn w:val="Normal"/>
    <w:link w:val="HeaderChar"/>
    <w:uiPriority w:val="99"/>
    <w:qFormat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30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30"/>
    </w:rPr>
  </w:style>
  <w:style w:type="paragraph" w:styleId="ListParagraph">
    <w:name w:val="List Paragraph"/>
    <w:basedOn w:val="Normal"/>
    <w:uiPriority w:val="34"/>
    <w:unhideWhenUsed/>
    <w:qFormat/>
    <w:rsid w:val="00C16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u/Library/Containers/com.microsoft.Word/Data/Library/Application%20Support/Microsoft/Office/16.0/DTS/en-US%7b16CA122B-A6EA-FD42-813C-6C02E085E3E1%7d/%7bDCF1142C-8C1A-7A4A-A49D-0E6266B1CFAB%7dtf10002081.dotx" TargetMode="External"/></Relationship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{DCF1142C-8C1A-7A4A-A49D-0E6266B1CFAB}tf10002081.dotx</Template>
  <TotalTime>3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Auer</dc:creator>
  <cp:keywords/>
  <dc:description/>
  <cp:lastModifiedBy>Maxim Lysak</cp:lastModifiedBy>
  <cp:revision>7</cp:revision>
  <dcterms:created xsi:type="dcterms:W3CDTF">2024-10-09T12:43:00Z</dcterms:created>
  <dcterms:modified xsi:type="dcterms:W3CDTF">2024-10-15T11:34:00Z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TF10002040</vt:lpwstr>
  </property>
</Properties>
</file>